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DA1" w:rsidRDefault="002708DD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379730</wp:posOffset>
            </wp:positionV>
            <wp:extent cx="2374900" cy="806450"/>
            <wp:effectExtent l="0" t="0" r="6350" b="0"/>
            <wp:wrapNone/>
            <wp:docPr id="210" name="Afbeelding 210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logo-ckz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923925</wp:posOffset>
                </wp:positionV>
                <wp:extent cx="3024505" cy="414655"/>
                <wp:effectExtent l="0" t="4445" r="0" b="0"/>
                <wp:wrapNone/>
                <wp:docPr id="21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3F4" w:rsidRDefault="004373F4" w:rsidP="00241DA1">
                            <w:pPr>
                              <w:jc w:val="center"/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  <w:t>Onderzoekscentrum maatschappelijke zorg</w:t>
                            </w:r>
                          </w:p>
                          <w:p w:rsidR="004373F4" w:rsidRDefault="004373F4" w:rsidP="00241DA1">
                            <w:pPr>
                              <w:jc w:val="right"/>
                              <w:rPr>
                                <w:rFonts w:ascii="Impact" w:hAnsi="Impact"/>
                                <w:color w:val="FFFFFF"/>
                                <w:sz w:val="34"/>
                                <w:szCs w:val="48"/>
                              </w:rPr>
                            </w:pPr>
                          </w:p>
                          <w:p w:rsidR="004373F4" w:rsidRDefault="004373F4" w:rsidP="00241DA1">
                            <w:pPr>
                              <w:rPr>
                                <w:rFonts w:ascii="Impact" w:hAnsi="Impact"/>
                                <w:color w:val="FFFFFF"/>
                                <w:sz w:val="40"/>
                                <w:szCs w:val="48"/>
                              </w:rPr>
                            </w:pPr>
                          </w:p>
                          <w:p w:rsidR="004373F4" w:rsidRDefault="004373F4" w:rsidP="00241DA1">
                            <w:pPr>
                              <w:jc w:val="both"/>
                              <w:rPr>
                                <w:rFonts w:ascii="Impact" w:hAnsi="Impact"/>
                                <w:color w:val="4BACC6"/>
                                <w:sz w:val="34"/>
                                <w:szCs w:val="34"/>
                              </w:rPr>
                            </w:pPr>
                          </w:p>
                          <w:p w:rsidR="004373F4" w:rsidRDefault="004373F4" w:rsidP="00241D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2" o:spid="_x0000_s1026" type="#_x0000_t202" style="position:absolute;left:0;text-align:left;margin-left:217.75pt;margin-top:72.75pt;width:238.15pt;height:3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D6tgIAALw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" filled="f" stroked="f">
                <v:textbox>
                  <w:txbxContent>
                    <w:p w:rsidR="004373F4" w:rsidRDefault="004373F4" w:rsidP="00241DA1">
                      <w:pPr>
                        <w:jc w:val="center"/>
                        <w:rPr>
                          <w:rFonts w:ascii="Impact" w:hAnsi="Impact"/>
                          <w:color w:val="FFFFFF"/>
                          <w:sz w:val="20"/>
                        </w:rPr>
                      </w:pPr>
                      <w:r>
                        <w:rPr>
                          <w:rFonts w:ascii="Impact" w:hAnsi="Impact"/>
                          <w:color w:val="FFFFFF"/>
                          <w:sz w:val="20"/>
                        </w:rPr>
                        <w:t>Onderzoekscentrum maatschappelijke zorg</w:t>
                      </w:r>
                    </w:p>
                    <w:p w:rsidR="004373F4" w:rsidRDefault="004373F4" w:rsidP="00241DA1">
                      <w:pPr>
                        <w:jc w:val="right"/>
                        <w:rPr>
                          <w:rFonts w:ascii="Impact" w:hAnsi="Impact"/>
                          <w:color w:val="FFFFFF"/>
                          <w:sz w:val="34"/>
                          <w:szCs w:val="48"/>
                        </w:rPr>
                      </w:pPr>
                    </w:p>
                    <w:p w:rsidR="004373F4" w:rsidRDefault="004373F4" w:rsidP="00241DA1">
                      <w:pPr>
                        <w:rPr>
                          <w:rFonts w:ascii="Impact" w:hAnsi="Impact"/>
                          <w:color w:val="FFFFFF"/>
                          <w:sz w:val="40"/>
                          <w:szCs w:val="48"/>
                        </w:rPr>
                      </w:pPr>
                    </w:p>
                    <w:p w:rsidR="004373F4" w:rsidRDefault="004373F4" w:rsidP="00241DA1">
                      <w:pPr>
                        <w:jc w:val="both"/>
                        <w:rPr>
                          <w:rFonts w:ascii="Impact" w:hAnsi="Impact"/>
                          <w:color w:val="4BACC6"/>
                          <w:sz w:val="34"/>
                          <w:szCs w:val="34"/>
                        </w:rPr>
                      </w:pPr>
                    </w:p>
                    <w:p w:rsidR="004373F4" w:rsidRDefault="004373F4" w:rsidP="00241DA1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1363980</wp:posOffset>
            </wp:positionV>
            <wp:extent cx="1676400" cy="478790"/>
            <wp:effectExtent l="0" t="0" r="0" b="0"/>
            <wp:wrapNone/>
            <wp:docPr id="213" name="il_fi" descr="http://www.coolairnederland.nl/coolair-afbeeldingen/referenties-coolair-umc_st_radb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airnederland.nl/coolair-afbeeldingen/referenties-coolair-umc_st_radboud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189865</wp:posOffset>
            </wp:positionV>
            <wp:extent cx="2524125" cy="981075"/>
            <wp:effectExtent l="0" t="0" r="9525" b="9525"/>
            <wp:wrapNone/>
            <wp:docPr id="211" name="Afbeelding 3" descr="Beeldmerk 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Beeldmerk OxO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241DA1">
        <w:rPr>
          <w:rFonts w:ascii="Arial" w:hAnsi="Arial" w:cs="Arial"/>
          <w:b/>
          <w:sz w:val="40"/>
          <w:szCs w:val="40"/>
        </w:rPr>
        <w:t>Soru listesi</w:t>
      </w: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241DA1">
        <w:rPr>
          <w:rFonts w:ascii="Arial" w:hAnsi="Arial" w:cs="Arial"/>
          <w:b/>
          <w:sz w:val="40"/>
          <w:szCs w:val="40"/>
        </w:rPr>
        <w:t>Sosyal Danışma Bürosu, Kadın Sığınma Evi ve Sokak Çocukları Kurumu gibi kurumlarla tecrübeleriniz</w:t>
      </w: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41DA1">
        <w:rPr>
          <w:rFonts w:ascii="Arial" w:hAnsi="Arial" w:cs="Arial"/>
          <w:i/>
          <w:sz w:val="32"/>
          <w:szCs w:val="32"/>
        </w:rPr>
        <w:t>Sosyal Danışma Bürosu, Kadın Sığınma Evi ve Sokak Çocukları Kurumu gibi kurumlardan yardım alan kişiler için geçerlidir</w:t>
      </w: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241DA1">
        <w:rPr>
          <w:rFonts w:ascii="Arial" w:hAnsi="Arial" w:cs="Arial"/>
          <w:sz w:val="32"/>
          <w:szCs w:val="32"/>
        </w:rPr>
        <w:t>Aynı zamanda CQ-index (gezici) Bakım Kurumları</w:t>
      </w: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241DA1">
        <w:rPr>
          <w:rFonts w:ascii="Arial" w:hAnsi="Arial" w:cs="Arial"/>
          <w:sz w:val="32"/>
          <w:szCs w:val="32"/>
        </w:rPr>
        <w:t>Versiyon 2.0</w:t>
      </w: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Cs w:val="22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  <w:r w:rsidRPr="00241DA1">
        <w:rPr>
          <w:rFonts w:ascii="Arial" w:hAnsi="Arial" w:cs="Arial"/>
          <w:b/>
          <w:szCs w:val="22"/>
        </w:rPr>
        <w:t xml:space="preserve">Bu soru listesi, Sosyal Danışma Kurumu Araştırma Merkezi (Omz.) görevlileri Beijersbergen &amp; Wolf tarafından hazırlanmıştır. Omz, UMC St Radboud hastanesinin bir bölümüdür. </w:t>
      </w: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tr-TR"/>
        </w:rPr>
      </w:pPr>
      <w:r w:rsidRPr="00241DA1">
        <w:rPr>
          <w:rFonts w:ascii="Arial" w:hAnsi="Arial" w:cs="Arial"/>
          <w:szCs w:val="22"/>
          <w:lang w:val="tr-TR"/>
        </w:rPr>
        <w:t>Tüketici Kalite Endeksi soru listelerinin temel taslağı NIVEL tarafından AMC Sosyal Tıp Bölümüyle işbirliği yapılarak geliştirilmiştir.</w:t>
      </w:r>
    </w:p>
    <w:p w:rsidR="00241DA1" w:rsidRPr="00241DA1" w:rsidRDefault="00241DA1" w:rsidP="00241D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tr-TR"/>
        </w:rPr>
      </w:pPr>
    </w:p>
    <w:p w:rsidR="003E4884" w:rsidRPr="0075492A" w:rsidRDefault="00241DA1" w:rsidP="003E4884">
      <w:pPr>
        <w:ind w:left="4248"/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br w:type="page"/>
      </w:r>
      <w:r w:rsidR="00B82655" w:rsidRPr="0075492A">
        <w:rPr>
          <w:rFonts w:ascii="Arial" w:hAnsi="Arial" w:cs="Arial"/>
          <w:lang w:val="tr-TR"/>
        </w:rPr>
        <w:lastRenderedPageBreak/>
        <w:t xml:space="preserve"> </w:t>
      </w:r>
    </w:p>
    <w:p w:rsidR="005A47E0" w:rsidRPr="0075492A" w:rsidRDefault="005E1576" w:rsidP="00676A3F">
      <w:pPr>
        <w:rPr>
          <w:rFonts w:ascii="Arial" w:hAnsi="Arial" w:cs="Arial"/>
          <w:b/>
          <w:szCs w:val="22"/>
          <w:u w:val="single"/>
          <w:lang w:val="tr-TR"/>
        </w:rPr>
      </w:pPr>
      <w:r w:rsidRPr="0075492A">
        <w:rPr>
          <w:rFonts w:ascii="Arial" w:hAnsi="Arial" w:cs="Arial"/>
          <w:b/>
          <w:szCs w:val="22"/>
          <w:u w:val="single"/>
          <w:lang w:val="tr-TR"/>
        </w:rPr>
        <w:t>Size bu soru listesi neden veriliyor?</w:t>
      </w:r>
    </w:p>
    <w:p w:rsidR="00241DA1" w:rsidRPr="00861721" w:rsidRDefault="00BF51EB" w:rsidP="00241DA1">
      <w:pPr>
        <w:pStyle w:val="Geenafstand"/>
        <w:rPr>
          <w:rFonts w:ascii="Arial" w:hAnsi="Arial" w:cs="Arial"/>
        </w:rPr>
      </w:pPr>
      <w:r w:rsidRPr="00BF51EB">
        <w:rPr>
          <w:rFonts w:ascii="Arial" w:hAnsi="Arial"/>
          <w:color w:val="00B0F0"/>
          <w:szCs w:val="24"/>
          <w:lang w:val="tr-TR"/>
        </w:rPr>
        <w:t>&lt;naam voorziening&gt;</w:t>
      </w:r>
      <w:r w:rsidRPr="00BF51EB">
        <w:rPr>
          <w:rFonts w:ascii="Arial" w:hAnsi="Arial"/>
          <w:szCs w:val="24"/>
          <w:lang w:val="tr-TR"/>
        </w:rPr>
        <w:t xml:space="preserve"> </w:t>
      </w:r>
      <w:r w:rsidR="00241DA1" w:rsidRPr="00241DA1">
        <w:rPr>
          <w:rFonts w:ascii="Arial" w:hAnsi="Arial" w:cs="Arial"/>
          <w:lang w:val="tr-TR"/>
        </w:rPr>
        <w:t xml:space="preserve">'den yardım alıyorsunuz, kurum bu yardım hakkında ne düşündüğünüzü öğrenmek istiyor. Böylece yardım sunan kurumlar, nelerin iyi gittiğini öğrenme fırsatı buluyorlar. </w:t>
      </w:r>
      <w:r w:rsidR="00241DA1" w:rsidRPr="00861721">
        <w:rPr>
          <w:rFonts w:ascii="Arial" w:hAnsi="Arial" w:cs="Arial"/>
        </w:rPr>
        <w:t xml:space="preserve">Aynı zamanda neyi daha iyi yapabileceklerini öğrenmiş oluyorlar. </w:t>
      </w:r>
    </w:p>
    <w:p w:rsidR="00241DA1" w:rsidRPr="0075492A" w:rsidRDefault="00241DA1" w:rsidP="00676A3F">
      <w:pPr>
        <w:rPr>
          <w:rFonts w:ascii="Arial" w:hAnsi="Arial" w:cs="Arial"/>
          <w:szCs w:val="22"/>
          <w:lang w:val="tr-TR"/>
        </w:rPr>
      </w:pPr>
    </w:p>
    <w:p w:rsidR="005A5054" w:rsidRPr="0075492A" w:rsidRDefault="005A5054" w:rsidP="00676A3F">
      <w:pPr>
        <w:rPr>
          <w:rFonts w:ascii="Arial" w:hAnsi="Arial" w:cs="Arial"/>
          <w:sz w:val="16"/>
          <w:szCs w:val="16"/>
          <w:lang w:val="tr-TR"/>
        </w:rPr>
      </w:pPr>
    </w:p>
    <w:p w:rsidR="005A5054" w:rsidRPr="0075492A" w:rsidRDefault="00530DC9" w:rsidP="005A5054">
      <w:pPr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>Sorulara v</w:t>
      </w:r>
      <w:r w:rsidR="00927D71" w:rsidRPr="0075492A">
        <w:rPr>
          <w:rFonts w:ascii="Arial" w:hAnsi="Arial" w:cs="Arial"/>
          <w:szCs w:val="22"/>
          <w:lang w:val="tr-TR"/>
        </w:rPr>
        <w:t xml:space="preserve">ereceğiniz yanıtlar </w:t>
      </w:r>
      <w:r w:rsidR="00927D71" w:rsidRPr="0075492A">
        <w:rPr>
          <w:rFonts w:ascii="Arial" w:hAnsi="Arial" w:cs="Arial"/>
          <w:b/>
          <w:szCs w:val="22"/>
          <w:lang w:val="tr-TR"/>
        </w:rPr>
        <w:t>is</w:t>
      </w:r>
      <w:r w:rsidR="005315E3">
        <w:rPr>
          <w:rFonts w:ascii="Arial" w:hAnsi="Arial" w:cs="Arial"/>
          <w:b/>
          <w:szCs w:val="22"/>
          <w:lang w:val="tr-TR"/>
        </w:rPr>
        <w:t>imsiz</w:t>
      </w:r>
      <w:r w:rsidR="00C240FC" w:rsidRPr="0075492A">
        <w:rPr>
          <w:rFonts w:ascii="Arial" w:hAnsi="Arial" w:cs="Arial"/>
          <w:b/>
          <w:szCs w:val="22"/>
          <w:lang w:val="tr-TR"/>
        </w:rPr>
        <w:t xml:space="preserve"> </w:t>
      </w:r>
      <w:r w:rsidR="00927D71" w:rsidRPr="0075492A">
        <w:rPr>
          <w:rFonts w:ascii="Arial" w:hAnsi="Arial" w:cs="Arial"/>
          <w:szCs w:val="22"/>
          <w:lang w:val="tr-TR"/>
        </w:rPr>
        <w:t>ve</w:t>
      </w:r>
      <w:r w:rsidR="00C240FC" w:rsidRPr="0075492A">
        <w:rPr>
          <w:rFonts w:ascii="Arial" w:hAnsi="Arial" w:cs="Arial"/>
          <w:szCs w:val="22"/>
          <w:lang w:val="tr-TR"/>
        </w:rPr>
        <w:t xml:space="preserve"> </w:t>
      </w:r>
      <w:r w:rsidR="00927D71" w:rsidRPr="0075492A">
        <w:rPr>
          <w:rFonts w:ascii="Arial" w:hAnsi="Arial" w:cs="Arial"/>
          <w:b/>
          <w:szCs w:val="22"/>
          <w:lang w:val="tr-TR"/>
        </w:rPr>
        <w:t>gizli</w:t>
      </w:r>
      <w:r w:rsidR="005315E3">
        <w:rPr>
          <w:rFonts w:ascii="Arial" w:hAnsi="Arial" w:cs="Arial"/>
          <w:szCs w:val="22"/>
          <w:lang w:val="tr-TR"/>
        </w:rPr>
        <w:t xml:space="preserve"> kalır</w:t>
      </w:r>
      <w:r w:rsidR="00927D71" w:rsidRPr="0075492A">
        <w:rPr>
          <w:rFonts w:ascii="Arial" w:hAnsi="Arial" w:cs="Arial"/>
          <w:szCs w:val="22"/>
          <w:lang w:val="tr-TR"/>
        </w:rPr>
        <w:t>: herhangi bir yere isim belirtmek zorunda olmayacaksınız</w:t>
      </w:r>
      <w:r w:rsidR="005A5054" w:rsidRPr="0075492A">
        <w:rPr>
          <w:rFonts w:ascii="Arial" w:hAnsi="Arial" w:cs="Arial"/>
          <w:szCs w:val="22"/>
          <w:lang w:val="tr-TR"/>
        </w:rPr>
        <w:t xml:space="preserve">. </w:t>
      </w:r>
      <w:r w:rsidR="00927D71" w:rsidRPr="0075492A">
        <w:rPr>
          <w:rFonts w:ascii="Arial" w:hAnsi="Arial" w:cs="Arial"/>
          <w:szCs w:val="22"/>
          <w:lang w:val="tr-TR"/>
        </w:rPr>
        <w:t xml:space="preserve">O halde </w:t>
      </w:r>
      <w:r w:rsidR="00BF51EB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BF51EB" w:rsidRPr="009B5665">
        <w:rPr>
          <w:rFonts w:ascii="Arial" w:hAnsi="Arial"/>
          <w:szCs w:val="24"/>
          <w:lang w:val="fr-FR"/>
        </w:rPr>
        <w:t xml:space="preserve"> </w:t>
      </w:r>
      <w:r w:rsidR="00927D71" w:rsidRPr="0075492A">
        <w:rPr>
          <w:rFonts w:ascii="Arial" w:hAnsi="Arial" w:cs="Arial"/>
          <w:szCs w:val="22"/>
          <w:lang w:val="tr-TR"/>
        </w:rPr>
        <w:t>de verdiğiniz yanıtları öğrenmeyecek</w:t>
      </w:r>
      <w:r w:rsidR="00810A05" w:rsidRPr="0075492A">
        <w:rPr>
          <w:rFonts w:ascii="Arial" w:hAnsi="Arial" w:cs="Arial"/>
          <w:bCs/>
          <w:szCs w:val="22"/>
          <w:lang w:val="tr-TR"/>
        </w:rPr>
        <w:t>.</w:t>
      </w:r>
    </w:p>
    <w:p w:rsidR="00A45B35" w:rsidRPr="0075492A" w:rsidRDefault="00A45B35" w:rsidP="00676A3F">
      <w:pPr>
        <w:rPr>
          <w:rFonts w:ascii="Arial" w:hAnsi="Arial" w:cs="Arial"/>
          <w:b/>
          <w:sz w:val="16"/>
          <w:szCs w:val="16"/>
          <w:lang w:val="tr-TR"/>
        </w:rPr>
      </w:pPr>
    </w:p>
    <w:p w:rsidR="00C22B27" w:rsidRPr="0075492A" w:rsidRDefault="00DD49CB" w:rsidP="00676A3F">
      <w:pPr>
        <w:rPr>
          <w:rFonts w:ascii="Arial" w:hAnsi="Arial" w:cs="Arial"/>
          <w:b/>
          <w:szCs w:val="22"/>
          <w:u w:val="single"/>
          <w:lang w:val="tr-TR"/>
        </w:rPr>
      </w:pPr>
      <w:r w:rsidRPr="0075492A">
        <w:rPr>
          <w:rFonts w:ascii="Arial" w:hAnsi="Arial" w:cs="Arial"/>
          <w:b/>
          <w:szCs w:val="22"/>
          <w:u w:val="single"/>
          <w:lang w:val="tr-TR"/>
        </w:rPr>
        <w:t>Sorular nelerle ilgilidir</w:t>
      </w:r>
      <w:r w:rsidR="004D3D56" w:rsidRPr="0075492A">
        <w:rPr>
          <w:rFonts w:ascii="Arial" w:hAnsi="Arial" w:cs="Arial"/>
          <w:b/>
          <w:szCs w:val="22"/>
          <w:u w:val="single"/>
          <w:lang w:val="tr-TR"/>
        </w:rPr>
        <w:t>?</w:t>
      </w:r>
    </w:p>
    <w:p w:rsidR="00AB023D" w:rsidRPr="0075492A" w:rsidRDefault="00DD49CB" w:rsidP="00282238">
      <w:pPr>
        <w:numPr>
          <w:ilvl w:val="0"/>
          <w:numId w:val="5"/>
        </w:numPr>
        <w:rPr>
          <w:rFonts w:ascii="Arial" w:hAnsi="Arial" w:cs="Arial"/>
          <w:sz w:val="16"/>
          <w:szCs w:val="16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Bu soru </w:t>
      </w:r>
      <w:r w:rsidRPr="00801075">
        <w:rPr>
          <w:rFonts w:ascii="Arial" w:hAnsi="Arial" w:cs="Arial"/>
          <w:szCs w:val="22"/>
          <w:lang w:val="tr-TR"/>
        </w:rPr>
        <w:t xml:space="preserve">listesi </w:t>
      </w:r>
      <w:r w:rsidR="00D06838" w:rsidRPr="00801075">
        <w:rPr>
          <w:rFonts w:ascii="Arial" w:hAnsi="Arial" w:cs="Arial"/>
          <w:szCs w:val="22"/>
          <w:lang w:val="tr-TR"/>
        </w:rPr>
        <w:t xml:space="preserve"> </w:t>
      </w:r>
      <w:r w:rsidR="00BF51EB" w:rsidRPr="00BF51EB">
        <w:rPr>
          <w:rFonts w:ascii="Arial" w:hAnsi="Arial"/>
          <w:color w:val="00B0F0"/>
          <w:szCs w:val="24"/>
          <w:lang w:val="tr-TR"/>
        </w:rPr>
        <w:t>&lt;naam voorziening&gt;</w:t>
      </w:r>
      <w:r w:rsidR="00BF51EB" w:rsidRPr="00BF51EB">
        <w:rPr>
          <w:rFonts w:ascii="Arial" w:hAnsi="Arial"/>
          <w:szCs w:val="24"/>
          <w:lang w:val="tr-TR"/>
        </w:rPr>
        <w:t xml:space="preserve"> </w:t>
      </w:r>
      <w:r w:rsidRPr="0075492A">
        <w:rPr>
          <w:rFonts w:ascii="Arial" w:hAnsi="Arial" w:cs="Arial"/>
          <w:b/>
          <w:szCs w:val="22"/>
          <w:lang w:val="tr-TR"/>
        </w:rPr>
        <w:t xml:space="preserve"> </w:t>
      </w:r>
      <w:r w:rsidRPr="0075492A">
        <w:rPr>
          <w:rFonts w:ascii="Arial" w:hAnsi="Arial" w:cs="Arial"/>
          <w:szCs w:val="22"/>
          <w:lang w:val="tr-TR"/>
        </w:rPr>
        <w:t xml:space="preserve">tarafından sunulan </w:t>
      </w:r>
      <w:r w:rsidRPr="0075492A">
        <w:rPr>
          <w:rFonts w:ascii="Arial" w:hAnsi="Arial" w:cs="Arial"/>
          <w:b/>
          <w:szCs w:val="22"/>
          <w:lang w:val="tr-TR"/>
        </w:rPr>
        <w:t xml:space="preserve">barındırma ve </w:t>
      </w:r>
      <w:r w:rsidR="00562B88">
        <w:rPr>
          <w:rFonts w:ascii="Arial" w:hAnsi="Arial" w:cs="Arial"/>
          <w:b/>
          <w:szCs w:val="22"/>
          <w:lang w:val="tr-TR"/>
        </w:rPr>
        <w:t>yardım</w:t>
      </w:r>
      <w:r w:rsidRPr="0075492A">
        <w:rPr>
          <w:rFonts w:ascii="Arial" w:hAnsi="Arial" w:cs="Arial"/>
          <w:b/>
          <w:szCs w:val="22"/>
          <w:lang w:val="tr-TR"/>
        </w:rPr>
        <w:t xml:space="preserve"> hizmetleri </w:t>
      </w:r>
      <w:r w:rsidR="00A82A9C" w:rsidRPr="0075492A">
        <w:rPr>
          <w:rFonts w:ascii="Arial" w:hAnsi="Arial" w:cs="Arial"/>
          <w:szCs w:val="22"/>
          <w:lang w:val="tr-TR"/>
        </w:rPr>
        <w:t xml:space="preserve">hakkındadır. Belki ruhsal yardım veya ‘rechtswinkel (hukuki danışmanlık bürosu)’ gibi başka kuruluşların hizmetinden de yararlanıyorsunuzdur. </w:t>
      </w:r>
      <w:r w:rsidR="00F80F54" w:rsidRPr="0075492A">
        <w:rPr>
          <w:rFonts w:ascii="Arial" w:hAnsi="Arial" w:cs="Arial"/>
          <w:szCs w:val="22"/>
          <w:lang w:val="tr-TR"/>
        </w:rPr>
        <w:t>Eğer</w:t>
      </w:r>
      <w:r w:rsidR="00A82A9C" w:rsidRPr="0075492A">
        <w:rPr>
          <w:rFonts w:ascii="Arial" w:hAnsi="Arial" w:cs="Arial"/>
          <w:szCs w:val="22"/>
          <w:lang w:val="tr-TR"/>
        </w:rPr>
        <w:t xml:space="preserve"> </w:t>
      </w:r>
      <w:r w:rsidR="006E1F84" w:rsidRPr="0075492A">
        <w:rPr>
          <w:rFonts w:ascii="Arial" w:hAnsi="Arial" w:cs="Arial"/>
          <w:szCs w:val="22"/>
          <w:lang w:val="tr-TR"/>
        </w:rPr>
        <w:t>soru o</w:t>
      </w:r>
      <w:r w:rsidR="00A82A9C" w:rsidRPr="0075492A">
        <w:rPr>
          <w:rFonts w:ascii="Arial" w:hAnsi="Arial" w:cs="Arial"/>
          <w:szCs w:val="22"/>
          <w:lang w:val="tr-TR"/>
        </w:rPr>
        <w:t xml:space="preserve"> tür hizmetler ha</w:t>
      </w:r>
      <w:r w:rsidR="00F80F54" w:rsidRPr="0075492A">
        <w:rPr>
          <w:rFonts w:ascii="Arial" w:hAnsi="Arial" w:cs="Arial"/>
          <w:szCs w:val="22"/>
          <w:lang w:val="tr-TR"/>
        </w:rPr>
        <w:t>kkında</w:t>
      </w:r>
      <w:r w:rsidR="006E1F84" w:rsidRPr="0075492A">
        <w:rPr>
          <w:rFonts w:ascii="Arial" w:hAnsi="Arial" w:cs="Arial"/>
          <w:szCs w:val="22"/>
          <w:lang w:val="tr-TR"/>
        </w:rPr>
        <w:t>ysa</w:t>
      </w:r>
      <w:r w:rsidR="00F80F54" w:rsidRPr="0075492A">
        <w:rPr>
          <w:rFonts w:ascii="Arial" w:hAnsi="Arial" w:cs="Arial"/>
          <w:szCs w:val="22"/>
          <w:lang w:val="tr-TR"/>
        </w:rPr>
        <w:t xml:space="preserve"> bu özel olarak </w:t>
      </w:r>
      <w:r w:rsidR="00530DC9" w:rsidRPr="0075492A">
        <w:rPr>
          <w:rFonts w:ascii="Arial" w:hAnsi="Arial" w:cs="Arial"/>
          <w:szCs w:val="22"/>
          <w:lang w:val="tr-TR"/>
        </w:rPr>
        <w:t>bel</w:t>
      </w:r>
      <w:r w:rsidR="00F80F54" w:rsidRPr="0075492A">
        <w:rPr>
          <w:rFonts w:ascii="Arial" w:hAnsi="Arial" w:cs="Arial"/>
          <w:szCs w:val="22"/>
          <w:lang w:val="tr-TR"/>
        </w:rPr>
        <w:t>i</w:t>
      </w:r>
      <w:r w:rsidR="00530DC9" w:rsidRPr="0075492A">
        <w:rPr>
          <w:rFonts w:ascii="Arial" w:hAnsi="Arial" w:cs="Arial"/>
          <w:szCs w:val="22"/>
          <w:lang w:val="tr-TR"/>
        </w:rPr>
        <w:t>rtilecektir</w:t>
      </w:r>
      <w:r w:rsidR="00F80F54" w:rsidRPr="0075492A">
        <w:rPr>
          <w:rFonts w:ascii="Arial" w:hAnsi="Arial" w:cs="Arial"/>
          <w:szCs w:val="22"/>
          <w:lang w:val="tr-TR"/>
        </w:rPr>
        <w:t>.</w:t>
      </w:r>
    </w:p>
    <w:p w:rsidR="00BA2B18" w:rsidRDefault="00BA2B18" w:rsidP="00BA2B18">
      <w:pPr>
        <w:ind w:left="720"/>
        <w:rPr>
          <w:rFonts w:ascii="Arial" w:hAnsi="Arial" w:cs="Arial"/>
          <w:sz w:val="16"/>
          <w:szCs w:val="16"/>
          <w:lang w:val="tr-TR"/>
        </w:rPr>
      </w:pPr>
    </w:p>
    <w:p w:rsidR="00801075" w:rsidRPr="00801075" w:rsidRDefault="002A7900" w:rsidP="00282238">
      <w:pPr>
        <w:numPr>
          <w:ilvl w:val="0"/>
          <w:numId w:val="5"/>
        </w:numPr>
        <w:rPr>
          <w:rFonts w:ascii="Arial" w:hAnsi="Arial" w:cs="Arial"/>
          <w:sz w:val="16"/>
          <w:szCs w:val="16"/>
          <w:lang w:val="tr-TR"/>
        </w:rPr>
      </w:pPr>
      <w:r w:rsidRPr="00F14FB5">
        <w:rPr>
          <w:rFonts w:ascii="Arial" w:hAnsi="Arial" w:cs="Arial"/>
          <w:szCs w:val="22"/>
          <w:lang w:val="tr-TR"/>
        </w:rPr>
        <w:t xml:space="preserve">Çoğu sorularda </w:t>
      </w:r>
      <w:r w:rsidRPr="00F14FB5">
        <w:rPr>
          <w:rFonts w:ascii="Arial" w:hAnsi="Arial" w:cs="Arial"/>
          <w:b/>
          <w:szCs w:val="22"/>
          <w:lang w:val="tr-TR"/>
        </w:rPr>
        <w:t>son 6 ayı</w:t>
      </w:r>
      <w:r w:rsidRPr="00F14FB5">
        <w:rPr>
          <w:rFonts w:ascii="Arial" w:hAnsi="Arial" w:cs="Arial"/>
          <w:szCs w:val="22"/>
          <w:lang w:val="tr-TR"/>
        </w:rPr>
        <w:t xml:space="preserve"> dikkate almanız</w:t>
      </w:r>
      <w:r>
        <w:rPr>
          <w:rFonts w:ascii="Arial" w:hAnsi="Arial" w:cs="Arial"/>
          <w:szCs w:val="22"/>
          <w:lang w:val="tr-TR"/>
        </w:rPr>
        <w:t xml:space="preserve">ı </w:t>
      </w:r>
      <w:r w:rsidRPr="00CF6243">
        <w:rPr>
          <w:rFonts w:ascii="Arial" w:hAnsi="Arial" w:cs="Arial"/>
          <w:szCs w:val="22"/>
          <w:lang w:val="tr-TR"/>
        </w:rPr>
        <w:t>rica ediyoruz.</w:t>
      </w:r>
      <w:r w:rsidRPr="00F14FB5">
        <w:rPr>
          <w:rFonts w:ascii="Arial" w:hAnsi="Arial" w:cs="Arial"/>
          <w:szCs w:val="22"/>
          <w:lang w:val="tr-TR"/>
        </w:rPr>
        <w:t xml:space="preserve"> </w:t>
      </w:r>
    </w:p>
    <w:p w:rsidR="002A7900" w:rsidRPr="00F14FB5" w:rsidRDefault="002A7900" w:rsidP="00801075">
      <w:pPr>
        <w:ind w:left="720"/>
        <w:rPr>
          <w:rFonts w:ascii="Arial" w:hAnsi="Arial" w:cs="Arial"/>
          <w:sz w:val="16"/>
          <w:szCs w:val="16"/>
          <w:lang w:val="tr-TR"/>
        </w:rPr>
      </w:pPr>
      <w:r>
        <w:rPr>
          <w:rFonts w:ascii="Arial" w:hAnsi="Arial" w:cs="Arial"/>
          <w:szCs w:val="22"/>
          <w:lang w:val="tr-TR"/>
        </w:rPr>
        <w:t xml:space="preserve">Eğer </w:t>
      </w:r>
      <w:r w:rsidR="00BF51EB" w:rsidRPr="00BF51EB">
        <w:rPr>
          <w:rFonts w:ascii="Arial" w:hAnsi="Arial"/>
          <w:color w:val="00B0F0"/>
          <w:szCs w:val="24"/>
          <w:lang w:val="tr-TR"/>
        </w:rPr>
        <w:t>&lt;naam voorziening&gt;</w:t>
      </w:r>
      <w:r w:rsidR="00BF51EB">
        <w:rPr>
          <w:rFonts w:ascii="Arial" w:hAnsi="Arial"/>
          <w:color w:val="00B0F0"/>
          <w:szCs w:val="24"/>
          <w:lang w:val="tr-TR"/>
        </w:rPr>
        <w:t xml:space="preserve"> </w:t>
      </w:r>
      <w:r>
        <w:rPr>
          <w:rFonts w:ascii="Arial" w:hAnsi="Arial" w:cs="Arial"/>
          <w:szCs w:val="22"/>
          <w:lang w:val="tr-TR"/>
        </w:rPr>
        <w:t xml:space="preserve">’den yararlandığınız rehberlik hizmetinin süresi </w:t>
      </w:r>
      <w:r w:rsidRPr="00F14FB5">
        <w:rPr>
          <w:rFonts w:ascii="Arial" w:hAnsi="Arial" w:cs="Arial"/>
          <w:b/>
          <w:szCs w:val="22"/>
          <w:lang w:val="tr-TR"/>
        </w:rPr>
        <w:t>henüz 6 ay değilse</w:t>
      </w:r>
      <w:r>
        <w:rPr>
          <w:rFonts w:ascii="Arial" w:hAnsi="Arial" w:cs="Arial"/>
          <w:szCs w:val="22"/>
          <w:lang w:val="tr-TR"/>
        </w:rPr>
        <w:t xml:space="preserve"> soruyu </w:t>
      </w:r>
      <w:r w:rsidRPr="00F14FB5">
        <w:rPr>
          <w:rFonts w:ascii="Arial" w:hAnsi="Arial" w:cs="Arial"/>
          <w:b/>
          <w:szCs w:val="22"/>
          <w:lang w:val="tr-TR"/>
        </w:rPr>
        <w:t>şimdiye kadar</w:t>
      </w:r>
      <w:r w:rsidR="00562B88">
        <w:rPr>
          <w:rFonts w:ascii="Arial" w:hAnsi="Arial" w:cs="Arial"/>
          <w:b/>
          <w:szCs w:val="22"/>
          <w:lang w:val="tr-TR"/>
        </w:rPr>
        <w:t xml:space="preserve"> </w:t>
      </w:r>
      <w:r w:rsidRPr="00F14FB5">
        <w:rPr>
          <w:rFonts w:ascii="Arial" w:hAnsi="Arial" w:cs="Arial"/>
          <w:b/>
          <w:szCs w:val="22"/>
          <w:lang w:val="tr-TR"/>
        </w:rPr>
        <w:t>ki süreyi dikkate alarak</w:t>
      </w:r>
      <w:r>
        <w:rPr>
          <w:rFonts w:ascii="Arial" w:hAnsi="Arial" w:cs="Arial"/>
          <w:szCs w:val="22"/>
          <w:lang w:val="tr-TR"/>
        </w:rPr>
        <w:t xml:space="preserve"> yanıtlayın. </w:t>
      </w:r>
    </w:p>
    <w:p w:rsidR="002A7900" w:rsidRPr="0075492A" w:rsidRDefault="002A7900" w:rsidP="00BA2B18">
      <w:pPr>
        <w:ind w:left="720"/>
        <w:rPr>
          <w:rFonts w:ascii="Arial" w:hAnsi="Arial" w:cs="Arial"/>
          <w:sz w:val="16"/>
          <w:szCs w:val="16"/>
          <w:lang w:val="tr-TR"/>
        </w:rPr>
      </w:pPr>
    </w:p>
    <w:p w:rsidR="00E827AF" w:rsidRPr="0075492A" w:rsidRDefault="00F80F54" w:rsidP="00282238">
      <w:pPr>
        <w:numPr>
          <w:ilvl w:val="0"/>
          <w:numId w:val="5"/>
        </w:numPr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Soru listesinde </w:t>
      </w:r>
      <w:r w:rsidR="00E827AF" w:rsidRPr="0075492A">
        <w:rPr>
          <w:rFonts w:ascii="Arial" w:hAnsi="Arial" w:cs="Arial"/>
          <w:szCs w:val="22"/>
          <w:lang w:val="tr-TR"/>
        </w:rPr>
        <w:t>‘</w:t>
      </w:r>
      <w:r w:rsidR="00B713AE">
        <w:rPr>
          <w:rFonts w:ascii="Arial" w:hAnsi="Arial" w:cs="Arial"/>
          <w:b/>
          <w:szCs w:val="22"/>
          <w:lang w:val="tr-TR"/>
        </w:rPr>
        <w:t>kuruluş</w:t>
      </w:r>
      <w:r w:rsidR="00E827AF" w:rsidRPr="0075492A">
        <w:rPr>
          <w:rFonts w:ascii="Arial" w:hAnsi="Arial" w:cs="Arial"/>
          <w:b/>
          <w:szCs w:val="22"/>
          <w:lang w:val="tr-TR"/>
        </w:rPr>
        <w:t>’</w:t>
      </w:r>
      <w:r w:rsidRPr="0075492A">
        <w:rPr>
          <w:rFonts w:ascii="Arial" w:hAnsi="Arial" w:cs="Arial"/>
          <w:szCs w:val="22"/>
          <w:lang w:val="tr-TR"/>
        </w:rPr>
        <w:t xml:space="preserve"> diye anıldığı zaman asıl kast ettiğimiz</w:t>
      </w:r>
      <w:r w:rsidR="00530DC9" w:rsidRPr="0075492A">
        <w:rPr>
          <w:rFonts w:ascii="Arial" w:hAnsi="Arial" w:cs="Arial"/>
          <w:szCs w:val="22"/>
          <w:lang w:val="tr-TR"/>
        </w:rPr>
        <w:t xml:space="preserve"> size hizmet sunan</w:t>
      </w:r>
      <w:r w:rsidRPr="0075492A">
        <w:rPr>
          <w:rFonts w:ascii="Arial" w:hAnsi="Arial" w:cs="Arial"/>
          <w:szCs w:val="22"/>
          <w:lang w:val="tr-TR"/>
        </w:rPr>
        <w:t xml:space="preserve">: </w:t>
      </w:r>
      <w:r w:rsidR="00BF51EB" w:rsidRPr="00BF51EB">
        <w:rPr>
          <w:rFonts w:ascii="Arial" w:hAnsi="Arial"/>
          <w:color w:val="00B0F0"/>
          <w:szCs w:val="24"/>
          <w:lang w:val="tr-TR"/>
        </w:rPr>
        <w:t>&lt;naam voorziening&gt;</w:t>
      </w:r>
      <w:r w:rsidR="00BF51EB" w:rsidRPr="00BF51EB">
        <w:rPr>
          <w:rFonts w:ascii="Arial" w:hAnsi="Arial"/>
          <w:szCs w:val="24"/>
          <w:lang w:val="tr-TR"/>
        </w:rPr>
        <w:t xml:space="preserve"> </w:t>
      </w:r>
      <w:r w:rsidRPr="0075492A">
        <w:rPr>
          <w:rFonts w:ascii="Arial" w:hAnsi="Arial" w:cs="Arial"/>
          <w:szCs w:val="22"/>
          <w:lang w:val="tr-TR"/>
        </w:rPr>
        <w:t>isimli kuruluştur.</w:t>
      </w:r>
    </w:p>
    <w:p w:rsidR="001F7D92" w:rsidRPr="0075492A" w:rsidRDefault="001F7D92" w:rsidP="001F7D92">
      <w:pPr>
        <w:ind w:left="720"/>
        <w:rPr>
          <w:rFonts w:ascii="Arial" w:hAnsi="Arial" w:cs="Arial"/>
          <w:szCs w:val="22"/>
          <w:lang w:val="tr-TR"/>
        </w:rPr>
      </w:pPr>
    </w:p>
    <w:p w:rsidR="00462FE8" w:rsidRPr="0075492A" w:rsidRDefault="00462FE8" w:rsidP="00676A3F">
      <w:pPr>
        <w:rPr>
          <w:rFonts w:ascii="Arial" w:hAnsi="Arial" w:cs="Arial"/>
          <w:sz w:val="16"/>
          <w:szCs w:val="16"/>
          <w:lang w:val="tr-TR"/>
        </w:rPr>
      </w:pPr>
    </w:p>
    <w:p w:rsidR="00C22B27" w:rsidRPr="0075492A" w:rsidRDefault="00F80F54" w:rsidP="00676A3F">
      <w:pPr>
        <w:rPr>
          <w:rFonts w:ascii="Arial" w:hAnsi="Arial" w:cs="Arial"/>
          <w:b/>
          <w:szCs w:val="22"/>
          <w:u w:val="single"/>
          <w:lang w:val="tr-TR"/>
        </w:rPr>
      </w:pPr>
      <w:r w:rsidRPr="0075492A">
        <w:rPr>
          <w:rFonts w:ascii="Arial" w:hAnsi="Arial" w:cs="Arial"/>
          <w:b/>
          <w:szCs w:val="22"/>
          <w:u w:val="single"/>
          <w:lang w:val="tr-TR"/>
        </w:rPr>
        <w:t>Soru listesini nasıl doldurmalısınız</w:t>
      </w:r>
      <w:r w:rsidR="003C0D9C" w:rsidRPr="0075492A">
        <w:rPr>
          <w:rFonts w:ascii="Arial" w:hAnsi="Arial" w:cs="Arial"/>
          <w:b/>
          <w:szCs w:val="22"/>
          <w:u w:val="single"/>
          <w:lang w:val="tr-TR"/>
        </w:rPr>
        <w:t>?</w:t>
      </w:r>
    </w:p>
    <w:p w:rsidR="00132A5B" w:rsidRPr="0075492A" w:rsidRDefault="00714952" w:rsidP="00282238">
      <w:pPr>
        <w:numPr>
          <w:ilvl w:val="0"/>
          <w:numId w:val="4"/>
        </w:num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Sorulara vereceğiniz yanıtın önündeki kareye x işareti koyarak yanıtlayın. </w:t>
      </w:r>
      <w:r w:rsidR="00996C70" w:rsidRPr="0075492A">
        <w:rPr>
          <w:rFonts w:ascii="Arial" w:hAnsi="Arial" w:cs="Arial"/>
          <w:szCs w:val="22"/>
          <w:lang w:val="tr-TR"/>
        </w:rPr>
        <w:t xml:space="preserve">Hemen hemen </w:t>
      </w:r>
      <w:r w:rsidR="009A17CC" w:rsidRPr="0075492A">
        <w:rPr>
          <w:rFonts w:ascii="Arial" w:hAnsi="Arial" w:cs="Arial"/>
          <w:szCs w:val="22"/>
          <w:lang w:val="tr-TR"/>
        </w:rPr>
        <w:t xml:space="preserve">her soruda </w:t>
      </w:r>
      <w:r w:rsidR="009A17CC" w:rsidRPr="0075492A">
        <w:rPr>
          <w:rFonts w:ascii="Arial" w:hAnsi="Arial" w:cs="Arial"/>
          <w:b/>
          <w:szCs w:val="22"/>
          <w:lang w:val="tr-TR"/>
        </w:rPr>
        <w:t>tek bir yanıt verebilirsiniz</w:t>
      </w:r>
      <w:r w:rsidR="00132A5B" w:rsidRPr="0075492A">
        <w:rPr>
          <w:rFonts w:ascii="Arial" w:hAnsi="Arial" w:cs="Arial"/>
          <w:szCs w:val="22"/>
          <w:lang w:val="tr-TR"/>
        </w:rPr>
        <w:t>.</w:t>
      </w:r>
      <w:r w:rsidR="00761AE5" w:rsidRPr="0075492A">
        <w:rPr>
          <w:rFonts w:ascii="Arial" w:hAnsi="Arial" w:cs="Arial"/>
          <w:szCs w:val="22"/>
          <w:lang w:val="tr-TR"/>
        </w:rPr>
        <w:t xml:space="preserve"> </w:t>
      </w:r>
      <w:r w:rsidR="009A17CC" w:rsidRPr="0075492A">
        <w:rPr>
          <w:rFonts w:ascii="Arial" w:hAnsi="Arial" w:cs="Arial"/>
          <w:szCs w:val="22"/>
          <w:lang w:val="tr-TR"/>
        </w:rPr>
        <w:t>Birden fazla yanıt verebileceğiniz zaman bu özel olarak belirtilir.</w:t>
      </w:r>
    </w:p>
    <w:p w:rsidR="00132A5B" w:rsidRPr="0075492A" w:rsidRDefault="00132A5B" w:rsidP="00132A5B">
      <w:pPr>
        <w:ind w:left="567"/>
        <w:rPr>
          <w:rFonts w:ascii="Arial" w:hAnsi="Arial" w:cs="Arial"/>
          <w:sz w:val="16"/>
          <w:szCs w:val="16"/>
          <w:lang w:val="tr-TR"/>
        </w:rPr>
      </w:pPr>
    </w:p>
    <w:p w:rsidR="00DF144C" w:rsidRPr="0075492A" w:rsidRDefault="009A17CC" w:rsidP="00282238">
      <w:pPr>
        <w:numPr>
          <w:ilvl w:val="0"/>
          <w:numId w:val="4"/>
        </w:num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Yanlışlıkla başka yanıtı işaretlediyseniz </w:t>
      </w:r>
      <w:r w:rsidR="00996C70" w:rsidRPr="0075492A">
        <w:rPr>
          <w:rFonts w:ascii="Arial" w:hAnsi="Arial" w:cs="Arial"/>
          <w:szCs w:val="22"/>
          <w:lang w:val="tr-TR"/>
        </w:rPr>
        <w:t xml:space="preserve">o </w:t>
      </w:r>
      <w:r w:rsidRPr="0075492A">
        <w:rPr>
          <w:rFonts w:ascii="Arial" w:hAnsi="Arial" w:cs="Arial"/>
          <w:szCs w:val="22"/>
          <w:lang w:val="tr-TR"/>
        </w:rPr>
        <w:t>kare</w:t>
      </w:r>
      <w:r w:rsidR="00996C70" w:rsidRPr="0075492A">
        <w:rPr>
          <w:rFonts w:ascii="Arial" w:hAnsi="Arial" w:cs="Arial"/>
          <w:szCs w:val="22"/>
          <w:lang w:val="tr-TR"/>
        </w:rPr>
        <w:t>ye</w:t>
      </w:r>
      <w:r w:rsidRPr="0075492A">
        <w:rPr>
          <w:rFonts w:ascii="Arial" w:hAnsi="Arial" w:cs="Arial"/>
          <w:szCs w:val="22"/>
          <w:lang w:val="tr-TR"/>
        </w:rPr>
        <w:t xml:space="preserve"> çizgi çekin ve </w:t>
      </w:r>
      <w:r w:rsidR="00996C70" w:rsidRPr="0075492A">
        <w:rPr>
          <w:rFonts w:ascii="Arial" w:hAnsi="Arial" w:cs="Arial"/>
          <w:szCs w:val="22"/>
          <w:lang w:val="tr-TR"/>
        </w:rPr>
        <w:t>uygun</w:t>
      </w:r>
      <w:r w:rsidRPr="0075492A">
        <w:rPr>
          <w:rFonts w:ascii="Arial" w:hAnsi="Arial" w:cs="Arial"/>
          <w:szCs w:val="22"/>
          <w:lang w:val="tr-TR"/>
        </w:rPr>
        <w:t xml:space="preserve"> yanıtın önündeki kareyi işaretleyin</w:t>
      </w:r>
      <w:r w:rsidR="007F0C35" w:rsidRPr="0075492A">
        <w:rPr>
          <w:rFonts w:ascii="Arial" w:hAnsi="Arial" w:cs="Arial"/>
          <w:szCs w:val="22"/>
          <w:lang w:val="tr-TR"/>
        </w:rPr>
        <w:t>:</w:t>
      </w:r>
    </w:p>
    <w:p w:rsidR="009A17CC" w:rsidRPr="0075492A" w:rsidRDefault="009A17CC" w:rsidP="009A17CC">
      <w:pPr>
        <w:ind w:left="567"/>
        <w:rPr>
          <w:rFonts w:ascii="Arial" w:hAnsi="Arial" w:cs="Arial"/>
          <w:szCs w:val="22"/>
          <w:lang w:val="tr-TR"/>
        </w:rPr>
      </w:pPr>
    </w:p>
    <w:p w:rsidR="001156E8" w:rsidRPr="0075492A" w:rsidRDefault="009A17CC" w:rsidP="009A17CC">
      <w:pPr>
        <w:ind w:left="567"/>
        <w:rPr>
          <w:rFonts w:ascii="Arial" w:hAnsi="Arial" w:cs="Arial"/>
          <w:szCs w:val="18"/>
          <w:lang w:val="tr-TR"/>
        </w:rPr>
      </w:pPr>
      <w:r w:rsidRPr="0075492A">
        <w:rPr>
          <w:rFonts w:ascii="Arial" w:hAnsi="Arial" w:cs="Arial"/>
          <w:szCs w:val="18"/>
          <w:lang w:val="tr-TR"/>
        </w:rPr>
        <w:t>Yanlış</w:t>
      </w:r>
      <w:r w:rsidR="00891EDF" w:rsidRPr="0075492A">
        <w:rPr>
          <w:rFonts w:ascii="Arial" w:hAnsi="Arial" w:cs="Arial"/>
          <w:szCs w:val="18"/>
          <w:lang w:val="tr-TR"/>
        </w:rPr>
        <w:t>lıkla işaretlenen</w:t>
      </w:r>
      <w:r w:rsidRPr="0075492A">
        <w:rPr>
          <w:rFonts w:ascii="Arial" w:hAnsi="Arial" w:cs="Arial"/>
          <w:szCs w:val="18"/>
          <w:lang w:val="tr-TR"/>
        </w:rPr>
        <w:t xml:space="preserve"> yanıta çizgi çekin</w:t>
      </w:r>
      <w:r w:rsidR="00891EDF" w:rsidRPr="0075492A">
        <w:rPr>
          <w:rFonts w:ascii="Arial" w:hAnsi="Arial" w:cs="Arial"/>
          <w:szCs w:val="18"/>
          <w:lang w:val="tr-TR"/>
        </w:rPr>
        <w:tab/>
      </w:r>
      <w:r w:rsidR="00891EDF" w:rsidRPr="0075492A">
        <w:rPr>
          <w:rFonts w:ascii="Arial" w:hAnsi="Arial" w:cs="Arial"/>
          <w:szCs w:val="18"/>
          <w:lang w:val="tr-TR"/>
        </w:rPr>
        <w:tab/>
      </w:r>
      <w:r w:rsidR="00996C70" w:rsidRPr="0075492A">
        <w:rPr>
          <w:rFonts w:ascii="Arial" w:hAnsi="Arial" w:cs="Arial"/>
          <w:szCs w:val="18"/>
          <w:lang w:val="tr-TR"/>
        </w:rPr>
        <w:t>Uyg</w:t>
      </w:r>
      <w:r w:rsidRPr="0075492A">
        <w:rPr>
          <w:rFonts w:ascii="Arial" w:hAnsi="Arial" w:cs="Arial"/>
          <w:szCs w:val="18"/>
          <w:lang w:val="tr-TR"/>
        </w:rPr>
        <w:t>u</w:t>
      </w:r>
      <w:r w:rsidR="00996C70" w:rsidRPr="0075492A">
        <w:rPr>
          <w:rFonts w:ascii="Arial" w:hAnsi="Arial" w:cs="Arial"/>
          <w:szCs w:val="18"/>
          <w:lang w:val="tr-TR"/>
        </w:rPr>
        <w:t>n</w:t>
      </w:r>
      <w:r w:rsidRPr="0075492A">
        <w:rPr>
          <w:rFonts w:ascii="Arial" w:hAnsi="Arial" w:cs="Arial"/>
          <w:szCs w:val="18"/>
          <w:lang w:val="tr-TR"/>
        </w:rPr>
        <w:t xml:space="preserve"> yanıtı işaretleyin:</w:t>
      </w:r>
    </w:p>
    <w:p w:rsidR="00B9431F" w:rsidRPr="0075492A" w:rsidRDefault="002708DD" w:rsidP="006332E0">
      <w:p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87630</wp:posOffset>
                </wp:positionV>
                <wp:extent cx="94615" cy="109220"/>
                <wp:effectExtent l="11430" t="12065" r="8255" b="12065"/>
                <wp:wrapNone/>
                <wp:docPr id="1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15" cy="109220"/>
                          <a:chOff x="6384" y="9886"/>
                          <a:chExt cx="149" cy="172"/>
                        </a:xfrm>
                      </wpg:grpSpPr>
                      <wps:wsp>
                        <wps:cNvPr id="1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384" y="9886"/>
                            <a:ext cx="149" cy="1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" name="Group 168"/>
                        <wpg:cNvGrpSpPr>
                          <a:grpSpLocks/>
                        </wpg:cNvGrpSpPr>
                        <wpg:grpSpPr bwMode="auto">
                          <a:xfrm>
                            <a:off x="6384" y="9886"/>
                            <a:ext cx="149" cy="172"/>
                            <a:chOff x="3676" y="9929"/>
                            <a:chExt cx="149" cy="172"/>
                          </a:xfrm>
                        </wpg:grpSpPr>
                        <wps:wsp>
                          <wps:cNvPr id="19" name="AutoShape 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676" y="9929"/>
                              <a:ext cx="149" cy="1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76" y="9929"/>
                              <a:ext cx="149" cy="1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9A01A2" id="Group 170" o:spid="_x0000_s1026" style="position:absolute;margin-left:248.8pt;margin-top:6.9pt;width:7.45pt;height:8.6pt;z-index:-251665408" coordorigin="6384,9886" coordsize="149,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">
                <v:rect id="Rectangle 5" o:spid="_x0000_s1027" style="position:absolute;left:6384;top:9886;width:149;height: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<v:group id="Group 168" o:spid="_x0000_s1028" style="position:absolute;left:6384;top:9886;width:149;height:172" coordorigin="3676,9929" coordsize="149,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9" type="#_x0000_t32" style="position:absolute;left:3676;top:9929;width:149;height:1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7IicMAAADbAAAADwAAAGRycy9kb3ducmV2LnhtbERPTWvCQBC9F/wPyxR6kbqxoNjUVUJK&#10;oQiipgWvQ3aapMnOhuw2if/eFYTe5vE+Z70dTSN66lxlWcF8FoEgzq2uuFDw/fXxvALhPLLGxjIp&#10;uJCD7WbysMZY24FP1Ge+ECGEXYwKSu/bWEqXl2TQzWxLHLgf2xn0AXaF1B0OIdw08iWKltJgxaGh&#10;xJbSkvI6+zMK/H66W/yeDockY35PjrtznaRnpZ4ex+QNhKfR/4vv7k8d5r/C7ZdwgN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+yInDAAAA2wAAAA8AAAAAAAAAAAAA&#10;AAAAoQIAAGRycy9kb3ducmV2LnhtbFBLBQYAAAAABAAEAPkAAACRAwAAAAA=&#10;"/>
                  <v:shape id="AutoShape 7" o:spid="_x0000_s1030" type="#_x0000_t32" style="position:absolute;left:3676;top:9929;width:149;height:1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/v:group>
              </v:group>
            </w:pict>
          </mc:Fallback>
        </mc:AlternateContent>
      </w: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12065" r="5715" b="12065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C28D" id="Rectangle 2" o:spid="_x0000_s1026" style="position:absolute;margin-left:47.25pt;margin-top:9.15pt;width:7.45pt;height:8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"/>
            </w:pict>
          </mc:Fallback>
        </mc:AlternateContent>
      </w: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12065" r="5715" b="12065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E81B7" id="AutoShape 3" o:spid="_x0000_s1026" type="#_x0000_t32" style="position:absolute;margin-left:47.25pt;margin-top:9.15pt;width:7.45pt;height:8.6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ZyKQIAAEkEAAAOAAAAZHJzL2Uyb0RvYy54bWysVE2P2yAQvVfqf0C+J/5YJ02sOKuVnfSy&#10;7Ubabe8EsI2KAQGJE1X97x1wNs22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"/>
            </w:pict>
          </mc:Fallback>
        </mc:AlternateContent>
      </w: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12065" r="5715" b="12065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6D842" id="AutoShape 4" o:spid="_x0000_s1026" type="#_x0000_t32" style="position:absolute;margin-left:47.25pt;margin-top:9.15pt;width:7.45pt;height:8.6pt;flip:x 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"/>
            </w:pict>
          </mc:Fallback>
        </mc:AlternateContent>
      </w: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50165</wp:posOffset>
                </wp:positionV>
                <wp:extent cx="314960" cy="219710"/>
                <wp:effectExtent l="6350" t="12700" r="12065" b="571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A52D9" id="AutoShape 8" o:spid="_x0000_s1026" type="#_x0000_t32" style="position:absolute;margin-left:39.15pt;margin-top:3.95pt;width:24.8pt;height:17.3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"/>
            </w:pict>
          </mc:Fallback>
        </mc:AlternateContent>
      </w:r>
      <w:r w:rsidR="00891EDF" w:rsidRPr="0075492A">
        <w:rPr>
          <w:rFonts w:ascii="Arial" w:hAnsi="Arial" w:cs="Arial"/>
          <w:szCs w:val="22"/>
          <w:lang w:val="tr-TR"/>
        </w:rPr>
        <w:tab/>
      </w:r>
    </w:p>
    <w:p w:rsidR="001156E8" w:rsidRPr="0075492A" w:rsidRDefault="001156E8" w:rsidP="006332E0">
      <w:pPr>
        <w:ind w:left="567" w:hanging="283"/>
        <w:rPr>
          <w:rFonts w:ascii="Arial" w:hAnsi="Arial" w:cs="Arial"/>
          <w:szCs w:val="22"/>
          <w:lang w:val="tr-TR"/>
        </w:rPr>
      </w:pPr>
    </w:p>
    <w:p w:rsidR="00AD201A" w:rsidRPr="0075492A" w:rsidRDefault="00AD201A" w:rsidP="006332E0">
      <w:pPr>
        <w:ind w:left="567" w:hanging="283"/>
        <w:rPr>
          <w:rFonts w:ascii="Arial" w:hAnsi="Arial" w:cs="Arial"/>
          <w:sz w:val="16"/>
          <w:szCs w:val="16"/>
          <w:lang w:val="tr-TR"/>
        </w:rPr>
      </w:pPr>
    </w:p>
    <w:p w:rsidR="00EA6980" w:rsidRPr="0075492A" w:rsidRDefault="001E4867" w:rsidP="00282238">
      <w:pPr>
        <w:numPr>
          <w:ilvl w:val="0"/>
          <w:numId w:val="2"/>
        </w:num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>Bazı durumlarda birkaç soruyu</w:t>
      </w:r>
      <w:r w:rsidR="00996C70" w:rsidRPr="0075492A">
        <w:rPr>
          <w:rFonts w:ascii="Arial" w:hAnsi="Arial" w:cs="Arial"/>
          <w:szCs w:val="22"/>
          <w:lang w:val="tr-TR"/>
        </w:rPr>
        <w:t xml:space="preserve"> birden</w:t>
      </w:r>
      <w:r w:rsidRPr="0075492A">
        <w:rPr>
          <w:rFonts w:ascii="Arial" w:hAnsi="Arial" w:cs="Arial"/>
          <w:szCs w:val="22"/>
          <w:lang w:val="tr-TR"/>
        </w:rPr>
        <w:t xml:space="preserve"> atlayabilirsiniz. O halde işaretle</w:t>
      </w:r>
      <w:r w:rsidR="00996C70" w:rsidRPr="0075492A">
        <w:rPr>
          <w:rFonts w:ascii="Arial" w:hAnsi="Arial" w:cs="Arial"/>
          <w:szCs w:val="22"/>
          <w:lang w:val="tr-TR"/>
        </w:rPr>
        <w:t xml:space="preserve">diğiniz </w:t>
      </w:r>
      <w:r w:rsidRPr="0075492A">
        <w:rPr>
          <w:rFonts w:ascii="Arial" w:hAnsi="Arial" w:cs="Arial"/>
          <w:szCs w:val="22"/>
          <w:lang w:val="tr-TR"/>
        </w:rPr>
        <w:t>yanıt</w:t>
      </w:r>
      <w:r w:rsidR="00996C70" w:rsidRPr="0075492A">
        <w:rPr>
          <w:rFonts w:ascii="Arial" w:hAnsi="Arial" w:cs="Arial"/>
          <w:szCs w:val="22"/>
          <w:lang w:val="tr-TR"/>
        </w:rPr>
        <w:t>tan</w:t>
      </w:r>
      <w:r w:rsidRPr="0075492A">
        <w:rPr>
          <w:rFonts w:ascii="Arial" w:hAnsi="Arial" w:cs="Arial"/>
          <w:szCs w:val="22"/>
          <w:lang w:val="tr-TR"/>
        </w:rPr>
        <w:t xml:space="preserve"> son</w:t>
      </w:r>
      <w:r w:rsidR="00996C70" w:rsidRPr="0075492A">
        <w:rPr>
          <w:rFonts w:ascii="Arial" w:hAnsi="Arial" w:cs="Arial"/>
          <w:szCs w:val="22"/>
          <w:lang w:val="tr-TR"/>
        </w:rPr>
        <w:t>ra</w:t>
      </w:r>
      <w:r w:rsidRPr="0075492A">
        <w:rPr>
          <w:rFonts w:ascii="Arial" w:hAnsi="Arial" w:cs="Arial"/>
          <w:szCs w:val="22"/>
          <w:lang w:val="tr-TR"/>
        </w:rPr>
        <w:t xml:space="preserve"> ok işareti </w:t>
      </w:r>
      <w:r w:rsidR="00996C70" w:rsidRPr="0075492A">
        <w:rPr>
          <w:rFonts w:ascii="Arial" w:hAnsi="Arial" w:cs="Arial"/>
          <w:szCs w:val="22"/>
          <w:lang w:val="tr-TR"/>
        </w:rPr>
        <w:t xml:space="preserve">verilir </w:t>
      </w:r>
      <w:r w:rsidRPr="0075492A">
        <w:rPr>
          <w:rFonts w:ascii="Arial" w:hAnsi="Arial" w:cs="Arial"/>
          <w:szCs w:val="22"/>
          <w:lang w:val="tr-TR"/>
        </w:rPr>
        <w:t xml:space="preserve">ve hangi soruyla devam etmeniz gerektiği belirtilir. Örneğin: </w:t>
      </w:r>
    </w:p>
    <w:p w:rsidR="00B9431F" w:rsidRPr="0075492A" w:rsidRDefault="00B9431F" w:rsidP="00282238">
      <w:pPr>
        <w:numPr>
          <w:ilvl w:val="0"/>
          <w:numId w:val="7"/>
        </w:numPr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 </w:t>
      </w:r>
      <w:r w:rsidR="001E4867" w:rsidRPr="0075492A">
        <w:rPr>
          <w:rFonts w:ascii="Arial" w:hAnsi="Arial" w:cs="Arial"/>
          <w:szCs w:val="22"/>
          <w:lang w:val="tr-TR"/>
        </w:rPr>
        <w:t>Evet</w:t>
      </w:r>
    </w:p>
    <w:p w:rsidR="00B9431F" w:rsidRPr="0075492A" w:rsidRDefault="001E4867" w:rsidP="00282238">
      <w:pPr>
        <w:numPr>
          <w:ilvl w:val="0"/>
          <w:numId w:val="7"/>
        </w:numPr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 Hayır</w:t>
      </w:r>
      <w:r w:rsidR="00A7358D" w:rsidRPr="0075492A">
        <w:rPr>
          <w:rFonts w:ascii="Arial" w:hAnsi="Arial" w:cs="Arial"/>
          <w:szCs w:val="22"/>
          <w:lang w:val="tr-TR"/>
        </w:rPr>
        <w:t xml:space="preserve"> </w:t>
      </w:r>
      <w:r w:rsidR="00A7358D" w:rsidRPr="0075492A">
        <w:rPr>
          <w:rFonts w:ascii="Arial" w:hAnsi="Arial" w:cs="Arial"/>
          <w:szCs w:val="22"/>
          <w:lang w:val="tr-TR"/>
        </w:rPr>
        <w:sym w:font="Wingdings" w:char="F0E0"/>
      </w:r>
      <w:r w:rsidRPr="0075492A">
        <w:rPr>
          <w:rFonts w:ascii="Arial" w:hAnsi="Arial" w:cs="Arial"/>
          <w:szCs w:val="22"/>
          <w:lang w:val="tr-TR"/>
        </w:rPr>
        <w:t xml:space="preserve">soru </w:t>
      </w:r>
      <w:r w:rsidR="00B9431F" w:rsidRPr="0075492A">
        <w:rPr>
          <w:rFonts w:ascii="Arial" w:hAnsi="Arial" w:cs="Arial"/>
          <w:szCs w:val="22"/>
          <w:lang w:val="tr-TR"/>
        </w:rPr>
        <w:t>15</w:t>
      </w:r>
      <w:r w:rsidRPr="0075492A">
        <w:rPr>
          <w:rFonts w:ascii="Arial" w:hAnsi="Arial" w:cs="Arial"/>
          <w:szCs w:val="22"/>
          <w:lang w:val="tr-TR"/>
        </w:rPr>
        <w:t xml:space="preserve"> ile devam ediniz.</w:t>
      </w:r>
    </w:p>
    <w:p w:rsidR="007C042B" w:rsidRPr="0075492A" w:rsidRDefault="007C042B" w:rsidP="00B9431F">
      <w:pPr>
        <w:rPr>
          <w:rFonts w:ascii="Arial" w:hAnsi="Arial" w:cs="Arial"/>
          <w:sz w:val="16"/>
          <w:szCs w:val="16"/>
          <w:lang w:val="tr-TR"/>
        </w:rPr>
      </w:pPr>
    </w:p>
    <w:p w:rsidR="00C11807" w:rsidRPr="0075492A" w:rsidRDefault="001E4867" w:rsidP="00282238">
      <w:pPr>
        <w:numPr>
          <w:ilvl w:val="0"/>
          <w:numId w:val="2"/>
        </w:num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>Bazen sorunun alt kısmında aşağıdaki örnek</w:t>
      </w:r>
      <w:r w:rsidR="00996C70" w:rsidRPr="0075492A">
        <w:rPr>
          <w:rFonts w:ascii="Arial" w:hAnsi="Arial" w:cs="Arial"/>
          <w:szCs w:val="22"/>
          <w:lang w:val="tr-TR"/>
        </w:rPr>
        <w:t>te</w:t>
      </w:r>
      <w:r w:rsidRPr="0075492A">
        <w:rPr>
          <w:rFonts w:ascii="Arial" w:hAnsi="Arial" w:cs="Arial"/>
          <w:szCs w:val="22"/>
          <w:lang w:val="tr-TR"/>
        </w:rPr>
        <w:t xml:space="preserve"> gibi bir metin kutusu bulunur:</w:t>
      </w:r>
    </w:p>
    <w:p w:rsidR="00132A5B" w:rsidRPr="0075492A" w:rsidRDefault="00132A5B" w:rsidP="00132A5B">
      <w:pPr>
        <w:ind w:left="567"/>
        <w:rPr>
          <w:rFonts w:ascii="Arial" w:hAnsi="Arial" w:cs="Arial"/>
          <w:sz w:val="16"/>
          <w:szCs w:val="16"/>
          <w:lang w:val="tr-TR"/>
        </w:rPr>
      </w:pPr>
    </w:p>
    <w:p w:rsidR="00C11807" w:rsidRPr="0075492A" w:rsidRDefault="002708DD" w:rsidP="00C11807">
      <w:pPr>
        <w:ind w:left="567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inline distT="0" distB="0" distL="0" distR="0">
                <wp:extent cx="1253490" cy="285750"/>
                <wp:effectExtent l="5080" t="11430" r="8255" b="7620"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Pr="00C11807" w:rsidRDefault="004373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7" type="#_x0000_t202" style="width:98.7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">
                <v:textbox>
                  <w:txbxContent>
                    <w:p w:rsidR="004373F4" w:rsidRPr="00C11807" w:rsidRDefault="004373F4"/>
                  </w:txbxContent>
                </v:textbox>
                <w10:anchorlock/>
              </v:shape>
            </w:pict>
          </mc:Fallback>
        </mc:AlternateContent>
      </w:r>
    </w:p>
    <w:p w:rsidR="00C11807" w:rsidRPr="0075492A" w:rsidRDefault="00C11807" w:rsidP="00C11807">
      <w:pPr>
        <w:ind w:left="567"/>
        <w:rPr>
          <w:rFonts w:ascii="Arial" w:hAnsi="Arial" w:cs="Arial"/>
          <w:szCs w:val="22"/>
          <w:lang w:val="tr-TR"/>
        </w:rPr>
      </w:pPr>
    </w:p>
    <w:p w:rsidR="00C11807" w:rsidRPr="0075492A" w:rsidRDefault="00C11807" w:rsidP="00C11807">
      <w:pPr>
        <w:ind w:left="567"/>
        <w:rPr>
          <w:rFonts w:ascii="Arial" w:hAnsi="Arial" w:cs="Arial"/>
          <w:sz w:val="16"/>
          <w:szCs w:val="16"/>
          <w:lang w:val="tr-TR"/>
        </w:rPr>
      </w:pPr>
    </w:p>
    <w:p w:rsidR="00761AE5" w:rsidRPr="0075492A" w:rsidRDefault="00996C70" w:rsidP="00C11807">
      <w:pPr>
        <w:ind w:left="567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>Y</w:t>
      </w:r>
      <w:r w:rsidR="001E4867" w:rsidRPr="0075492A">
        <w:rPr>
          <w:rFonts w:ascii="Arial" w:hAnsi="Arial" w:cs="Arial"/>
          <w:szCs w:val="22"/>
          <w:lang w:val="tr-TR"/>
        </w:rPr>
        <w:t>anıtı</w:t>
      </w:r>
      <w:r w:rsidRPr="0075492A">
        <w:rPr>
          <w:rFonts w:ascii="Arial" w:hAnsi="Arial" w:cs="Arial"/>
          <w:szCs w:val="22"/>
          <w:lang w:val="tr-TR"/>
        </w:rPr>
        <w:t>nızı</w:t>
      </w:r>
      <w:r w:rsidR="001E4867" w:rsidRPr="0075492A">
        <w:rPr>
          <w:rFonts w:ascii="Arial" w:hAnsi="Arial" w:cs="Arial"/>
          <w:szCs w:val="22"/>
          <w:lang w:val="tr-TR"/>
        </w:rPr>
        <w:t xml:space="preserve"> metin kutusu içine yazmanızı rica ediyoruz. </w:t>
      </w:r>
      <w:r w:rsidRPr="0075492A">
        <w:rPr>
          <w:rFonts w:ascii="Arial" w:hAnsi="Arial" w:cs="Arial"/>
          <w:szCs w:val="22"/>
          <w:lang w:val="tr-TR"/>
        </w:rPr>
        <w:t>Bunu a</w:t>
      </w:r>
      <w:r w:rsidR="001E4867" w:rsidRPr="0075492A">
        <w:rPr>
          <w:rFonts w:ascii="Arial" w:hAnsi="Arial" w:cs="Arial"/>
          <w:szCs w:val="22"/>
          <w:lang w:val="tr-TR"/>
        </w:rPr>
        <w:t xml:space="preserve">çık </w:t>
      </w:r>
      <w:r w:rsidR="00925217" w:rsidRPr="0075492A">
        <w:rPr>
          <w:rFonts w:ascii="Arial" w:hAnsi="Arial" w:cs="Arial"/>
          <w:szCs w:val="22"/>
          <w:lang w:val="tr-TR"/>
        </w:rPr>
        <w:t>ve net bir şekilde ve baş harfler kullan</w:t>
      </w:r>
      <w:r w:rsidRPr="0075492A">
        <w:rPr>
          <w:rFonts w:ascii="Arial" w:hAnsi="Arial" w:cs="Arial"/>
          <w:szCs w:val="22"/>
          <w:lang w:val="tr-TR"/>
        </w:rPr>
        <w:t>arak yazın.</w:t>
      </w:r>
    </w:p>
    <w:p w:rsidR="00863B66" w:rsidRPr="0075492A" w:rsidRDefault="00863B66" w:rsidP="00676A3F">
      <w:pPr>
        <w:rPr>
          <w:rFonts w:ascii="Arial" w:hAnsi="Arial" w:cs="Arial"/>
          <w:b/>
          <w:sz w:val="16"/>
          <w:szCs w:val="16"/>
          <w:u w:val="single"/>
          <w:lang w:val="tr-TR"/>
        </w:rPr>
      </w:pPr>
    </w:p>
    <w:p w:rsidR="00030815" w:rsidRPr="00241DA1" w:rsidRDefault="00030815" w:rsidP="00241DA1">
      <w:pPr>
        <w:rPr>
          <w:rFonts w:ascii="Arial" w:hAnsi="Arial" w:cs="Arial"/>
          <w:szCs w:val="22"/>
          <w:lang w:val="tr-TR"/>
        </w:rPr>
        <w:sectPr w:rsidR="00030815" w:rsidRPr="00241DA1" w:rsidSect="0036715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31808" w:rsidRPr="004D1FF4" w:rsidRDefault="00E81D23" w:rsidP="00E81D23">
      <w:pPr>
        <w:ind w:firstLine="284"/>
        <w:rPr>
          <w:rFonts w:ascii="Arial" w:hAnsi="Arial" w:cs="Arial"/>
          <w:b/>
          <w:sz w:val="20"/>
          <w:u w:val="single"/>
          <w:lang w:val="tr-TR"/>
        </w:rPr>
      </w:pPr>
      <w:r w:rsidRPr="004D1FF4">
        <w:rPr>
          <w:rFonts w:ascii="Arial" w:hAnsi="Arial" w:cs="Arial"/>
          <w:b/>
          <w:sz w:val="20"/>
          <w:u w:val="single"/>
          <w:lang w:val="tr-TR"/>
        </w:rPr>
        <w:lastRenderedPageBreak/>
        <w:t>A.</w:t>
      </w:r>
      <w:r w:rsidRPr="004D1FF4">
        <w:rPr>
          <w:rFonts w:ascii="Arial" w:hAnsi="Arial" w:cs="Arial"/>
          <w:b/>
          <w:sz w:val="20"/>
          <w:u w:val="single"/>
          <w:lang w:val="tr-TR"/>
        </w:rPr>
        <w:tab/>
      </w:r>
      <w:r w:rsidR="00B25213" w:rsidRPr="004D1FF4">
        <w:rPr>
          <w:rFonts w:ascii="Arial" w:hAnsi="Arial" w:cs="Arial"/>
          <w:b/>
          <w:sz w:val="20"/>
          <w:u w:val="single"/>
          <w:lang w:val="tr-TR"/>
        </w:rPr>
        <w:t>Sizin k</w:t>
      </w:r>
      <w:r w:rsidR="00531808" w:rsidRPr="004D1FF4">
        <w:rPr>
          <w:rFonts w:ascii="Arial" w:hAnsi="Arial" w:cs="Arial"/>
          <w:b/>
          <w:sz w:val="20"/>
          <w:u w:val="single"/>
          <w:lang w:val="tr-TR"/>
        </w:rPr>
        <w:t>endinizle ilgili sorular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  <w:lang w:val="tr-TR"/>
        </w:rPr>
      </w:pP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Aşağıdaki sorular kendiniz hakkındadır.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  <w:lang w:val="tr-TR"/>
        </w:rPr>
      </w:pPr>
    </w:p>
    <w:p w:rsidR="00531808" w:rsidRPr="0075492A" w:rsidRDefault="00A21767" w:rsidP="00282238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K</w:t>
      </w:r>
      <w:r w:rsidR="00B25213" w:rsidRPr="0075492A">
        <w:rPr>
          <w:rFonts w:ascii="Arial" w:hAnsi="Arial" w:cs="Arial"/>
          <w:b/>
          <w:sz w:val="20"/>
          <w:lang w:val="tr-TR"/>
        </w:rPr>
        <w:t>aç</w:t>
      </w:r>
      <w:r w:rsidRPr="0075492A">
        <w:rPr>
          <w:rFonts w:ascii="Arial" w:hAnsi="Arial" w:cs="Arial"/>
          <w:b/>
          <w:sz w:val="20"/>
          <w:lang w:val="tr-TR"/>
        </w:rPr>
        <w:t xml:space="preserve"> yaşında</w:t>
      </w:r>
      <w:r w:rsidR="00CC2FBA">
        <w:rPr>
          <w:rFonts w:ascii="Arial" w:hAnsi="Arial" w:cs="Arial"/>
          <w:b/>
          <w:sz w:val="20"/>
          <w:lang w:val="tr-TR"/>
        </w:rPr>
        <w:t>s</w:t>
      </w:r>
      <w:r w:rsidRPr="0075492A">
        <w:rPr>
          <w:rFonts w:ascii="Arial" w:hAnsi="Arial" w:cs="Arial"/>
          <w:b/>
          <w:sz w:val="20"/>
          <w:lang w:val="tr-TR"/>
        </w:rPr>
        <w:t>ınız</w:t>
      </w:r>
      <w:r w:rsidR="00531808" w:rsidRPr="0075492A">
        <w:rPr>
          <w:rFonts w:ascii="Arial" w:hAnsi="Arial" w:cs="Arial"/>
          <w:b/>
          <w:sz w:val="20"/>
          <w:lang w:val="tr-TR"/>
        </w:rPr>
        <w:t>?</w:t>
      </w:r>
    </w:p>
    <w:p w:rsidR="00531808" w:rsidRPr="0075492A" w:rsidRDefault="002708DD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135890</wp:posOffset>
                </wp:positionV>
                <wp:extent cx="235585" cy="212090"/>
                <wp:effectExtent l="9525" t="6985" r="12065" b="9525"/>
                <wp:wrapNone/>
                <wp:docPr id="1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Default="004373F4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28" type="#_x0000_t202" style="position:absolute;left:0;text-align:left;margin-left:50.65pt;margin-top:10.7pt;width:18.55pt;height:16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">
                <v:textbox>
                  <w:txbxContent>
                    <w:p w:rsidR="004373F4" w:rsidRDefault="004373F4" w:rsidP="00531808"/>
                  </w:txbxContent>
                </v:textbox>
              </v:shape>
            </w:pict>
          </mc:Fallback>
        </mc:AlternateContent>
      </w: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135890</wp:posOffset>
                </wp:positionV>
                <wp:extent cx="235585" cy="212090"/>
                <wp:effectExtent l="12065" t="6985" r="9525" b="9525"/>
                <wp:wrapNone/>
                <wp:docPr id="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Default="004373F4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29" type="#_x0000_t202" style="position:absolute;left:0;text-align:left;margin-left:32.1pt;margin-top:10.7pt;width:18.55pt;height:16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">
                <v:textbox>
                  <w:txbxContent>
                    <w:p w:rsidR="004373F4" w:rsidRDefault="004373F4" w:rsidP="00531808"/>
                  </w:txbxContent>
                </v:textbox>
              </v:shape>
            </w:pict>
          </mc:Fallback>
        </mc:AlternateContent>
      </w:r>
    </w:p>
    <w:p w:rsidR="00531808" w:rsidRPr="0075492A" w:rsidRDefault="00531808" w:rsidP="00531808">
      <w:pPr>
        <w:pStyle w:val="Plattetekst"/>
        <w:spacing w:after="0"/>
        <w:ind w:left="709" w:firstLine="851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yaşında                                   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4373F4" w:rsidRPr="0075492A" w:rsidRDefault="004373F4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531808" w:rsidRPr="0075492A" w:rsidRDefault="00531808" w:rsidP="00282238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Cinsiyetiniz nedir?</w:t>
      </w:r>
    </w:p>
    <w:p w:rsidR="00531808" w:rsidRPr="0075492A" w:rsidRDefault="00531808" w:rsidP="00282238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MS Mincho" w:hAnsi="MS Mincho" w:cs="Arial"/>
          <w:sz w:val="20"/>
          <w:lang w:val="tr-TR"/>
        </w:rPr>
        <w:tab/>
      </w:r>
      <w:r w:rsidRPr="0075492A">
        <w:rPr>
          <w:rFonts w:ascii="Arial" w:hAnsi="Arial" w:cs="Arial"/>
          <w:sz w:val="20"/>
          <w:lang w:val="tr-TR"/>
        </w:rPr>
        <w:t>Erkek</w:t>
      </w:r>
    </w:p>
    <w:p w:rsidR="00531808" w:rsidRPr="0075492A" w:rsidRDefault="00531808" w:rsidP="00282238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 xml:space="preserve"> </w:t>
      </w:r>
      <w:r w:rsidRPr="0075492A">
        <w:rPr>
          <w:rFonts w:ascii="Arial" w:eastAsia="Arial Unicode MS" w:hAnsi="Arial" w:cs="Arial"/>
          <w:sz w:val="20"/>
          <w:lang w:val="tr-TR"/>
        </w:rPr>
        <w:tab/>
      </w:r>
      <w:r w:rsidRPr="0075492A">
        <w:rPr>
          <w:rFonts w:ascii="Arial" w:hAnsi="Arial" w:cs="Arial"/>
          <w:sz w:val="20"/>
          <w:lang w:val="tr-TR"/>
        </w:rPr>
        <w:t>Kadın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531808" w:rsidRPr="0075492A" w:rsidRDefault="00A21767" w:rsidP="00282238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Tamamladığınız </w:t>
      </w:r>
      <w:r w:rsidRPr="0075492A">
        <w:rPr>
          <w:rFonts w:ascii="Arial" w:hAnsi="Arial" w:cs="Arial"/>
          <w:b/>
          <w:sz w:val="20"/>
          <w:u w:val="single"/>
          <w:lang w:val="tr-TR"/>
        </w:rPr>
        <w:t>e</w:t>
      </w:r>
      <w:r w:rsidR="00531808" w:rsidRPr="0075492A">
        <w:rPr>
          <w:rFonts w:ascii="Arial" w:hAnsi="Arial" w:cs="Arial"/>
          <w:b/>
          <w:sz w:val="20"/>
          <w:u w:val="single"/>
          <w:lang w:val="tr-TR"/>
        </w:rPr>
        <w:t>n yüksek</w:t>
      </w:r>
      <w:r w:rsidR="00531808" w:rsidRPr="0075492A">
        <w:rPr>
          <w:rFonts w:ascii="Arial" w:hAnsi="Arial" w:cs="Arial"/>
          <w:b/>
          <w:sz w:val="20"/>
          <w:lang w:val="tr-TR"/>
        </w:rPr>
        <w:t xml:space="preserve"> öğrenim nedir? 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 xml:space="preserve">Hiç </w:t>
      </w:r>
      <w:r w:rsidR="00A21767" w:rsidRPr="0075492A">
        <w:rPr>
          <w:rFonts w:ascii="Arial" w:eastAsia="Arial Unicode MS" w:hAnsi="Arial" w:cs="Arial"/>
          <w:sz w:val="20"/>
          <w:lang w:val="tr-TR"/>
        </w:rPr>
        <w:t>öğrenim</w:t>
      </w:r>
      <w:r w:rsidRPr="0075492A">
        <w:rPr>
          <w:rFonts w:ascii="Arial" w:eastAsia="Arial Unicode MS" w:hAnsi="Arial" w:cs="Arial"/>
          <w:sz w:val="20"/>
          <w:lang w:val="tr-TR"/>
        </w:rPr>
        <w:t xml:space="preserve"> görmedim</w:t>
      </w:r>
      <w:r w:rsidR="00A21767" w:rsidRPr="0075492A">
        <w:rPr>
          <w:rFonts w:ascii="Arial" w:hAnsi="Arial" w:cs="Arial"/>
          <w:sz w:val="20"/>
          <w:lang w:val="tr-TR"/>
        </w:rPr>
        <w:t xml:space="preserve"> (ilko</w:t>
      </w:r>
      <w:r w:rsidRPr="0075492A">
        <w:rPr>
          <w:rFonts w:ascii="Arial" w:hAnsi="Arial" w:cs="Arial"/>
          <w:sz w:val="20"/>
          <w:lang w:val="tr-TR"/>
        </w:rPr>
        <w:t>kula gittim, ama tamamlamadım)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 xml:space="preserve">İlkokul </w:t>
      </w:r>
      <w:r w:rsidRPr="0075492A">
        <w:rPr>
          <w:rFonts w:ascii="Arial" w:hAnsi="Arial" w:cs="Arial"/>
          <w:sz w:val="20"/>
          <w:lang w:val="tr-TR"/>
        </w:rPr>
        <w:t>(ilk öğretim, özel ilköğretim)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lts’, ‘leao’, ‘lhno’, ‘vmbo’ gibi alt düzey veya hazırlayıcı düzey meslek öğretimi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mavo’, ‘(m)ulo’, ‘mbo-kort’,  ‘vmbo-t’ gibi orta düzey orta öğretim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mbo-lang’, ‘mts’, ‘meao’, ‘bol’, ‘bbl’, ‘inas’ gibi orta düzey mesleki/teknik orta öğretim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havo’, ‘vwo’, ‘atheneum’, ‘gymnasium’, ‘hbs’, ‘mms’ gibi üst düzey genel veya akademik öğretime hazırlayıcı öğretim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hbo’, ‘hts’, ‘heao’, ‘hbo-v’, ‘kandidaats wetenschappelijk onderwijs’ gibi Yüksek düzey meslek öğretimi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Akademik Öğretim</w:t>
      </w:r>
      <w:r w:rsidRPr="0075492A">
        <w:rPr>
          <w:rFonts w:ascii="Arial" w:hAnsi="Arial" w:cs="Arial"/>
          <w:sz w:val="20"/>
          <w:lang w:val="tr-TR"/>
        </w:rPr>
        <w:t xml:space="preserve"> (üniversite)</w:t>
      </w:r>
    </w:p>
    <w:p w:rsidR="00531808" w:rsidRPr="0075492A" w:rsidRDefault="00531808" w:rsidP="00282238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Başka türlü, yani:</w:t>
      </w:r>
    </w:p>
    <w:p w:rsidR="00531808" w:rsidRPr="0075492A" w:rsidRDefault="002708DD" w:rsidP="00E07993">
      <w:pPr>
        <w:pStyle w:val="Plattetekst"/>
        <w:spacing w:after="0"/>
        <w:ind w:left="709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02180" cy="373380"/>
                <wp:effectExtent l="13970" t="8255" r="12700" b="8890"/>
                <wp:docPr id="8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Default="004373F4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5" o:spid="_x0000_s1030" type="#_x0000_t202" style="width:173.4pt;height:2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MRLAIAAFkEAAAOAAAAZHJzL2Uyb0RvYy54bWysVNtu2zAMfR+wfxD0vviSZE2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">
                <v:textbox>
                  <w:txbxContent>
                    <w:p w:rsidR="004373F4" w:rsidRDefault="004373F4" w:rsidP="00531808"/>
                  </w:txbxContent>
                </v:textbox>
                <w10:anchorlock/>
              </v:shape>
            </w:pict>
          </mc:Fallback>
        </mc:AlternateContent>
      </w:r>
    </w:p>
    <w:p w:rsidR="00531808" w:rsidRPr="0075492A" w:rsidRDefault="00531808" w:rsidP="00531808">
      <w:pPr>
        <w:pStyle w:val="Plattetekst"/>
        <w:spacing w:after="0"/>
        <w:ind w:left="709" w:hanging="1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(lütfen baş harflerle yazınız)</w:t>
      </w:r>
    </w:p>
    <w:p w:rsidR="00531808" w:rsidRPr="0075492A" w:rsidRDefault="00531808" w:rsidP="00531808">
      <w:pPr>
        <w:pStyle w:val="Plattetekst"/>
        <w:spacing w:after="0"/>
        <w:ind w:left="360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 </w:t>
      </w:r>
    </w:p>
    <w:p w:rsidR="00531808" w:rsidRPr="0075492A" w:rsidRDefault="00531808" w:rsidP="00282238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Kendi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doğduğunuz ülke</w:t>
      </w:r>
      <w:r w:rsidRPr="0075492A">
        <w:rPr>
          <w:rFonts w:ascii="Arial" w:hAnsi="Arial" w:cs="Arial"/>
          <w:b/>
          <w:sz w:val="20"/>
          <w:lang w:val="tr-TR"/>
        </w:rPr>
        <w:t xml:space="preserve"> nedir?</w:t>
      </w:r>
    </w:p>
    <w:p w:rsidR="00531808" w:rsidRPr="00432272" w:rsidRDefault="00531808" w:rsidP="00282238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Pr="00432272">
        <w:rPr>
          <w:rFonts w:ascii="Arial" w:hAnsi="Arial" w:cs="Arial"/>
          <w:sz w:val="20"/>
          <w:lang w:val="tr-TR"/>
        </w:rPr>
        <w:t>Hollanda</w:t>
      </w:r>
    </w:p>
    <w:p w:rsidR="00531808" w:rsidRPr="00432272" w:rsidRDefault="00531808" w:rsidP="00282238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tr-TR"/>
        </w:rPr>
      </w:pPr>
      <w:r w:rsidRPr="00432272">
        <w:rPr>
          <w:rFonts w:ascii="Arial" w:hAnsi="Arial" w:cs="Arial"/>
          <w:sz w:val="20"/>
          <w:lang w:val="tr-TR"/>
        </w:rPr>
        <w:tab/>
        <w:t>Endonezya/ önceki Hollanda-Hint devleti</w:t>
      </w:r>
    </w:p>
    <w:p w:rsidR="00531808" w:rsidRPr="00432272" w:rsidRDefault="00531808" w:rsidP="00282238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tr-TR"/>
        </w:rPr>
      </w:pPr>
      <w:r w:rsidRPr="00432272">
        <w:rPr>
          <w:rFonts w:ascii="Arial" w:hAnsi="Arial" w:cs="Arial"/>
          <w:sz w:val="20"/>
          <w:lang w:val="tr-TR"/>
        </w:rPr>
        <w:tab/>
        <w:t>Surinam</w:t>
      </w:r>
    </w:p>
    <w:p w:rsidR="00531808" w:rsidRPr="00432272" w:rsidRDefault="00531808" w:rsidP="00282238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tr-TR"/>
        </w:rPr>
      </w:pPr>
      <w:r w:rsidRPr="00432272">
        <w:rPr>
          <w:rFonts w:ascii="Arial" w:hAnsi="Arial" w:cs="Arial"/>
          <w:sz w:val="20"/>
          <w:lang w:val="tr-TR"/>
        </w:rPr>
        <w:tab/>
        <w:t>Fas</w:t>
      </w:r>
    </w:p>
    <w:p w:rsidR="00531808" w:rsidRPr="00432272" w:rsidRDefault="00531808" w:rsidP="00282238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tr-TR"/>
        </w:rPr>
      </w:pPr>
      <w:r w:rsidRPr="00432272">
        <w:rPr>
          <w:rFonts w:ascii="Arial" w:hAnsi="Arial" w:cs="Arial"/>
          <w:sz w:val="20"/>
          <w:lang w:val="tr-TR"/>
        </w:rPr>
        <w:tab/>
        <w:t>Türkiye</w:t>
      </w:r>
    </w:p>
    <w:p w:rsidR="00531808" w:rsidRPr="00432272" w:rsidRDefault="00531808" w:rsidP="00282238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tr-TR"/>
        </w:rPr>
      </w:pPr>
      <w:r w:rsidRPr="00432272">
        <w:rPr>
          <w:rFonts w:ascii="Arial" w:hAnsi="Arial" w:cs="Arial"/>
          <w:sz w:val="20"/>
          <w:lang w:val="tr-TR"/>
        </w:rPr>
        <w:tab/>
        <w:t>Almanya</w:t>
      </w:r>
    </w:p>
    <w:p w:rsidR="004373F4" w:rsidRPr="00432272" w:rsidRDefault="00531808" w:rsidP="00282238">
      <w:pPr>
        <w:pStyle w:val="Geenafstand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432272">
        <w:rPr>
          <w:rFonts w:ascii="Arial" w:hAnsi="Arial" w:cs="Arial"/>
          <w:sz w:val="20"/>
          <w:szCs w:val="20"/>
          <w:lang w:val="tr-TR"/>
        </w:rPr>
        <w:tab/>
      </w:r>
      <w:r w:rsidR="004373F4" w:rsidRPr="00432272">
        <w:rPr>
          <w:rFonts w:ascii="Arial" w:hAnsi="Arial" w:cs="Arial"/>
          <w:sz w:val="20"/>
          <w:szCs w:val="20"/>
        </w:rPr>
        <w:t>(önceki) Hollanda Antilleri</w:t>
      </w:r>
    </w:p>
    <w:p w:rsidR="00531808" w:rsidRPr="00432272" w:rsidRDefault="00531808" w:rsidP="00282238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tr-TR"/>
        </w:rPr>
      </w:pPr>
      <w:r w:rsidRPr="00432272">
        <w:rPr>
          <w:rFonts w:ascii="Arial" w:hAnsi="Arial" w:cs="Arial"/>
          <w:sz w:val="20"/>
          <w:lang w:val="tr-TR"/>
        </w:rPr>
        <w:tab/>
        <w:t>Aruba</w:t>
      </w:r>
    </w:p>
    <w:p w:rsidR="00531808" w:rsidRPr="00432272" w:rsidRDefault="00531808" w:rsidP="00282238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tr-TR"/>
        </w:rPr>
      </w:pPr>
      <w:r w:rsidRPr="00432272">
        <w:rPr>
          <w:rFonts w:ascii="Arial" w:hAnsi="Arial" w:cs="Arial"/>
          <w:sz w:val="20"/>
          <w:lang w:val="tr-TR"/>
        </w:rPr>
        <w:tab/>
        <w:t xml:space="preserve">Başka, yani: </w:t>
      </w:r>
    </w:p>
    <w:p w:rsidR="00531808" w:rsidRPr="0075492A" w:rsidRDefault="002708DD" w:rsidP="00E07993">
      <w:pPr>
        <w:pStyle w:val="Plattetekst"/>
        <w:spacing w:after="0"/>
        <w:ind w:left="709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33930" cy="314325"/>
                <wp:effectExtent l="13970" t="11430" r="9525" b="7620"/>
                <wp:docPr id="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9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Default="004373F4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7" o:spid="_x0000_s1031" type="#_x0000_t202" style="width:175.9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">
                <v:textbox>
                  <w:txbxContent>
                    <w:p w:rsidR="004373F4" w:rsidRDefault="004373F4" w:rsidP="00531808"/>
                  </w:txbxContent>
                </v:textbox>
                <w10:anchorlock/>
              </v:shape>
            </w:pict>
          </mc:Fallback>
        </mc:AlternateContent>
      </w:r>
      <w:r w:rsidR="00531808" w:rsidRPr="0075492A">
        <w:rPr>
          <w:rFonts w:ascii="Arial" w:hAnsi="Arial" w:cs="Arial"/>
          <w:sz w:val="20"/>
          <w:lang w:val="tr-TR"/>
        </w:rPr>
        <w:t xml:space="preserve"> 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531808" w:rsidRPr="0075492A" w:rsidRDefault="00F96F81" w:rsidP="00531808">
      <w:pPr>
        <w:pStyle w:val="Plattetekst"/>
        <w:tabs>
          <w:tab w:val="left" w:pos="284"/>
        </w:tabs>
        <w:spacing w:after="0"/>
        <w:ind w:left="284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531808" w:rsidRPr="0075492A">
        <w:rPr>
          <w:rFonts w:ascii="Arial" w:hAnsi="Arial" w:cs="Arial"/>
          <w:sz w:val="20"/>
          <w:lang w:val="tr-TR"/>
        </w:rPr>
        <w:t>(lütfen baş harflerle yazınız)</w:t>
      </w:r>
      <w:r w:rsidR="00531808" w:rsidRPr="0075492A">
        <w:rPr>
          <w:rFonts w:ascii="Arial" w:hAnsi="Arial" w:cs="Arial"/>
          <w:sz w:val="20"/>
          <w:lang w:val="tr-TR"/>
        </w:rPr>
        <w:br w:type="column"/>
      </w:r>
    </w:p>
    <w:p w:rsidR="00531808" w:rsidRPr="0075492A" w:rsidRDefault="00531808" w:rsidP="00282238">
      <w:pPr>
        <w:pStyle w:val="Plattetekst"/>
        <w:numPr>
          <w:ilvl w:val="0"/>
          <w:numId w:val="3"/>
        </w:numPr>
        <w:tabs>
          <w:tab w:val="left" w:pos="851"/>
        </w:tabs>
        <w:spacing w:after="0"/>
        <w:ind w:left="851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Babanızın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doğduğu ülke</w:t>
      </w:r>
      <w:r w:rsidRPr="0075492A">
        <w:rPr>
          <w:rFonts w:ascii="Arial" w:hAnsi="Arial" w:cs="Arial"/>
          <w:b/>
          <w:sz w:val="20"/>
          <w:lang w:val="tr-TR"/>
        </w:rPr>
        <w:t xml:space="preserve"> nedir?</w:t>
      </w:r>
    </w:p>
    <w:p w:rsidR="00531808" w:rsidRPr="004373F4" w:rsidRDefault="00531808" w:rsidP="00282238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Hollanda</w:t>
      </w:r>
    </w:p>
    <w:p w:rsidR="00531808" w:rsidRPr="004373F4" w:rsidRDefault="00531808" w:rsidP="00282238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ind w:right="-496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Endonezya/ önceki Hollanda-Hint devleti</w:t>
      </w:r>
    </w:p>
    <w:p w:rsidR="00531808" w:rsidRPr="004373F4" w:rsidRDefault="00531808" w:rsidP="00282238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Surinam</w:t>
      </w:r>
    </w:p>
    <w:p w:rsidR="00531808" w:rsidRPr="004373F4" w:rsidRDefault="00531808" w:rsidP="00282238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Fas</w:t>
      </w:r>
    </w:p>
    <w:p w:rsidR="00531808" w:rsidRPr="004373F4" w:rsidRDefault="00531808" w:rsidP="00282238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 xml:space="preserve">Türkiye </w:t>
      </w:r>
    </w:p>
    <w:p w:rsidR="00531808" w:rsidRPr="004373F4" w:rsidRDefault="00531808" w:rsidP="00282238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Almanya</w:t>
      </w:r>
    </w:p>
    <w:p w:rsidR="00531808" w:rsidRPr="004373F4" w:rsidRDefault="004373F4" w:rsidP="00282238">
      <w:pPr>
        <w:pStyle w:val="Geenafstand"/>
        <w:numPr>
          <w:ilvl w:val="0"/>
          <w:numId w:val="10"/>
        </w:numPr>
        <w:tabs>
          <w:tab w:val="left" w:pos="851"/>
          <w:tab w:val="left" w:pos="1134"/>
        </w:tabs>
        <w:rPr>
          <w:rFonts w:ascii="Arial" w:hAnsi="Arial" w:cs="Arial"/>
          <w:sz w:val="20"/>
          <w:szCs w:val="20"/>
          <w:lang w:val="tr-TR"/>
        </w:rPr>
      </w:pPr>
      <w:r w:rsidRPr="004373F4">
        <w:rPr>
          <w:rFonts w:ascii="Arial" w:hAnsi="Arial" w:cs="Arial"/>
          <w:sz w:val="20"/>
          <w:szCs w:val="20"/>
        </w:rPr>
        <w:t>(önceki) Hollanda Antilleri</w:t>
      </w:r>
    </w:p>
    <w:p w:rsidR="00531808" w:rsidRPr="004373F4" w:rsidRDefault="00531808" w:rsidP="00282238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Aruba</w:t>
      </w:r>
    </w:p>
    <w:p w:rsidR="00531808" w:rsidRPr="004373F4" w:rsidRDefault="00531808" w:rsidP="00282238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 xml:space="preserve">Başka, yani: </w:t>
      </w:r>
    </w:p>
    <w:p w:rsidR="00531808" w:rsidRPr="0075492A" w:rsidRDefault="002708DD" w:rsidP="00E07993">
      <w:pPr>
        <w:pStyle w:val="Plattetekst"/>
        <w:tabs>
          <w:tab w:val="left" w:pos="851"/>
        </w:tabs>
        <w:spacing w:after="0"/>
        <w:ind w:left="851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47265" cy="314325"/>
                <wp:effectExtent l="12700" t="8890" r="6985" b="10160"/>
                <wp:docPr id="6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26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Default="004373F4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6" o:spid="_x0000_s1032" type="#_x0000_t202" style="width:176.9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">
                <v:textbox>
                  <w:txbxContent>
                    <w:p w:rsidR="004373F4" w:rsidRDefault="004373F4" w:rsidP="00531808"/>
                  </w:txbxContent>
                </v:textbox>
                <w10:anchorlock/>
              </v:shape>
            </w:pict>
          </mc:Fallback>
        </mc:AlternateContent>
      </w:r>
    </w:p>
    <w:p w:rsidR="00531808" w:rsidRPr="0075492A" w:rsidRDefault="00531808" w:rsidP="00531808">
      <w:pPr>
        <w:pStyle w:val="Plattetekst"/>
        <w:tabs>
          <w:tab w:val="left" w:pos="851"/>
        </w:tabs>
        <w:spacing w:after="0"/>
        <w:ind w:left="851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>(lütfen baş harflerle yazınız)</w:t>
      </w:r>
    </w:p>
    <w:p w:rsidR="00531808" w:rsidRPr="0075492A" w:rsidRDefault="00531808" w:rsidP="00531808">
      <w:pPr>
        <w:pStyle w:val="Plattetekst"/>
        <w:tabs>
          <w:tab w:val="left" w:pos="851"/>
        </w:tabs>
        <w:spacing w:after="0"/>
        <w:ind w:left="851" w:hanging="425"/>
        <w:rPr>
          <w:rFonts w:ascii="Arial" w:hAnsi="Arial" w:cs="Arial"/>
          <w:b/>
          <w:sz w:val="20"/>
          <w:lang w:val="tr-TR"/>
        </w:rPr>
      </w:pPr>
    </w:p>
    <w:p w:rsidR="00531808" w:rsidRPr="0075492A" w:rsidRDefault="00531808" w:rsidP="00282238">
      <w:pPr>
        <w:pStyle w:val="Plattetekst"/>
        <w:numPr>
          <w:ilvl w:val="0"/>
          <w:numId w:val="3"/>
        </w:numPr>
        <w:tabs>
          <w:tab w:val="left" w:pos="851"/>
        </w:tabs>
        <w:spacing w:after="0"/>
        <w:ind w:left="851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Annenizin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doğduğu ülke</w:t>
      </w:r>
      <w:r w:rsidRPr="0075492A">
        <w:rPr>
          <w:rFonts w:ascii="Arial" w:hAnsi="Arial" w:cs="Arial"/>
          <w:b/>
          <w:sz w:val="20"/>
          <w:lang w:val="tr-TR"/>
        </w:rPr>
        <w:t xml:space="preserve"> nedir?</w:t>
      </w:r>
    </w:p>
    <w:p w:rsidR="00531808" w:rsidRPr="004373F4" w:rsidRDefault="00531808" w:rsidP="00282238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Hollanda</w:t>
      </w:r>
    </w:p>
    <w:p w:rsidR="00531808" w:rsidRPr="004373F4" w:rsidRDefault="00531808" w:rsidP="00282238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ind w:right="-496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Endonezya/ önceki Hollanda-Hint devleti</w:t>
      </w:r>
    </w:p>
    <w:p w:rsidR="00531808" w:rsidRPr="004373F4" w:rsidRDefault="00531808" w:rsidP="00282238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Surinam</w:t>
      </w:r>
    </w:p>
    <w:p w:rsidR="00531808" w:rsidRPr="004373F4" w:rsidRDefault="00531808" w:rsidP="00282238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Fas</w:t>
      </w:r>
    </w:p>
    <w:p w:rsidR="00531808" w:rsidRPr="004373F4" w:rsidRDefault="00531808" w:rsidP="00282238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 xml:space="preserve">Türkiye </w:t>
      </w:r>
    </w:p>
    <w:p w:rsidR="00531808" w:rsidRPr="004373F4" w:rsidRDefault="00531808" w:rsidP="00282238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Almanya</w:t>
      </w:r>
    </w:p>
    <w:p w:rsidR="00531808" w:rsidRPr="004373F4" w:rsidRDefault="004373F4" w:rsidP="00282238">
      <w:pPr>
        <w:pStyle w:val="Geenafstand"/>
        <w:numPr>
          <w:ilvl w:val="0"/>
          <w:numId w:val="11"/>
        </w:numPr>
        <w:tabs>
          <w:tab w:val="left" w:pos="851"/>
          <w:tab w:val="left" w:pos="1134"/>
        </w:tabs>
        <w:rPr>
          <w:rFonts w:ascii="Arial" w:hAnsi="Arial" w:cs="Arial"/>
          <w:sz w:val="20"/>
          <w:szCs w:val="20"/>
          <w:lang w:val="tr-TR"/>
        </w:rPr>
      </w:pPr>
      <w:r w:rsidRPr="004373F4">
        <w:rPr>
          <w:rFonts w:ascii="Arial" w:hAnsi="Arial" w:cs="Arial"/>
          <w:sz w:val="20"/>
          <w:szCs w:val="20"/>
        </w:rPr>
        <w:t>(önceki) Hollanda Antilleri</w:t>
      </w:r>
    </w:p>
    <w:p w:rsidR="00531808" w:rsidRPr="004373F4" w:rsidRDefault="00531808" w:rsidP="00282238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Aruba</w:t>
      </w:r>
    </w:p>
    <w:p w:rsidR="00531808" w:rsidRPr="004373F4" w:rsidRDefault="00531808" w:rsidP="00282238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 xml:space="preserve">Başka, yani: </w:t>
      </w:r>
    </w:p>
    <w:p w:rsidR="00531808" w:rsidRPr="0075492A" w:rsidRDefault="002708DD" w:rsidP="00E07993">
      <w:pPr>
        <w:pStyle w:val="Plattetekst"/>
        <w:tabs>
          <w:tab w:val="left" w:pos="851"/>
        </w:tabs>
        <w:spacing w:after="0"/>
        <w:ind w:left="851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73935" cy="314325"/>
                <wp:effectExtent l="12700" t="12065" r="8890" b="6985"/>
                <wp:docPr id="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Default="004373F4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1" o:spid="_x0000_s1033" type="#_x0000_t202" style="width:179.0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">
                <v:textbox>
                  <w:txbxContent>
                    <w:p w:rsidR="004373F4" w:rsidRDefault="004373F4" w:rsidP="00531808"/>
                  </w:txbxContent>
                </v:textbox>
                <w10:anchorlock/>
              </v:shape>
            </w:pict>
          </mc:Fallback>
        </mc:AlternateContent>
      </w:r>
    </w:p>
    <w:p w:rsidR="00531808" w:rsidRPr="0075492A" w:rsidRDefault="00531808" w:rsidP="00531808">
      <w:pPr>
        <w:pStyle w:val="Plattetekst"/>
        <w:tabs>
          <w:tab w:val="left" w:pos="851"/>
        </w:tabs>
        <w:spacing w:after="0"/>
        <w:ind w:left="851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>(lütfen baş harflerle yazınız)</w:t>
      </w:r>
    </w:p>
    <w:p w:rsidR="00531808" w:rsidRPr="0075492A" w:rsidRDefault="00531808" w:rsidP="00531808">
      <w:pPr>
        <w:pStyle w:val="Plattetekst"/>
        <w:tabs>
          <w:tab w:val="left" w:pos="851"/>
        </w:tabs>
        <w:spacing w:after="0"/>
        <w:ind w:left="851" w:hanging="425"/>
        <w:rPr>
          <w:rFonts w:ascii="Arial" w:hAnsi="Arial" w:cs="Arial"/>
          <w:bCs/>
          <w:sz w:val="20"/>
          <w:lang w:val="tr-TR"/>
        </w:rPr>
      </w:pPr>
    </w:p>
    <w:p w:rsidR="00B22C4A" w:rsidRPr="0075492A" w:rsidRDefault="00B22C4A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Geçen ay </w:t>
      </w:r>
      <w:r w:rsidRPr="0075492A">
        <w:rPr>
          <w:rFonts w:ascii="Arial" w:hAnsi="Arial" w:cs="Arial"/>
          <w:b/>
          <w:sz w:val="20"/>
          <w:u w:val="single"/>
          <w:lang w:val="tr-TR"/>
        </w:rPr>
        <w:t>nerede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i/>
          <w:sz w:val="20"/>
          <w:u w:val="single"/>
          <w:lang w:val="tr-TR"/>
        </w:rPr>
        <w:t>konakladınız</w:t>
      </w:r>
      <w:r w:rsidRPr="0075492A">
        <w:rPr>
          <w:rFonts w:ascii="Arial" w:hAnsi="Arial" w:cs="Arial"/>
          <w:b/>
          <w:sz w:val="20"/>
          <w:lang w:val="tr-TR"/>
        </w:rPr>
        <w:t xml:space="preserve">? Birden fazla kare işaretleyebilirsiniz. </w:t>
      </w:r>
    </w:p>
    <w:p w:rsidR="00B22C4A" w:rsidRDefault="00B22C4A" w:rsidP="00282238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Sokakta</w:t>
      </w:r>
    </w:p>
    <w:p w:rsidR="008C40E5" w:rsidRDefault="008C40E5" w:rsidP="00282238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636930">
        <w:rPr>
          <w:rFonts w:ascii="Arial" w:hAnsi="Arial" w:cs="Arial"/>
          <w:szCs w:val="18"/>
          <w:lang w:val="tr-TR"/>
        </w:rPr>
        <w:t>Gece konaklama yurdu/</w:t>
      </w:r>
      <w:r w:rsidR="00007E6A" w:rsidRPr="00636930">
        <w:rPr>
          <w:rFonts w:ascii="Arial" w:hAnsi="Arial" w:cs="Arial"/>
          <w:szCs w:val="18"/>
          <w:lang w:val="tr-TR"/>
        </w:rPr>
        <w:t xml:space="preserve"> ‘passantenverblijf’</w:t>
      </w:r>
    </w:p>
    <w:p w:rsidR="00B22C4A" w:rsidRPr="0075492A" w:rsidRDefault="00B22C4A" w:rsidP="00282238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Geçici olarak akraba, arkadaş veya tanıdık yanında</w:t>
      </w:r>
    </w:p>
    <w:p w:rsidR="00B22C4A" w:rsidRDefault="00B22C4A" w:rsidP="00282238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Uzun süreli olarak akraba, arkadaş veya tanıdık yanında</w:t>
      </w:r>
    </w:p>
    <w:p w:rsidR="00B22C4A" w:rsidRPr="004373F4" w:rsidRDefault="004373F4" w:rsidP="00282238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4373F4">
        <w:rPr>
          <w:rFonts w:ascii="Arial" w:hAnsi="Arial" w:cs="Arial"/>
          <w:sz w:val="20"/>
          <w:lang w:val="tr-TR"/>
        </w:rPr>
        <w:t>Başka bir yerde, örneğin kendinize ait bağımsız bir ikamet yeri.</w:t>
      </w:r>
    </w:p>
    <w:p w:rsidR="00B22C4A" w:rsidRPr="0075492A" w:rsidRDefault="00B22C4A" w:rsidP="00B22C4A">
      <w:pPr>
        <w:rPr>
          <w:lang w:val="tr-TR"/>
        </w:rPr>
      </w:pPr>
    </w:p>
    <w:p w:rsidR="00B22C4A" w:rsidRPr="0075492A" w:rsidRDefault="0096195C" w:rsidP="00282238">
      <w:pPr>
        <w:pStyle w:val="Kop7"/>
        <w:keepNext/>
        <w:numPr>
          <w:ilvl w:val="0"/>
          <w:numId w:val="3"/>
        </w:numPr>
        <w:ind w:left="709" w:hanging="425"/>
        <w:rPr>
          <w:rFonts w:cs="Arial"/>
          <w:b/>
          <w:lang w:val="tr-TR"/>
        </w:rPr>
      </w:pPr>
      <w:r w:rsidRPr="0075492A">
        <w:rPr>
          <w:rFonts w:cs="Arial"/>
          <w:b/>
          <w:lang w:val="tr-TR"/>
        </w:rPr>
        <w:t xml:space="preserve">İlgili </w:t>
      </w:r>
      <w:r w:rsidR="00B713AE">
        <w:rPr>
          <w:rFonts w:cs="Arial"/>
          <w:b/>
          <w:u w:val="single"/>
          <w:lang w:val="tr-TR"/>
        </w:rPr>
        <w:t>kuruluş</w:t>
      </w:r>
      <w:r w:rsidR="00B22C4A" w:rsidRPr="0075492A">
        <w:rPr>
          <w:rFonts w:cs="Arial"/>
          <w:b/>
          <w:lang w:val="tr-TR"/>
        </w:rPr>
        <w:t xml:space="preserve"> </w:t>
      </w:r>
      <w:r w:rsidRPr="0075492A">
        <w:rPr>
          <w:rFonts w:cs="Arial"/>
          <w:b/>
          <w:lang w:val="tr-TR"/>
        </w:rPr>
        <w:t>size ne zamandan beri</w:t>
      </w:r>
      <w:r w:rsidR="00B22C4A" w:rsidRPr="0075492A">
        <w:rPr>
          <w:rFonts w:cs="Arial"/>
          <w:b/>
          <w:lang w:val="tr-TR"/>
        </w:rPr>
        <w:t xml:space="preserve"> </w:t>
      </w:r>
      <w:r w:rsidR="00B713AE">
        <w:rPr>
          <w:rFonts w:cs="Arial"/>
          <w:b/>
          <w:u w:val="single"/>
          <w:lang w:val="tr-TR"/>
        </w:rPr>
        <w:t>yardım</w:t>
      </w:r>
      <w:r w:rsidR="00B22C4A" w:rsidRPr="0075492A">
        <w:rPr>
          <w:rFonts w:cs="Arial"/>
          <w:b/>
          <w:lang w:val="tr-TR"/>
        </w:rPr>
        <w:t xml:space="preserve"> hizmeti</w:t>
      </w:r>
      <w:r w:rsidRPr="0075492A">
        <w:rPr>
          <w:rFonts w:cs="Arial"/>
          <w:b/>
          <w:lang w:val="tr-TR"/>
        </w:rPr>
        <w:t xml:space="preserve"> </w:t>
      </w:r>
      <w:r w:rsidR="00B22C4A" w:rsidRPr="0075492A">
        <w:rPr>
          <w:rFonts w:cs="Arial"/>
          <w:b/>
          <w:lang w:val="tr-TR"/>
        </w:rPr>
        <w:t xml:space="preserve">sunuyor?  </w:t>
      </w:r>
    </w:p>
    <w:p w:rsidR="00B22C4A" w:rsidRPr="0075492A" w:rsidRDefault="00B22C4A" w:rsidP="00B22C4A">
      <w:pPr>
        <w:ind w:left="709" w:hanging="425"/>
        <w:rPr>
          <w:rFonts w:ascii="Arial" w:hAnsi="Arial" w:cs="Arial"/>
          <w:lang w:val="tr-TR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370"/>
        <w:gridCol w:w="347"/>
        <w:gridCol w:w="347"/>
        <w:gridCol w:w="344"/>
        <w:gridCol w:w="344"/>
        <w:gridCol w:w="347"/>
        <w:gridCol w:w="348"/>
      </w:tblGrid>
      <w:tr w:rsidR="00D061AD" w:rsidRPr="0075492A" w:rsidTr="00BE6753">
        <w:trPr>
          <w:trHeight w:val="276"/>
        </w:trPr>
        <w:tc>
          <w:tcPr>
            <w:tcW w:w="717" w:type="dxa"/>
            <w:gridSpan w:val="2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Ay</w:t>
            </w:r>
          </w:p>
        </w:tc>
        <w:tc>
          <w:tcPr>
            <w:tcW w:w="347" w:type="dxa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383" w:type="dxa"/>
            <w:gridSpan w:val="4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Yıl</w:t>
            </w:r>
          </w:p>
        </w:tc>
      </w:tr>
      <w:tr w:rsidR="00D061AD" w:rsidRPr="0075492A" w:rsidTr="00D061AD">
        <w:trPr>
          <w:trHeight w:hRule="exact" w:val="397"/>
        </w:trPr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-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</w:tr>
    </w:tbl>
    <w:p w:rsidR="00D061AD" w:rsidRPr="0075492A" w:rsidRDefault="00D061AD" w:rsidP="00D061AD">
      <w:pPr>
        <w:ind w:left="709"/>
        <w:rPr>
          <w:rFonts w:ascii="Arial" w:hAnsi="Arial" w:cs="Arial"/>
          <w:lang w:val="tr-TR"/>
        </w:rPr>
      </w:pPr>
    </w:p>
    <w:p w:rsidR="00B22C4A" w:rsidRPr="0075492A" w:rsidRDefault="00F96F81" w:rsidP="00B22C4A">
      <w:pPr>
        <w:ind w:left="284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B22C4A" w:rsidRPr="0075492A">
        <w:rPr>
          <w:rFonts w:ascii="Arial" w:hAnsi="Arial" w:cs="Arial"/>
          <w:sz w:val="20"/>
          <w:lang w:val="tr-TR"/>
        </w:rPr>
        <w:t xml:space="preserve">Örneğin: </w:t>
      </w:r>
    </w:p>
    <w:p w:rsidR="00D061AD" w:rsidRPr="0075492A" w:rsidRDefault="00D061AD" w:rsidP="00B22C4A">
      <w:pPr>
        <w:ind w:left="284"/>
        <w:rPr>
          <w:rFonts w:ascii="Arial" w:hAnsi="Arial" w:cs="Arial"/>
          <w:sz w:val="20"/>
          <w:lang w:val="tr-TR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370"/>
        <w:gridCol w:w="350"/>
        <w:gridCol w:w="347"/>
        <w:gridCol w:w="350"/>
        <w:gridCol w:w="350"/>
        <w:gridCol w:w="350"/>
        <w:gridCol w:w="350"/>
      </w:tblGrid>
      <w:tr w:rsidR="00D061AD" w:rsidRPr="0075492A" w:rsidTr="00D061AD">
        <w:trPr>
          <w:trHeight w:val="276"/>
        </w:trPr>
        <w:tc>
          <w:tcPr>
            <w:tcW w:w="720" w:type="dxa"/>
            <w:gridSpan w:val="2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Ay</w:t>
            </w:r>
          </w:p>
        </w:tc>
        <w:tc>
          <w:tcPr>
            <w:tcW w:w="347" w:type="dxa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Yıl</w:t>
            </w:r>
          </w:p>
        </w:tc>
      </w:tr>
      <w:tr w:rsidR="00D061AD" w:rsidRPr="0075492A" w:rsidTr="00D061AD">
        <w:trPr>
          <w:trHeight w:hRule="exact" w:val="397"/>
        </w:trPr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2</w:t>
            </w:r>
          </w:p>
        </w:tc>
        <w:tc>
          <w:tcPr>
            <w:tcW w:w="34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-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2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9</w:t>
            </w:r>
          </w:p>
        </w:tc>
      </w:tr>
    </w:tbl>
    <w:p w:rsidR="00B22C4A" w:rsidRPr="0075492A" w:rsidRDefault="00B22C4A" w:rsidP="00B22C4A">
      <w:pPr>
        <w:ind w:left="709"/>
        <w:rPr>
          <w:rFonts w:ascii="Arial" w:hAnsi="Arial" w:cs="Arial"/>
          <w:sz w:val="20"/>
          <w:lang w:val="tr-TR"/>
        </w:rPr>
      </w:pPr>
    </w:p>
    <w:p w:rsidR="00D061AD" w:rsidRDefault="00D061AD" w:rsidP="00B22C4A">
      <w:pPr>
        <w:ind w:left="709"/>
        <w:rPr>
          <w:rFonts w:ascii="Arial" w:hAnsi="Arial" w:cs="Arial"/>
          <w:sz w:val="20"/>
          <w:lang w:val="tr-TR"/>
        </w:rPr>
      </w:pPr>
    </w:p>
    <w:p w:rsidR="001F769F" w:rsidRDefault="001F769F" w:rsidP="00B22C4A">
      <w:pPr>
        <w:ind w:left="709"/>
        <w:rPr>
          <w:rFonts w:ascii="Arial" w:hAnsi="Arial" w:cs="Arial"/>
          <w:sz w:val="20"/>
          <w:lang w:val="tr-TR"/>
        </w:rPr>
      </w:pPr>
    </w:p>
    <w:p w:rsidR="001F769F" w:rsidRDefault="001F769F" w:rsidP="00B22C4A">
      <w:pPr>
        <w:ind w:left="709"/>
        <w:rPr>
          <w:rFonts w:ascii="Arial" w:hAnsi="Arial" w:cs="Arial"/>
          <w:sz w:val="20"/>
          <w:lang w:val="tr-TR"/>
        </w:rPr>
      </w:pPr>
    </w:p>
    <w:p w:rsidR="001F769F" w:rsidRPr="0075492A" w:rsidRDefault="001F769F" w:rsidP="00B22C4A">
      <w:pPr>
        <w:ind w:left="709"/>
        <w:rPr>
          <w:rFonts w:ascii="Arial" w:hAnsi="Arial" w:cs="Arial"/>
          <w:sz w:val="20"/>
          <w:lang w:val="tr-TR"/>
        </w:rPr>
      </w:pPr>
    </w:p>
    <w:p w:rsidR="00B22C4A" w:rsidRPr="0075492A" w:rsidRDefault="0096195C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Sizce </w:t>
      </w:r>
      <w:r w:rsidR="00B22C4A" w:rsidRPr="0075492A">
        <w:rPr>
          <w:rFonts w:ascii="Arial" w:hAnsi="Arial" w:cs="Arial"/>
          <w:b/>
          <w:sz w:val="20"/>
          <w:u w:val="single"/>
          <w:lang w:val="tr-TR"/>
        </w:rPr>
        <w:t>bedensel sağlığınız</w:t>
      </w:r>
      <w:r w:rsidRPr="0075492A">
        <w:rPr>
          <w:rFonts w:ascii="Arial" w:hAnsi="Arial" w:cs="Arial"/>
          <w:b/>
          <w:sz w:val="20"/>
          <w:lang w:val="tr-TR"/>
        </w:rPr>
        <w:t xml:space="preserve"> genelde </w:t>
      </w:r>
      <w:r w:rsidR="00B22C4A" w:rsidRPr="0075492A">
        <w:rPr>
          <w:rFonts w:ascii="Arial" w:hAnsi="Arial" w:cs="Arial"/>
          <w:b/>
          <w:sz w:val="20"/>
          <w:lang w:val="tr-TR"/>
        </w:rPr>
        <w:t xml:space="preserve">ne durumda? </w:t>
      </w:r>
    </w:p>
    <w:p w:rsidR="00060DB3" w:rsidRPr="0075492A" w:rsidRDefault="00060DB3" w:rsidP="009228C1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Mükemmel </w:t>
      </w:r>
    </w:p>
    <w:p w:rsidR="00060DB3" w:rsidRPr="0075492A" w:rsidRDefault="00060DB3" w:rsidP="009228C1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Çok</w:t>
      </w:r>
      <w:r w:rsidRPr="0075492A">
        <w:rPr>
          <w:rFonts w:ascii="Arial" w:hAnsi="Arial" w:cs="Arial"/>
          <w:sz w:val="20"/>
          <w:lang w:val="tr-TR"/>
        </w:rPr>
        <w:t xml:space="preserve"> iyi</w:t>
      </w:r>
    </w:p>
    <w:p w:rsidR="00060DB3" w:rsidRPr="0075492A" w:rsidRDefault="00060DB3" w:rsidP="009228C1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İyi</w:t>
      </w:r>
    </w:p>
    <w:p w:rsidR="00060DB3" w:rsidRPr="0075492A" w:rsidRDefault="00060DB3" w:rsidP="009228C1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Az kötü </w:t>
      </w:r>
    </w:p>
    <w:p w:rsidR="00060DB3" w:rsidRPr="0075492A" w:rsidRDefault="00060DB3" w:rsidP="009228C1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Kötü</w:t>
      </w:r>
    </w:p>
    <w:p w:rsidR="00B22C4A" w:rsidRPr="0075492A" w:rsidRDefault="00B22C4A" w:rsidP="00B22C4A">
      <w:pPr>
        <w:pStyle w:val="Default"/>
        <w:ind w:left="709" w:hanging="425"/>
        <w:rPr>
          <w:lang w:val="tr-TR"/>
        </w:rPr>
      </w:pPr>
    </w:p>
    <w:p w:rsidR="00B22C4A" w:rsidRPr="0075492A" w:rsidRDefault="0096195C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Sizce </w:t>
      </w:r>
      <w:r w:rsidR="00B22C4A" w:rsidRPr="0075492A">
        <w:rPr>
          <w:rFonts w:ascii="Arial" w:hAnsi="Arial" w:cs="Arial"/>
          <w:b/>
          <w:sz w:val="20"/>
          <w:u w:val="single"/>
          <w:lang w:val="tr-TR"/>
        </w:rPr>
        <w:t>ruhsal sağlığınız</w:t>
      </w:r>
      <w:r w:rsidRPr="0075492A">
        <w:rPr>
          <w:rFonts w:ascii="Arial" w:hAnsi="Arial" w:cs="Arial"/>
          <w:b/>
          <w:sz w:val="20"/>
          <w:lang w:val="tr-TR"/>
        </w:rPr>
        <w:t xml:space="preserve"> genelde</w:t>
      </w:r>
      <w:r w:rsidR="00B22C4A" w:rsidRPr="0075492A">
        <w:rPr>
          <w:rFonts w:ascii="Arial" w:hAnsi="Arial" w:cs="Arial"/>
          <w:b/>
          <w:sz w:val="20"/>
          <w:lang w:val="tr-TR"/>
        </w:rPr>
        <w:t xml:space="preserve"> ne durumda? </w:t>
      </w:r>
    </w:p>
    <w:p w:rsidR="00060DB3" w:rsidRPr="0075492A" w:rsidRDefault="00060DB3" w:rsidP="009228C1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Mükemmel </w:t>
      </w:r>
    </w:p>
    <w:p w:rsidR="00060DB3" w:rsidRPr="0075492A" w:rsidRDefault="00060DB3" w:rsidP="009228C1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Çok</w:t>
      </w:r>
      <w:r w:rsidRPr="0075492A">
        <w:rPr>
          <w:rFonts w:ascii="Arial" w:hAnsi="Arial" w:cs="Arial"/>
          <w:sz w:val="20"/>
          <w:lang w:val="tr-TR"/>
        </w:rPr>
        <w:t xml:space="preserve"> iyi</w:t>
      </w:r>
    </w:p>
    <w:p w:rsidR="00060DB3" w:rsidRPr="0075492A" w:rsidRDefault="00060DB3" w:rsidP="009228C1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İyi</w:t>
      </w:r>
    </w:p>
    <w:p w:rsidR="00060DB3" w:rsidRPr="0075492A" w:rsidRDefault="00060DB3" w:rsidP="009228C1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Az kötü </w:t>
      </w:r>
    </w:p>
    <w:p w:rsidR="00060DB3" w:rsidRPr="0075492A" w:rsidRDefault="00060DB3" w:rsidP="009228C1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Kötü</w:t>
      </w:r>
    </w:p>
    <w:p w:rsidR="00636930" w:rsidRDefault="00636930" w:rsidP="00B22C4A">
      <w:pPr>
        <w:ind w:left="284"/>
        <w:rPr>
          <w:rFonts w:ascii="Arial" w:hAnsi="Arial" w:cs="Arial"/>
          <w:b/>
          <w:bCs/>
          <w:i/>
          <w:iCs/>
          <w:sz w:val="24"/>
          <w:szCs w:val="24"/>
          <w:u w:val="single"/>
          <w:lang w:val="tr-TR"/>
        </w:rPr>
      </w:pPr>
    </w:p>
    <w:p w:rsidR="00636930" w:rsidRPr="004D1FF4" w:rsidRDefault="00636930" w:rsidP="00B22C4A">
      <w:pPr>
        <w:ind w:left="284"/>
        <w:rPr>
          <w:rFonts w:ascii="Arial" w:hAnsi="Arial" w:cs="Arial"/>
          <w:b/>
          <w:bCs/>
          <w:i/>
          <w:iCs/>
          <w:sz w:val="20"/>
          <w:u w:val="single"/>
          <w:lang w:val="tr-TR"/>
        </w:rPr>
      </w:pPr>
    </w:p>
    <w:p w:rsidR="00026114" w:rsidRPr="004D1FF4" w:rsidRDefault="00B713AE" w:rsidP="007C6DD2">
      <w:pPr>
        <w:ind w:left="709" w:hanging="425"/>
        <w:rPr>
          <w:rFonts w:ascii="Arial" w:hAnsi="Arial" w:cs="Arial"/>
          <w:b/>
          <w:sz w:val="20"/>
          <w:u w:val="single"/>
          <w:lang w:val="tr-TR"/>
        </w:rPr>
      </w:pPr>
      <w:r w:rsidRPr="004D1FF4">
        <w:rPr>
          <w:rFonts w:ascii="Arial" w:hAnsi="Arial" w:cs="Arial"/>
          <w:b/>
          <w:sz w:val="20"/>
          <w:lang w:val="tr-TR"/>
        </w:rPr>
        <w:t>B</w:t>
      </w:r>
      <w:r w:rsidR="00641272" w:rsidRPr="004D1FF4">
        <w:rPr>
          <w:rFonts w:ascii="Arial" w:hAnsi="Arial" w:cs="Arial"/>
          <w:b/>
          <w:sz w:val="20"/>
          <w:lang w:val="tr-TR"/>
        </w:rPr>
        <w:t>.</w:t>
      </w:r>
      <w:r w:rsidRPr="004D1FF4">
        <w:rPr>
          <w:rFonts w:ascii="Arial" w:hAnsi="Arial" w:cs="Arial"/>
          <w:b/>
          <w:sz w:val="20"/>
          <w:lang w:val="tr-TR"/>
        </w:rPr>
        <w:tab/>
      </w:r>
      <w:r w:rsidR="00045EB8" w:rsidRPr="004D1FF4">
        <w:rPr>
          <w:rFonts w:ascii="Arial" w:hAnsi="Arial" w:cs="Arial"/>
          <w:b/>
          <w:sz w:val="20"/>
          <w:u w:val="single"/>
          <w:lang w:val="tr-TR"/>
        </w:rPr>
        <w:t xml:space="preserve">Kuruluş </w:t>
      </w:r>
      <w:r w:rsidR="00026114" w:rsidRPr="004D1FF4">
        <w:rPr>
          <w:rFonts w:ascii="Arial" w:hAnsi="Arial" w:cs="Arial"/>
          <w:b/>
          <w:sz w:val="20"/>
          <w:u w:val="single"/>
          <w:lang w:val="tr-TR"/>
        </w:rPr>
        <w:t>görevlisiyle kontağınız</w:t>
      </w:r>
    </w:p>
    <w:p w:rsidR="00677765" w:rsidRPr="004D1FF4" w:rsidRDefault="00677765" w:rsidP="00677765">
      <w:pPr>
        <w:ind w:left="720"/>
        <w:rPr>
          <w:rFonts w:ascii="Arial" w:hAnsi="Arial" w:cs="Arial"/>
          <w:sz w:val="20"/>
          <w:lang w:val="tr-TR"/>
        </w:rPr>
      </w:pPr>
    </w:p>
    <w:p w:rsidR="0081036A" w:rsidRPr="0075492A" w:rsidRDefault="00026114" w:rsidP="0081036A">
      <w:pPr>
        <w:ind w:left="284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Aşağıdaki </w:t>
      </w:r>
      <w:r w:rsidR="00F9635E" w:rsidRPr="0075492A">
        <w:rPr>
          <w:rFonts w:ascii="Arial" w:hAnsi="Arial" w:cs="Arial"/>
          <w:sz w:val="20"/>
          <w:lang w:val="tr-TR"/>
        </w:rPr>
        <w:t xml:space="preserve">sorular sizin </w:t>
      </w:r>
      <w:r w:rsidR="00AA05B4" w:rsidRPr="0075492A">
        <w:rPr>
          <w:rFonts w:ascii="Arial" w:hAnsi="Arial" w:cs="Arial"/>
          <w:b/>
          <w:sz w:val="20"/>
          <w:lang w:val="tr-TR"/>
        </w:rPr>
        <w:t>son 6 ay içerisinde e</w:t>
      </w:r>
      <w:r w:rsidRPr="0075492A">
        <w:rPr>
          <w:rFonts w:ascii="Arial" w:hAnsi="Arial" w:cs="Arial"/>
          <w:b/>
          <w:sz w:val="20"/>
          <w:lang w:val="tr-TR"/>
        </w:rPr>
        <w:t>n çok kont</w:t>
      </w:r>
      <w:r w:rsidR="00F9635E" w:rsidRPr="0075492A">
        <w:rPr>
          <w:rFonts w:ascii="Arial" w:hAnsi="Arial" w:cs="Arial"/>
          <w:b/>
          <w:sz w:val="20"/>
          <w:lang w:val="tr-TR"/>
        </w:rPr>
        <w:t>ağınız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F9635E" w:rsidRPr="0075492A">
        <w:rPr>
          <w:rFonts w:ascii="Arial" w:hAnsi="Arial" w:cs="Arial"/>
          <w:b/>
          <w:sz w:val="20"/>
          <w:lang w:val="tr-TR"/>
        </w:rPr>
        <w:t xml:space="preserve">olan </w:t>
      </w:r>
      <w:r w:rsidR="00045EB8">
        <w:rPr>
          <w:rFonts w:ascii="Arial" w:hAnsi="Arial" w:cs="Arial"/>
          <w:b/>
          <w:sz w:val="20"/>
          <w:lang w:val="tr-TR"/>
        </w:rPr>
        <w:t>kuruluş</w:t>
      </w:r>
      <w:r w:rsidR="00E80F57">
        <w:rPr>
          <w:rFonts w:ascii="Arial" w:hAnsi="Arial" w:cs="Arial"/>
          <w:b/>
          <w:sz w:val="20"/>
          <w:lang w:val="tr-TR"/>
        </w:rPr>
        <w:t xml:space="preserve"> </w:t>
      </w:r>
      <w:r w:rsidR="00F9635E" w:rsidRPr="0075492A">
        <w:rPr>
          <w:rFonts w:ascii="Arial" w:hAnsi="Arial" w:cs="Arial"/>
          <w:b/>
          <w:sz w:val="20"/>
          <w:lang w:val="tr-TR"/>
        </w:rPr>
        <w:t>görevli</w:t>
      </w:r>
      <w:r w:rsidR="00E80F57">
        <w:rPr>
          <w:rFonts w:ascii="Arial" w:hAnsi="Arial" w:cs="Arial"/>
          <w:b/>
          <w:sz w:val="20"/>
          <w:lang w:val="tr-TR"/>
        </w:rPr>
        <w:t>si</w:t>
      </w:r>
      <w:r w:rsidR="00F9635E" w:rsidRPr="0075492A">
        <w:rPr>
          <w:rFonts w:ascii="Arial" w:hAnsi="Arial" w:cs="Arial"/>
          <w:sz w:val="20"/>
          <w:lang w:val="tr-TR"/>
        </w:rPr>
        <w:t xml:space="preserve"> ile ilgilidir</w:t>
      </w:r>
      <w:r w:rsidR="00556B9F" w:rsidRPr="0075492A">
        <w:rPr>
          <w:rFonts w:ascii="Arial" w:hAnsi="Arial" w:cs="Arial"/>
          <w:sz w:val="20"/>
          <w:lang w:val="tr-TR"/>
        </w:rPr>
        <w:t>.</w:t>
      </w:r>
      <w:r w:rsidR="0081036A" w:rsidRPr="0075492A">
        <w:rPr>
          <w:rFonts w:ascii="Arial" w:hAnsi="Arial" w:cs="Arial"/>
          <w:sz w:val="20"/>
          <w:lang w:val="tr-TR"/>
        </w:rPr>
        <w:t xml:space="preserve"> </w:t>
      </w:r>
    </w:p>
    <w:p w:rsidR="00030E89" w:rsidRPr="0075492A" w:rsidRDefault="00030E89" w:rsidP="00676A3F">
      <w:pPr>
        <w:rPr>
          <w:rFonts w:ascii="Arial" w:hAnsi="Arial" w:cs="Arial"/>
          <w:sz w:val="20"/>
          <w:lang w:val="tr-TR"/>
        </w:rPr>
      </w:pPr>
    </w:p>
    <w:p w:rsidR="00C40B8D" w:rsidRPr="0075492A" w:rsidRDefault="00623F2C" w:rsidP="00282238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iCs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Bu görevli</w:t>
      </w:r>
      <w:r w:rsidR="00AA05B4"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 xml:space="preserve">size karşı </w:t>
      </w:r>
      <w:r w:rsidRPr="0075492A">
        <w:rPr>
          <w:rFonts w:ascii="Arial" w:hAnsi="Arial" w:cs="Arial"/>
          <w:b/>
          <w:iCs/>
          <w:sz w:val="20"/>
          <w:u w:val="single"/>
          <w:lang w:val="tr-TR"/>
        </w:rPr>
        <w:t>nazik</w:t>
      </w:r>
      <w:r w:rsidR="00AA05B4" w:rsidRPr="0075492A">
        <w:rPr>
          <w:rFonts w:ascii="Arial" w:hAnsi="Arial" w:cs="Arial"/>
          <w:b/>
          <w:iCs/>
          <w:sz w:val="20"/>
          <w:u w:val="single"/>
          <w:lang w:val="tr-TR"/>
        </w:rPr>
        <w:t xml:space="preserve"> mi</w:t>
      </w:r>
      <w:r w:rsidRPr="0075492A">
        <w:rPr>
          <w:rFonts w:ascii="Arial" w:hAnsi="Arial" w:cs="Arial"/>
          <w:b/>
          <w:iCs/>
          <w:sz w:val="20"/>
          <w:lang w:val="tr-TR"/>
        </w:rPr>
        <w:t>?</w:t>
      </w:r>
      <w:r w:rsidR="00030E89" w:rsidRPr="0075492A">
        <w:rPr>
          <w:rFonts w:ascii="Arial" w:hAnsi="Arial" w:cs="Arial"/>
          <w:b/>
          <w:iCs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C40B8D" w:rsidRPr="0075492A" w:rsidRDefault="00C40B8D" w:rsidP="00A10FB9">
      <w:pPr>
        <w:pStyle w:val="Plattetekst"/>
        <w:spacing w:after="0"/>
        <w:ind w:left="567" w:hanging="283"/>
        <w:rPr>
          <w:rFonts w:ascii="Arial" w:hAnsi="Arial" w:cs="Arial"/>
          <w:iCs/>
          <w:sz w:val="20"/>
          <w:lang w:val="tr-TR"/>
        </w:rPr>
      </w:pPr>
    </w:p>
    <w:p w:rsidR="00DC1610" w:rsidRPr="0075492A" w:rsidRDefault="00693E32" w:rsidP="00282238">
      <w:pPr>
        <w:pStyle w:val="Plattetekst"/>
        <w:numPr>
          <w:ilvl w:val="0"/>
          <w:numId w:val="3"/>
        </w:numPr>
        <w:spacing w:after="0"/>
        <w:ind w:left="709" w:right="-212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Görevli sizi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dikkat vererek</w:t>
      </w:r>
    </w:p>
    <w:p w:rsidR="00030E89" w:rsidRPr="0075492A" w:rsidRDefault="00693E32" w:rsidP="00DC1610">
      <w:pPr>
        <w:pStyle w:val="Plattetekst"/>
        <w:spacing w:after="0"/>
        <w:ind w:left="709" w:right="-212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u w:val="single"/>
          <w:lang w:val="tr-TR"/>
        </w:rPr>
        <w:t>dinl</w:t>
      </w:r>
      <w:r w:rsidR="00AA05B4" w:rsidRPr="0075492A">
        <w:rPr>
          <w:rFonts w:ascii="Arial" w:hAnsi="Arial" w:cs="Arial"/>
          <w:b/>
          <w:sz w:val="20"/>
          <w:u w:val="single"/>
          <w:lang w:val="tr-TR"/>
        </w:rPr>
        <w:t>iyor mu</w:t>
      </w:r>
      <w:r w:rsidRPr="0075492A">
        <w:rPr>
          <w:rFonts w:ascii="Arial" w:hAnsi="Arial" w:cs="Arial"/>
          <w:b/>
          <w:sz w:val="20"/>
          <w:lang w:val="tr-TR"/>
        </w:rPr>
        <w:t>?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871A17" w:rsidRPr="0075492A" w:rsidRDefault="00871A17" w:rsidP="00A10FB9">
      <w:pPr>
        <w:pStyle w:val="Plattetekst"/>
        <w:spacing w:after="0"/>
        <w:ind w:left="567" w:hanging="283"/>
        <w:rPr>
          <w:rFonts w:ascii="Arial" w:hAnsi="Arial" w:cs="Arial"/>
          <w:sz w:val="20"/>
          <w:lang w:val="tr-TR"/>
        </w:rPr>
      </w:pPr>
    </w:p>
    <w:p w:rsidR="00DC1610" w:rsidRPr="0075492A" w:rsidRDefault="00693E32" w:rsidP="00282238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Görevli sizin için </w:t>
      </w:r>
      <w:r w:rsidRPr="0075492A">
        <w:rPr>
          <w:rFonts w:ascii="Arial" w:hAnsi="Arial" w:cs="Arial"/>
          <w:b/>
          <w:sz w:val="20"/>
          <w:u w:val="single"/>
          <w:lang w:val="tr-TR"/>
        </w:rPr>
        <w:t>yeterli vakit</w:t>
      </w:r>
      <w:r w:rsidR="00030E89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C40B8D" w:rsidRPr="0075492A" w:rsidRDefault="00693E32" w:rsidP="00DC1610">
      <w:pPr>
        <w:pStyle w:val="Plattetekst"/>
        <w:spacing w:after="0"/>
        <w:ind w:left="709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ayır</w:t>
      </w:r>
      <w:r w:rsidR="00DC1610" w:rsidRPr="0075492A">
        <w:rPr>
          <w:rFonts w:ascii="Arial" w:hAnsi="Arial" w:cs="Arial"/>
          <w:b/>
          <w:sz w:val="20"/>
          <w:lang w:val="tr-TR"/>
        </w:rPr>
        <w:t xml:space="preserve">ıyor mu? 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030E89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623F2C" w:rsidRDefault="00623F2C" w:rsidP="00623F2C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030E89" w:rsidRPr="0075492A" w:rsidRDefault="00693E32" w:rsidP="00282238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Görevli sizi </w:t>
      </w:r>
      <w:r w:rsidRPr="0075492A">
        <w:rPr>
          <w:rFonts w:ascii="Arial" w:hAnsi="Arial" w:cs="Arial"/>
          <w:b/>
          <w:sz w:val="20"/>
          <w:u w:val="single"/>
          <w:lang w:val="tr-TR"/>
        </w:rPr>
        <w:t>ciddiye al</w:t>
      </w:r>
      <w:r w:rsidR="00DC1610" w:rsidRPr="0075492A">
        <w:rPr>
          <w:rFonts w:ascii="Arial" w:hAnsi="Arial" w:cs="Arial"/>
          <w:b/>
          <w:sz w:val="20"/>
          <w:u w:val="single"/>
          <w:lang w:val="tr-TR"/>
        </w:rPr>
        <w:t>ıyor mu</w:t>
      </w:r>
      <w:r w:rsidRPr="0075492A">
        <w:rPr>
          <w:rFonts w:ascii="Arial" w:hAnsi="Arial" w:cs="Arial"/>
          <w:b/>
          <w:sz w:val="20"/>
          <w:lang w:val="tr-TR"/>
        </w:rPr>
        <w:t>?</w:t>
      </w:r>
      <w:r w:rsidR="00030E89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747A18" w:rsidRPr="004D1FF4" w:rsidRDefault="00045EB8" w:rsidP="00F96F81">
      <w:p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br w:type="column"/>
      </w:r>
      <w:r w:rsidR="001F769F" w:rsidRPr="004D1FF4">
        <w:rPr>
          <w:rFonts w:ascii="Arial" w:hAnsi="Arial" w:cs="Arial"/>
          <w:b/>
          <w:sz w:val="20"/>
          <w:lang w:val="tr-TR"/>
        </w:rPr>
        <w:t>C</w:t>
      </w:r>
      <w:r w:rsidR="003148BA" w:rsidRPr="004D1FF4">
        <w:rPr>
          <w:rFonts w:ascii="Arial" w:hAnsi="Arial" w:cs="Arial"/>
          <w:b/>
          <w:sz w:val="20"/>
          <w:lang w:val="tr-TR"/>
        </w:rPr>
        <w:t>.</w:t>
      </w:r>
      <w:r w:rsidR="00EC18F9" w:rsidRPr="004D1FF4">
        <w:rPr>
          <w:rFonts w:ascii="Arial" w:hAnsi="Arial" w:cs="Arial"/>
          <w:b/>
          <w:sz w:val="20"/>
          <w:lang w:val="tr-TR"/>
        </w:rPr>
        <w:tab/>
      </w:r>
      <w:r w:rsidR="00C45FC6" w:rsidRPr="004D1FF4">
        <w:rPr>
          <w:rFonts w:ascii="Arial" w:hAnsi="Arial" w:cs="Arial"/>
          <w:b/>
          <w:sz w:val="20"/>
          <w:u w:val="single"/>
          <w:lang w:val="tr-TR"/>
        </w:rPr>
        <w:t>Kuruluş</w:t>
      </w:r>
      <w:r w:rsidR="0007209D" w:rsidRPr="004D1FF4">
        <w:rPr>
          <w:rFonts w:ascii="Arial" w:hAnsi="Arial" w:cs="Arial"/>
          <w:b/>
          <w:sz w:val="20"/>
          <w:u w:val="single"/>
          <w:lang w:val="tr-TR"/>
        </w:rPr>
        <w:t xml:space="preserve"> tarafından uygun nitelikte </w:t>
      </w:r>
      <w:r w:rsidR="00EC18F9" w:rsidRPr="004D1FF4">
        <w:rPr>
          <w:rFonts w:ascii="Arial" w:hAnsi="Arial" w:cs="Arial"/>
          <w:b/>
          <w:sz w:val="20"/>
          <w:u w:val="single"/>
          <w:lang w:val="tr-TR"/>
        </w:rPr>
        <w:t xml:space="preserve">yardım </w:t>
      </w:r>
      <w:r w:rsidR="0007209D" w:rsidRPr="004D1FF4">
        <w:rPr>
          <w:rFonts w:ascii="Arial" w:hAnsi="Arial" w:cs="Arial"/>
          <w:b/>
          <w:sz w:val="20"/>
          <w:u w:val="single"/>
          <w:lang w:val="tr-TR"/>
        </w:rPr>
        <w:t>sunulması</w:t>
      </w:r>
    </w:p>
    <w:p w:rsidR="00D43BF6" w:rsidRPr="004D1FF4" w:rsidRDefault="00D43BF6" w:rsidP="00F96F81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677765" w:rsidRPr="0075492A" w:rsidRDefault="0007209D" w:rsidP="00DC1610">
      <w:pPr>
        <w:ind w:left="284"/>
        <w:rPr>
          <w:rFonts w:ascii="Arial" w:hAnsi="Arial" w:cs="Arial"/>
          <w:sz w:val="20"/>
          <w:lang w:val="tr-TR"/>
        </w:rPr>
      </w:pPr>
      <w:r w:rsidRPr="004D1FF4">
        <w:rPr>
          <w:rFonts w:ascii="Arial" w:hAnsi="Arial" w:cs="Arial"/>
          <w:sz w:val="20"/>
          <w:lang w:val="tr-TR"/>
        </w:rPr>
        <w:t xml:space="preserve">Aşağıdaki sorular </w:t>
      </w:r>
      <w:r w:rsidR="00C45FC6" w:rsidRPr="004D1FF4">
        <w:rPr>
          <w:rFonts w:ascii="Arial" w:hAnsi="Arial" w:cs="Arial"/>
          <w:b/>
          <w:sz w:val="20"/>
          <w:lang w:val="tr-TR"/>
        </w:rPr>
        <w:t>kuruluş</w:t>
      </w:r>
      <w:r w:rsidRPr="004D1FF4">
        <w:rPr>
          <w:rFonts w:ascii="Arial" w:hAnsi="Arial" w:cs="Arial"/>
          <w:b/>
          <w:sz w:val="20"/>
          <w:lang w:val="tr-TR"/>
        </w:rPr>
        <w:t xml:space="preserve"> tarafından sunulan her türlü rehberlik hizmetleri</w:t>
      </w:r>
      <w:r w:rsidRPr="0075492A">
        <w:rPr>
          <w:rFonts w:ascii="Arial" w:hAnsi="Arial" w:cs="Arial"/>
          <w:b/>
          <w:sz w:val="20"/>
          <w:lang w:val="tr-TR"/>
        </w:rPr>
        <w:t xml:space="preserve"> hakkındadır.</w:t>
      </w:r>
      <w:r w:rsidR="002D532E" w:rsidRPr="0075492A">
        <w:rPr>
          <w:rFonts w:ascii="Arial" w:hAnsi="Arial" w:cs="Arial"/>
          <w:sz w:val="20"/>
          <w:lang w:val="tr-TR"/>
        </w:rPr>
        <w:t xml:space="preserve"> </w:t>
      </w:r>
      <w:r w:rsidR="00DC1610" w:rsidRPr="0075492A">
        <w:rPr>
          <w:rFonts w:ascii="Arial" w:hAnsi="Arial" w:cs="Arial"/>
          <w:b/>
          <w:sz w:val="20"/>
          <w:lang w:val="tr-TR"/>
        </w:rPr>
        <w:t>Son 6 ayı</w:t>
      </w:r>
      <w:r w:rsidR="00DC1610" w:rsidRPr="0075492A">
        <w:rPr>
          <w:rFonts w:ascii="Arial" w:hAnsi="Arial" w:cs="Arial"/>
          <w:sz w:val="20"/>
          <w:lang w:val="tr-TR"/>
        </w:rPr>
        <w:t xml:space="preserve"> dikkate alarak yanıtlayın.</w:t>
      </w:r>
      <w:r w:rsidR="00B56C34">
        <w:rPr>
          <w:rFonts w:ascii="Arial" w:hAnsi="Arial" w:cs="Arial"/>
          <w:sz w:val="20"/>
          <w:lang w:val="tr-TR"/>
        </w:rPr>
        <w:t xml:space="preserve"> R</w:t>
      </w:r>
      <w:r w:rsidR="00B56C34" w:rsidRPr="00B56C34">
        <w:rPr>
          <w:rFonts w:ascii="Arial" w:hAnsi="Arial" w:cs="Arial"/>
          <w:sz w:val="20"/>
          <w:lang w:val="tr-TR"/>
        </w:rPr>
        <w:t>ehberlik hizmetin</w:t>
      </w:r>
      <w:r w:rsidR="00B56C34">
        <w:rPr>
          <w:rFonts w:ascii="Arial" w:hAnsi="Arial" w:cs="Arial"/>
          <w:sz w:val="20"/>
          <w:lang w:val="tr-TR"/>
        </w:rPr>
        <w:t>den yararlandığınız</w:t>
      </w:r>
      <w:r w:rsidR="00B56C34" w:rsidRPr="00B56C34">
        <w:rPr>
          <w:rFonts w:ascii="Arial" w:hAnsi="Arial" w:cs="Arial"/>
          <w:sz w:val="20"/>
          <w:lang w:val="tr-TR"/>
        </w:rPr>
        <w:t xml:space="preserve"> süre </w:t>
      </w:r>
      <w:r w:rsidR="00B56C34" w:rsidRPr="00B56C34">
        <w:rPr>
          <w:rFonts w:ascii="Arial" w:hAnsi="Arial" w:cs="Arial"/>
          <w:b/>
          <w:sz w:val="20"/>
          <w:lang w:val="tr-TR"/>
        </w:rPr>
        <w:t>henüz 6 ay değilse</w:t>
      </w:r>
      <w:r w:rsidR="00B56C34" w:rsidRPr="00B56C34">
        <w:rPr>
          <w:rFonts w:ascii="Arial" w:hAnsi="Arial" w:cs="Arial"/>
          <w:sz w:val="20"/>
          <w:lang w:val="tr-TR"/>
        </w:rPr>
        <w:t xml:space="preserve"> soruyu </w:t>
      </w:r>
      <w:r w:rsidR="00B56C34" w:rsidRPr="00B56C34">
        <w:rPr>
          <w:rFonts w:ascii="Arial" w:hAnsi="Arial" w:cs="Arial"/>
          <w:b/>
          <w:sz w:val="20"/>
          <w:lang w:val="tr-TR"/>
        </w:rPr>
        <w:t>şimdiye kadar ki süreyi dikkate alarak</w:t>
      </w:r>
      <w:r w:rsidR="00B56C34" w:rsidRPr="00B56C34">
        <w:rPr>
          <w:rFonts w:ascii="Arial" w:hAnsi="Arial" w:cs="Arial"/>
          <w:sz w:val="20"/>
          <w:lang w:val="tr-TR"/>
        </w:rPr>
        <w:t xml:space="preserve"> yanıtlayın. </w:t>
      </w:r>
    </w:p>
    <w:p w:rsidR="00DC1610" w:rsidRPr="0075492A" w:rsidRDefault="00DC1610" w:rsidP="00DC1610">
      <w:pPr>
        <w:ind w:left="284"/>
        <w:rPr>
          <w:rFonts w:ascii="Arial" w:hAnsi="Arial" w:cs="Arial"/>
          <w:sz w:val="20"/>
          <w:u w:val="single"/>
          <w:lang w:val="tr-TR"/>
        </w:rPr>
      </w:pPr>
    </w:p>
    <w:p w:rsidR="00F752E5" w:rsidRPr="0075492A" w:rsidRDefault="005C151E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 xml:space="preserve">Görevli </w:t>
      </w:r>
      <w:r w:rsidR="0007209D" w:rsidRPr="0075492A">
        <w:rPr>
          <w:rFonts w:ascii="Arial" w:hAnsi="Arial" w:cs="Arial"/>
          <w:b/>
          <w:sz w:val="20"/>
          <w:lang w:val="tr-TR"/>
        </w:rPr>
        <w:t>hayatınız hakkında</w:t>
      </w:r>
      <w:r w:rsidR="00ED5CC7" w:rsidRPr="0075492A">
        <w:rPr>
          <w:rFonts w:ascii="Arial" w:hAnsi="Arial" w:cs="Arial"/>
          <w:b/>
          <w:sz w:val="20"/>
          <w:u w:val="single"/>
          <w:lang w:val="tr-TR"/>
        </w:rPr>
        <w:t xml:space="preserve"> kararlar</w:t>
      </w:r>
      <w:r>
        <w:rPr>
          <w:rFonts w:ascii="Arial" w:hAnsi="Arial" w:cs="Arial"/>
          <w:b/>
          <w:sz w:val="20"/>
          <w:u w:val="single"/>
          <w:lang w:val="tr-TR"/>
        </w:rPr>
        <w:t>ı</w:t>
      </w:r>
      <w:r w:rsidR="00ED5CC7" w:rsidRPr="0075492A">
        <w:rPr>
          <w:rFonts w:ascii="Arial" w:hAnsi="Arial" w:cs="Arial"/>
          <w:b/>
          <w:sz w:val="20"/>
          <w:u w:val="single"/>
          <w:lang w:val="tr-TR"/>
        </w:rPr>
        <w:t xml:space="preserve"> </w:t>
      </w:r>
      <w:r>
        <w:rPr>
          <w:rFonts w:ascii="Arial" w:hAnsi="Arial" w:cs="Arial"/>
          <w:b/>
          <w:sz w:val="20"/>
          <w:u w:val="single"/>
          <w:lang w:val="tr-TR"/>
        </w:rPr>
        <w:t xml:space="preserve">sizin kendinize </w:t>
      </w:r>
      <w:r w:rsidR="00ED5CC7" w:rsidRPr="0075492A">
        <w:rPr>
          <w:rFonts w:ascii="Arial" w:hAnsi="Arial" w:cs="Arial"/>
          <w:b/>
          <w:sz w:val="20"/>
          <w:u w:val="single"/>
          <w:lang w:val="tr-TR"/>
        </w:rPr>
        <w:t>al</w:t>
      </w:r>
      <w:r>
        <w:rPr>
          <w:rFonts w:ascii="Arial" w:hAnsi="Arial" w:cs="Arial"/>
          <w:b/>
          <w:sz w:val="20"/>
          <w:u w:val="single"/>
          <w:lang w:val="tr-TR"/>
        </w:rPr>
        <w:t xml:space="preserve">dırıyor </w:t>
      </w:r>
      <w:r w:rsidR="00E04CAF" w:rsidRPr="0075492A">
        <w:rPr>
          <w:rFonts w:ascii="Arial" w:hAnsi="Arial" w:cs="Arial"/>
          <w:b/>
          <w:sz w:val="20"/>
          <w:u w:val="single"/>
          <w:lang w:val="tr-TR"/>
        </w:rPr>
        <w:t>mu</w:t>
      </w:r>
      <w:r w:rsidR="00ED5CC7" w:rsidRPr="0075492A">
        <w:rPr>
          <w:rFonts w:ascii="Arial" w:hAnsi="Arial" w:cs="Arial"/>
          <w:b/>
          <w:sz w:val="20"/>
          <w:lang w:val="tr-TR"/>
        </w:rPr>
        <w:t xml:space="preserve">? </w:t>
      </w:r>
      <w:r w:rsidR="00F752E5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2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F752E5" w:rsidRPr="0075492A" w:rsidRDefault="00F752E5" w:rsidP="00F96F8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F752E5" w:rsidRPr="0075492A" w:rsidRDefault="00D018D7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 xml:space="preserve">Görevli </w:t>
      </w:r>
      <w:r w:rsidR="00B152AF" w:rsidRPr="0075492A">
        <w:rPr>
          <w:rFonts w:ascii="Arial" w:hAnsi="Arial" w:cs="Arial"/>
          <w:b/>
          <w:sz w:val="20"/>
          <w:lang w:val="tr-TR"/>
        </w:rPr>
        <w:t xml:space="preserve">sizin </w:t>
      </w:r>
      <w:r w:rsidR="00397283" w:rsidRPr="0075492A">
        <w:rPr>
          <w:rFonts w:ascii="Arial" w:hAnsi="Arial" w:cs="Arial"/>
          <w:b/>
          <w:sz w:val="20"/>
          <w:lang w:val="tr-TR"/>
        </w:rPr>
        <w:t xml:space="preserve">ne </w:t>
      </w:r>
      <w:r w:rsidR="00B152AF" w:rsidRPr="0075492A">
        <w:rPr>
          <w:rFonts w:ascii="Arial" w:hAnsi="Arial" w:cs="Arial"/>
          <w:b/>
          <w:sz w:val="20"/>
          <w:u w:val="single"/>
          <w:lang w:val="tr-TR"/>
        </w:rPr>
        <w:t>istediğiniz</w:t>
      </w:r>
      <w:r>
        <w:rPr>
          <w:rFonts w:ascii="Arial" w:hAnsi="Arial" w:cs="Arial"/>
          <w:b/>
          <w:sz w:val="20"/>
          <w:u w:val="single"/>
          <w:lang w:val="tr-TR"/>
        </w:rPr>
        <w:t>i</w:t>
      </w:r>
      <w:r w:rsidR="00B152AF" w:rsidRPr="0075492A">
        <w:rPr>
          <w:rFonts w:ascii="Arial" w:hAnsi="Arial" w:cs="Arial"/>
          <w:b/>
          <w:sz w:val="20"/>
          <w:u w:val="single"/>
          <w:lang w:val="tr-TR"/>
        </w:rPr>
        <w:t xml:space="preserve"> hesaba kat</w:t>
      </w:r>
      <w:r w:rsidR="00E04CAF" w:rsidRPr="0075492A">
        <w:rPr>
          <w:rFonts w:ascii="Arial" w:hAnsi="Arial" w:cs="Arial"/>
          <w:b/>
          <w:sz w:val="20"/>
          <w:u w:val="single"/>
          <w:lang w:val="tr-TR"/>
        </w:rPr>
        <w:t>ıyor mu</w:t>
      </w:r>
      <w:r w:rsidR="00B152AF" w:rsidRPr="0075492A">
        <w:rPr>
          <w:rFonts w:ascii="Arial" w:hAnsi="Arial" w:cs="Arial"/>
          <w:b/>
          <w:sz w:val="20"/>
          <w:lang w:val="tr-TR"/>
        </w:rPr>
        <w:t xml:space="preserve">? </w:t>
      </w:r>
    </w:p>
    <w:p w:rsidR="00060DB3" w:rsidRPr="0075492A" w:rsidRDefault="00060DB3" w:rsidP="009228C1">
      <w:pPr>
        <w:pStyle w:val="Plattetekst"/>
        <w:numPr>
          <w:ilvl w:val="0"/>
          <w:numId w:val="2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F752E5" w:rsidRPr="0075492A" w:rsidRDefault="00F752E5" w:rsidP="00F96F81">
      <w:pPr>
        <w:ind w:left="709" w:hanging="425"/>
        <w:rPr>
          <w:rFonts w:ascii="Arial" w:hAnsi="Arial" w:cs="Arial"/>
          <w:sz w:val="20"/>
          <w:u w:val="single"/>
          <w:lang w:val="tr-TR"/>
        </w:rPr>
      </w:pPr>
    </w:p>
    <w:p w:rsidR="00030815" w:rsidRPr="0075492A" w:rsidRDefault="00D14951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Gerek duyduğunuz kadar</w:t>
      </w:r>
      <w:r w:rsidR="00404EBD">
        <w:rPr>
          <w:rFonts w:ascii="Arial" w:hAnsi="Arial" w:cs="Arial"/>
          <w:b/>
          <w:sz w:val="20"/>
          <w:lang w:val="tr-TR"/>
        </w:rPr>
        <w:t xml:space="preserve"> </w:t>
      </w:r>
      <w:r w:rsidR="00404EBD">
        <w:rPr>
          <w:rFonts w:ascii="Arial" w:hAnsi="Arial" w:cs="Arial"/>
          <w:b/>
          <w:sz w:val="20"/>
          <w:u w:val="single"/>
          <w:lang w:val="tr-TR"/>
        </w:rPr>
        <w:t>yardım</w:t>
      </w:r>
      <w:r w:rsidRPr="0075492A">
        <w:rPr>
          <w:rFonts w:ascii="Arial" w:hAnsi="Arial" w:cs="Arial"/>
          <w:b/>
          <w:sz w:val="20"/>
          <w:lang w:val="tr-TR"/>
        </w:rPr>
        <w:t xml:space="preserve"> yapıl</w:t>
      </w:r>
      <w:r w:rsidR="00E04CAF" w:rsidRPr="0075492A">
        <w:rPr>
          <w:rFonts w:ascii="Arial" w:hAnsi="Arial" w:cs="Arial"/>
          <w:b/>
          <w:sz w:val="20"/>
          <w:lang w:val="tr-TR"/>
        </w:rPr>
        <w:t>ıyor mu?</w:t>
      </w:r>
      <w:r w:rsidR="0062536F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2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0B0FF3" w:rsidRPr="0075492A" w:rsidRDefault="000B0FF3" w:rsidP="00F96F81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A01AEE" w:rsidRPr="0075492A" w:rsidRDefault="00D14951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Gerek duyduğunuz </w:t>
      </w:r>
      <w:r w:rsidR="00982BB5">
        <w:rPr>
          <w:rFonts w:ascii="Arial" w:hAnsi="Arial" w:cs="Arial"/>
          <w:b/>
          <w:sz w:val="20"/>
          <w:u w:val="single"/>
          <w:lang w:val="tr-TR"/>
        </w:rPr>
        <w:t>hızda</w:t>
      </w:r>
      <w:r w:rsidRPr="0075492A">
        <w:rPr>
          <w:rFonts w:ascii="Arial" w:hAnsi="Arial" w:cs="Arial"/>
          <w:b/>
          <w:sz w:val="20"/>
          <w:u w:val="single"/>
          <w:lang w:val="tr-TR"/>
        </w:rPr>
        <w:t xml:space="preserve"> yardım sunul</w:t>
      </w:r>
      <w:r w:rsidR="00E04CAF" w:rsidRPr="0075492A">
        <w:rPr>
          <w:rFonts w:ascii="Arial" w:hAnsi="Arial" w:cs="Arial"/>
          <w:b/>
          <w:sz w:val="20"/>
          <w:u w:val="single"/>
          <w:lang w:val="tr-TR"/>
        </w:rPr>
        <w:t>uyor mu</w:t>
      </w:r>
      <w:r w:rsidRPr="0075492A">
        <w:rPr>
          <w:rFonts w:ascii="Arial" w:hAnsi="Arial" w:cs="Arial"/>
          <w:b/>
          <w:sz w:val="20"/>
          <w:lang w:val="tr-TR"/>
        </w:rPr>
        <w:t>?</w:t>
      </w:r>
    </w:p>
    <w:p w:rsidR="00060DB3" w:rsidRPr="0075492A" w:rsidRDefault="00060DB3" w:rsidP="009228C1">
      <w:pPr>
        <w:pStyle w:val="Plattetekst"/>
        <w:numPr>
          <w:ilvl w:val="0"/>
          <w:numId w:val="2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A01AEE" w:rsidRPr="0075492A" w:rsidRDefault="00A01AEE" w:rsidP="00F96F8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0B0FF3" w:rsidRPr="0075492A" w:rsidRDefault="00EB46DF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Yardıma </w:t>
      </w:r>
      <w:r w:rsidRPr="0075492A">
        <w:rPr>
          <w:rFonts w:ascii="Arial" w:hAnsi="Arial" w:cs="Arial"/>
          <w:b/>
          <w:sz w:val="20"/>
          <w:u w:val="single"/>
          <w:lang w:val="tr-TR"/>
        </w:rPr>
        <w:t>ihtiyacınız</w:t>
      </w:r>
      <w:r w:rsidRPr="0075492A">
        <w:rPr>
          <w:rFonts w:ascii="Arial" w:hAnsi="Arial" w:cs="Arial"/>
          <w:b/>
          <w:sz w:val="20"/>
          <w:lang w:val="tr-TR"/>
        </w:rPr>
        <w:t xml:space="preserve"> olduğu anda </w:t>
      </w:r>
      <w:r w:rsidR="00D018D7">
        <w:rPr>
          <w:rFonts w:ascii="Arial" w:hAnsi="Arial" w:cs="Arial"/>
          <w:b/>
          <w:sz w:val="20"/>
          <w:u w:val="single"/>
          <w:lang w:val="tr-TR"/>
        </w:rPr>
        <w:t>görevliy</w:t>
      </w:r>
      <w:r w:rsidR="006C3C0C">
        <w:rPr>
          <w:rFonts w:ascii="Arial" w:hAnsi="Arial" w:cs="Arial"/>
          <w:b/>
          <w:sz w:val="20"/>
          <w:u w:val="single"/>
          <w:lang w:val="tr-TR"/>
        </w:rPr>
        <w:t xml:space="preserve">e </w:t>
      </w:r>
      <w:r w:rsidR="00D155B6" w:rsidRPr="0075492A">
        <w:rPr>
          <w:rFonts w:ascii="Arial" w:hAnsi="Arial" w:cs="Arial"/>
          <w:b/>
          <w:sz w:val="20"/>
          <w:u w:val="single"/>
          <w:lang w:val="tr-TR"/>
        </w:rPr>
        <w:t>ulaşabil</w:t>
      </w:r>
      <w:r w:rsidR="00E04CAF" w:rsidRPr="0075492A">
        <w:rPr>
          <w:rFonts w:ascii="Arial" w:hAnsi="Arial" w:cs="Arial"/>
          <w:b/>
          <w:sz w:val="20"/>
          <w:u w:val="single"/>
          <w:lang w:val="tr-TR"/>
        </w:rPr>
        <w:t>iyor musunuz</w:t>
      </w:r>
      <w:r w:rsidR="00D155B6" w:rsidRPr="0075492A">
        <w:rPr>
          <w:rFonts w:ascii="Arial" w:hAnsi="Arial" w:cs="Arial"/>
          <w:b/>
          <w:sz w:val="20"/>
          <w:lang w:val="tr-TR"/>
        </w:rPr>
        <w:t>?</w:t>
      </w:r>
    </w:p>
    <w:p w:rsidR="00060DB3" w:rsidRPr="0075492A" w:rsidRDefault="00060DB3" w:rsidP="009228C1">
      <w:pPr>
        <w:pStyle w:val="Plattetekst"/>
        <w:numPr>
          <w:ilvl w:val="0"/>
          <w:numId w:val="2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3B6C5B" w:rsidRPr="0075492A" w:rsidRDefault="003B6C5B" w:rsidP="00F96F8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A36285" w:rsidRPr="0075492A" w:rsidRDefault="00404EBD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u w:val="single"/>
          <w:lang w:val="tr-TR"/>
        </w:rPr>
        <w:t>E</w:t>
      </w:r>
      <w:r w:rsidR="006335BE" w:rsidRPr="0075492A">
        <w:rPr>
          <w:rFonts w:ascii="Arial" w:hAnsi="Arial" w:cs="Arial"/>
          <w:b/>
          <w:sz w:val="20"/>
          <w:u w:val="single"/>
          <w:lang w:val="tr-TR"/>
        </w:rPr>
        <w:t>mniyetiniz</w:t>
      </w:r>
      <w:r>
        <w:rPr>
          <w:rFonts w:ascii="Arial" w:hAnsi="Arial" w:cs="Arial"/>
          <w:b/>
          <w:sz w:val="20"/>
          <w:lang w:val="tr-TR"/>
        </w:rPr>
        <w:t xml:space="preserve">  konusunda </w:t>
      </w:r>
      <w:r w:rsidR="001B1A18">
        <w:rPr>
          <w:rFonts w:ascii="Arial" w:hAnsi="Arial" w:cs="Arial"/>
          <w:b/>
          <w:sz w:val="20"/>
          <w:u w:val="single"/>
          <w:lang w:val="tr-TR"/>
        </w:rPr>
        <w:t>tavsiye</w:t>
      </w:r>
    </w:p>
    <w:p w:rsidR="001B1A18" w:rsidRPr="001B1A18" w:rsidRDefault="001B1A18" w:rsidP="001B1A18">
      <w:pPr>
        <w:pStyle w:val="Plattetekst"/>
        <w:tabs>
          <w:tab w:val="clear" w:pos="1109"/>
          <w:tab w:val="left" w:pos="1134"/>
        </w:tabs>
        <w:spacing w:after="0"/>
        <w:ind w:left="709"/>
        <w:rPr>
          <w:rFonts w:ascii="Arial" w:hAnsi="Arial" w:cs="Arial"/>
          <w:b/>
          <w:iCs/>
          <w:sz w:val="20"/>
          <w:lang w:val="tr-TR"/>
        </w:rPr>
      </w:pPr>
      <w:r>
        <w:rPr>
          <w:rFonts w:ascii="Arial" w:hAnsi="Arial" w:cs="Arial"/>
          <w:b/>
          <w:iCs/>
          <w:sz w:val="20"/>
          <w:lang w:val="tr-TR"/>
        </w:rPr>
        <w:t>veriliyor mu?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Default="00060DB3" w:rsidP="009228C1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1B1A18" w:rsidRPr="0075492A" w:rsidRDefault="001B1A18" w:rsidP="00E04CAF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1E0D2C" w:rsidRPr="00D018D7" w:rsidRDefault="00D018D7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>S</w:t>
      </w:r>
      <w:r w:rsidRPr="00D018D7">
        <w:rPr>
          <w:rFonts w:ascii="Arial" w:hAnsi="Arial" w:cs="Arial"/>
          <w:b/>
          <w:sz w:val="20"/>
          <w:lang w:val="tr-TR"/>
        </w:rPr>
        <w:t>ize</w:t>
      </w:r>
      <w:r w:rsidR="00B776F2">
        <w:rPr>
          <w:rFonts w:ascii="Arial" w:hAnsi="Arial" w:cs="Arial"/>
          <w:b/>
          <w:sz w:val="20"/>
          <w:lang w:val="tr-TR"/>
        </w:rPr>
        <w:t xml:space="preserve"> sunulacak</w:t>
      </w:r>
      <w:r w:rsidRPr="00D018D7">
        <w:rPr>
          <w:rFonts w:ascii="Arial" w:hAnsi="Arial" w:cs="Arial"/>
          <w:b/>
          <w:sz w:val="20"/>
          <w:lang w:val="tr-TR"/>
        </w:rPr>
        <w:t xml:space="preserve"> </w:t>
      </w:r>
      <w:r>
        <w:rPr>
          <w:rFonts w:ascii="Arial" w:hAnsi="Arial" w:cs="Arial"/>
          <w:b/>
          <w:sz w:val="20"/>
          <w:u w:val="single"/>
          <w:lang w:val="tr-TR"/>
        </w:rPr>
        <w:t xml:space="preserve">rehberlik </w:t>
      </w:r>
      <w:r>
        <w:rPr>
          <w:rFonts w:ascii="Arial" w:hAnsi="Arial" w:cs="Arial"/>
          <w:b/>
          <w:sz w:val="20"/>
          <w:lang w:val="tr-TR"/>
        </w:rPr>
        <w:t xml:space="preserve">ile ilgili sizinle anlaşmalar yapıldı </w:t>
      </w:r>
      <w:r w:rsidR="005C14C5" w:rsidRPr="00D018D7">
        <w:rPr>
          <w:rFonts w:ascii="Arial" w:hAnsi="Arial" w:cs="Arial"/>
          <w:b/>
          <w:sz w:val="20"/>
          <w:lang w:val="tr-TR"/>
        </w:rPr>
        <w:t xml:space="preserve">mı? </w:t>
      </w:r>
    </w:p>
    <w:p w:rsidR="00060DB3" w:rsidRPr="0075492A" w:rsidRDefault="00060DB3" w:rsidP="009228C1">
      <w:pPr>
        <w:numPr>
          <w:ilvl w:val="0"/>
          <w:numId w:val="29"/>
        </w:numPr>
        <w:rPr>
          <w:rFonts w:ascii="Arial" w:hAnsi="Arial" w:cs="Arial"/>
          <w:iCs/>
          <w:sz w:val="20"/>
          <w:lang w:val="tr-TR"/>
        </w:rPr>
      </w:pPr>
      <w:r>
        <w:rPr>
          <w:rFonts w:ascii="Arial" w:hAnsi="Arial" w:cs="Arial"/>
          <w:iCs/>
          <w:sz w:val="20"/>
          <w:lang w:val="tr-TR"/>
        </w:rPr>
        <w:t>Evet</w:t>
      </w:r>
    </w:p>
    <w:p w:rsidR="00060DB3" w:rsidRDefault="00060DB3" w:rsidP="009228C1">
      <w:pPr>
        <w:numPr>
          <w:ilvl w:val="0"/>
          <w:numId w:val="29"/>
        </w:numPr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Hayir</w:t>
      </w:r>
    </w:p>
    <w:p w:rsidR="004D1FF4" w:rsidRDefault="004D1FF4" w:rsidP="001B1A18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D559F2" w:rsidRDefault="00D559F2" w:rsidP="001B1A18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0B4872" w:rsidRPr="0075492A" w:rsidRDefault="000C38DD" w:rsidP="00282238">
      <w:pPr>
        <w:numPr>
          <w:ilvl w:val="0"/>
          <w:numId w:val="3"/>
        </w:numPr>
        <w:ind w:left="709" w:right="-71" w:hanging="425"/>
        <w:rPr>
          <w:rFonts w:ascii="Arial" w:hAnsi="Arial" w:cs="Arial"/>
          <w:b/>
          <w:sz w:val="19"/>
          <w:szCs w:val="19"/>
          <w:lang w:val="tr-TR"/>
        </w:rPr>
      </w:pPr>
      <w:r w:rsidRPr="0075492A">
        <w:rPr>
          <w:rFonts w:ascii="Arial" w:hAnsi="Arial" w:cs="Arial"/>
          <w:b/>
          <w:sz w:val="19"/>
          <w:szCs w:val="19"/>
          <w:lang w:val="tr-TR"/>
        </w:rPr>
        <w:t xml:space="preserve">Görevli </w:t>
      </w:r>
      <w:r w:rsidRPr="0075492A">
        <w:rPr>
          <w:rFonts w:ascii="Arial" w:hAnsi="Arial" w:cs="Arial"/>
          <w:b/>
          <w:sz w:val="19"/>
          <w:szCs w:val="19"/>
          <w:u w:val="single"/>
          <w:lang w:val="tr-TR"/>
        </w:rPr>
        <w:t xml:space="preserve">yararlandığınız </w:t>
      </w:r>
      <w:r w:rsidR="00B776F2">
        <w:rPr>
          <w:rFonts w:ascii="Arial" w:hAnsi="Arial" w:cs="Arial"/>
          <w:b/>
          <w:sz w:val="19"/>
          <w:szCs w:val="19"/>
          <w:u w:val="single"/>
          <w:lang w:val="tr-TR"/>
        </w:rPr>
        <w:t xml:space="preserve">yardım </w:t>
      </w:r>
      <w:r w:rsidRPr="0075492A">
        <w:rPr>
          <w:rFonts w:ascii="Arial" w:hAnsi="Arial" w:cs="Arial"/>
          <w:b/>
          <w:sz w:val="19"/>
          <w:szCs w:val="19"/>
          <w:u w:val="single"/>
          <w:lang w:val="tr-TR"/>
        </w:rPr>
        <w:t>hizmetinin</w:t>
      </w:r>
      <w:r w:rsidRPr="0075492A">
        <w:rPr>
          <w:rFonts w:ascii="Arial" w:hAnsi="Arial" w:cs="Arial"/>
          <w:b/>
          <w:sz w:val="19"/>
          <w:szCs w:val="19"/>
          <w:lang w:val="tr-TR"/>
        </w:rPr>
        <w:t xml:space="preserve"> halen size </w:t>
      </w:r>
      <w:r w:rsidRPr="0075492A">
        <w:rPr>
          <w:rFonts w:ascii="Arial" w:hAnsi="Arial" w:cs="Arial"/>
          <w:b/>
          <w:sz w:val="19"/>
          <w:szCs w:val="19"/>
          <w:u w:val="single"/>
          <w:lang w:val="tr-TR"/>
        </w:rPr>
        <w:t>uygun</w:t>
      </w:r>
      <w:r w:rsidRPr="0075492A">
        <w:rPr>
          <w:rFonts w:ascii="Arial" w:hAnsi="Arial" w:cs="Arial"/>
          <w:b/>
          <w:sz w:val="19"/>
          <w:szCs w:val="19"/>
          <w:lang w:val="tr-TR"/>
        </w:rPr>
        <w:t xml:space="preserve"> olup olmadığını </w:t>
      </w:r>
      <w:r w:rsidRPr="0075492A">
        <w:rPr>
          <w:rFonts w:ascii="Arial" w:hAnsi="Arial" w:cs="Arial"/>
          <w:b/>
          <w:sz w:val="19"/>
          <w:szCs w:val="19"/>
          <w:u w:val="single"/>
          <w:lang w:val="tr-TR"/>
        </w:rPr>
        <w:t>sizinle görüş</w:t>
      </w:r>
      <w:r w:rsidR="005C14C5" w:rsidRPr="0075492A">
        <w:rPr>
          <w:rFonts w:ascii="Arial" w:hAnsi="Arial" w:cs="Arial"/>
          <w:b/>
          <w:sz w:val="19"/>
          <w:szCs w:val="19"/>
          <w:u w:val="single"/>
          <w:lang w:val="tr-TR"/>
        </w:rPr>
        <w:t>üyor m</w:t>
      </w:r>
      <w:r w:rsidR="00B776F2">
        <w:rPr>
          <w:rFonts w:ascii="Arial" w:hAnsi="Arial" w:cs="Arial"/>
          <w:b/>
          <w:sz w:val="19"/>
          <w:szCs w:val="19"/>
          <w:u w:val="single"/>
          <w:lang w:val="tr-TR"/>
        </w:rPr>
        <w:t>u</w:t>
      </w:r>
      <w:r w:rsidRPr="0075492A">
        <w:rPr>
          <w:rFonts w:ascii="Arial" w:hAnsi="Arial" w:cs="Arial"/>
          <w:b/>
          <w:sz w:val="19"/>
          <w:szCs w:val="19"/>
          <w:lang w:val="tr-TR"/>
        </w:rPr>
        <w:t>?</w:t>
      </w:r>
    </w:p>
    <w:p w:rsidR="00060DB3" w:rsidRPr="0075492A" w:rsidRDefault="00060DB3" w:rsidP="009228C1">
      <w:pPr>
        <w:pStyle w:val="Plattetekst"/>
        <w:numPr>
          <w:ilvl w:val="0"/>
          <w:numId w:val="3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3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3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3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483905" w:rsidRPr="0075492A" w:rsidRDefault="00483905" w:rsidP="00F96F8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88174B" w:rsidRPr="0075492A" w:rsidRDefault="000C38DD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Size </w:t>
      </w:r>
      <w:r w:rsidRPr="0075492A">
        <w:rPr>
          <w:rFonts w:ascii="Arial" w:hAnsi="Arial" w:cs="Arial"/>
          <w:b/>
          <w:sz w:val="20"/>
          <w:u w:val="single"/>
          <w:lang w:val="tr-TR"/>
        </w:rPr>
        <w:t>gereken bilgi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u w:val="single"/>
          <w:lang w:val="tr-TR"/>
        </w:rPr>
        <w:t>veril</w:t>
      </w:r>
      <w:r w:rsidR="00AE2845" w:rsidRPr="0075492A">
        <w:rPr>
          <w:rFonts w:ascii="Arial" w:hAnsi="Arial" w:cs="Arial"/>
          <w:b/>
          <w:sz w:val="20"/>
          <w:u w:val="single"/>
          <w:lang w:val="tr-TR"/>
        </w:rPr>
        <w:t>iyor mu</w:t>
      </w:r>
      <w:r w:rsidRPr="0075492A">
        <w:rPr>
          <w:rFonts w:ascii="Arial" w:hAnsi="Arial" w:cs="Arial"/>
          <w:b/>
          <w:sz w:val="20"/>
          <w:lang w:val="tr-TR"/>
        </w:rPr>
        <w:t>?</w:t>
      </w:r>
      <w:r w:rsidR="0088174B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3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3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3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3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1B4AFE" w:rsidRPr="0075492A" w:rsidRDefault="001B4AFE" w:rsidP="00A10FB9">
      <w:pPr>
        <w:ind w:left="567" w:hanging="283"/>
        <w:rPr>
          <w:rFonts w:ascii="Arial" w:hAnsi="Arial" w:cs="Arial"/>
          <w:sz w:val="20"/>
          <w:lang w:val="tr-TR"/>
        </w:rPr>
      </w:pPr>
    </w:p>
    <w:p w:rsidR="001B4AFE" w:rsidRPr="0075492A" w:rsidRDefault="007C6DD2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Bilgi </w:t>
      </w:r>
      <w:r w:rsidR="002A65DE" w:rsidRPr="0075492A">
        <w:rPr>
          <w:rFonts w:ascii="Arial" w:hAnsi="Arial" w:cs="Arial"/>
          <w:b/>
          <w:sz w:val="20"/>
          <w:u w:val="single"/>
          <w:lang w:val="tr-TR"/>
        </w:rPr>
        <w:t>doğru anda</w:t>
      </w:r>
      <w:r w:rsidRPr="0075492A">
        <w:rPr>
          <w:rFonts w:ascii="Arial" w:hAnsi="Arial" w:cs="Arial"/>
          <w:b/>
          <w:sz w:val="20"/>
          <w:lang w:val="tr-TR"/>
        </w:rPr>
        <w:t xml:space="preserve"> veril</w:t>
      </w:r>
      <w:r w:rsidR="00AE2845" w:rsidRPr="0075492A">
        <w:rPr>
          <w:rFonts w:ascii="Arial" w:hAnsi="Arial" w:cs="Arial"/>
          <w:b/>
          <w:sz w:val="20"/>
          <w:lang w:val="tr-TR"/>
        </w:rPr>
        <w:t>iyor mu?</w:t>
      </w:r>
      <w:r w:rsidR="006C3E3B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3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3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3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3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1B4AFE" w:rsidRPr="0075492A" w:rsidRDefault="001B4AFE" w:rsidP="00F96F81">
      <w:pPr>
        <w:ind w:left="709" w:hanging="425"/>
        <w:rPr>
          <w:rFonts w:ascii="Arial" w:hAnsi="Arial" w:cs="Arial"/>
          <w:sz w:val="20"/>
          <w:lang w:val="tr-TR"/>
        </w:rPr>
      </w:pPr>
    </w:p>
    <w:p w:rsidR="000633CE" w:rsidRPr="0075492A" w:rsidRDefault="002A65DE" w:rsidP="00282238">
      <w:pPr>
        <w:pStyle w:val="Plattetekst2"/>
        <w:numPr>
          <w:ilvl w:val="0"/>
          <w:numId w:val="3"/>
        </w:numPr>
        <w:shd w:val="clear" w:color="auto" w:fill="FFFFFF"/>
        <w:ind w:left="709" w:hanging="425"/>
        <w:rPr>
          <w:rFonts w:ascii="Arial" w:hAnsi="Arial" w:cs="Arial"/>
          <w:b/>
          <w:color w:val="auto"/>
          <w:sz w:val="20"/>
          <w:szCs w:val="20"/>
          <w:lang w:val="tr-TR"/>
        </w:rPr>
      </w:pPr>
      <w:r w:rsidRPr="0075492A">
        <w:rPr>
          <w:rFonts w:ascii="Arial" w:hAnsi="Arial" w:cs="Arial"/>
          <w:b/>
          <w:color w:val="auto"/>
          <w:sz w:val="20"/>
          <w:lang w:val="tr-TR"/>
        </w:rPr>
        <w:t xml:space="preserve">Görevli size </w:t>
      </w:r>
      <w:r w:rsidR="00554A82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net anlayabileceğiniz bir biçimde</w:t>
      </w:r>
      <w:r w:rsidR="00E86A9C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 </w:t>
      </w:r>
      <w:r w:rsidR="00554A82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bilgi </w:t>
      </w:r>
      <w:r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>ver</w:t>
      </w:r>
      <w:r w:rsidR="00AE2845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>iyor m</w:t>
      </w:r>
      <w:r w:rsidR="00B776F2">
        <w:rPr>
          <w:rFonts w:ascii="Arial" w:hAnsi="Arial" w:cs="Arial"/>
          <w:b/>
          <w:color w:val="auto"/>
          <w:sz w:val="20"/>
          <w:szCs w:val="20"/>
          <w:lang w:val="tr-TR"/>
        </w:rPr>
        <w:t>u</w:t>
      </w:r>
      <w:r w:rsidR="00AE2845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>?</w:t>
      </w:r>
      <w:r w:rsidR="00775FBA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 </w:t>
      </w:r>
      <w:r w:rsidR="000633CE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3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3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3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3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81036A" w:rsidRPr="0075492A" w:rsidRDefault="0081036A" w:rsidP="00F96F81">
      <w:pPr>
        <w:ind w:left="709" w:hanging="425"/>
        <w:rPr>
          <w:rFonts w:ascii="Arial" w:hAnsi="Arial" w:cs="Arial"/>
          <w:sz w:val="20"/>
          <w:lang w:val="tr-TR"/>
        </w:rPr>
      </w:pPr>
    </w:p>
    <w:p w:rsidR="004D115C" w:rsidRPr="0075492A" w:rsidRDefault="00C45FC6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>Kuruluş</w:t>
      </w:r>
      <w:r w:rsidR="00CE5BC3" w:rsidRPr="0075492A">
        <w:rPr>
          <w:rFonts w:ascii="Arial" w:hAnsi="Arial" w:cs="Arial"/>
          <w:b/>
          <w:sz w:val="20"/>
          <w:lang w:val="tr-TR"/>
        </w:rPr>
        <w:t>l</w:t>
      </w:r>
      <w:r w:rsidR="008C4DAE">
        <w:rPr>
          <w:rFonts w:ascii="Arial" w:hAnsi="Arial" w:cs="Arial"/>
          <w:b/>
          <w:sz w:val="20"/>
          <w:lang w:val="tr-TR"/>
        </w:rPr>
        <w:t>a</w:t>
      </w:r>
      <w:r w:rsidR="00CE5BC3" w:rsidRPr="0075492A">
        <w:rPr>
          <w:rFonts w:ascii="Arial" w:hAnsi="Arial" w:cs="Arial"/>
          <w:b/>
          <w:sz w:val="20"/>
          <w:lang w:val="tr-TR"/>
        </w:rPr>
        <w:t xml:space="preserve"> veya görevli</w:t>
      </w:r>
      <w:r w:rsidR="00A441A3" w:rsidRPr="0075492A">
        <w:rPr>
          <w:rFonts w:ascii="Arial" w:hAnsi="Arial" w:cs="Arial"/>
          <w:b/>
          <w:sz w:val="20"/>
          <w:lang w:val="tr-TR"/>
        </w:rPr>
        <w:t xml:space="preserve">yle ilgili </w:t>
      </w:r>
      <w:r w:rsidR="00CE5BC3" w:rsidRPr="0075492A">
        <w:rPr>
          <w:rFonts w:ascii="Arial" w:hAnsi="Arial" w:cs="Arial"/>
          <w:b/>
          <w:sz w:val="20"/>
          <w:u w:val="single"/>
          <w:lang w:val="tr-TR"/>
        </w:rPr>
        <w:t>bir şikayetiniz</w:t>
      </w:r>
      <w:r w:rsidR="00CE5BC3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A441A3" w:rsidRPr="0075492A">
        <w:rPr>
          <w:rFonts w:ascii="Arial" w:hAnsi="Arial" w:cs="Arial"/>
          <w:b/>
          <w:sz w:val="20"/>
          <w:lang w:val="tr-TR"/>
        </w:rPr>
        <w:t>varsa</w:t>
      </w:r>
      <w:r w:rsidR="00CE5BC3" w:rsidRPr="0075492A">
        <w:rPr>
          <w:rFonts w:ascii="Arial" w:hAnsi="Arial" w:cs="Arial"/>
          <w:b/>
          <w:sz w:val="20"/>
          <w:lang w:val="tr-TR"/>
        </w:rPr>
        <w:t xml:space="preserve"> buna karşı </w:t>
      </w:r>
      <w:r w:rsidR="00CE5BC3" w:rsidRPr="0075492A">
        <w:rPr>
          <w:rFonts w:ascii="Arial" w:hAnsi="Arial" w:cs="Arial"/>
          <w:b/>
          <w:sz w:val="20"/>
          <w:u w:val="single"/>
          <w:lang w:val="tr-TR"/>
        </w:rPr>
        <w:t>ne yap</w:t>
      </w:r>
      <w:r w:rsidR="00A441A3" w:rsidRPr="0075492A">
        <w:rPr>
          <w:rFonts w:ascii="Arial" w:hAnsi="Arial" w:cs="Arial"/>
          <w:b/>
          <w:sz w:val="20"/>
          <w:u w:val="single"/>
          <w:lang w:val="tr-TR"/>
        </w:rPr>
        <w:t>abileceğinizi</w:t>
      </w:r>
      <w:r w:rsidR="00CE5BC3" w:rsidRPr="0075492A">
        <w:rPr>
          <w:rFonts w:ascii="Arial" w:hAnsi="Arial" w:cs="Arial"/>
          <w:b/>
          <w:sz w:val="20"/>
          <w:lang w:val="tr-TR"/>
        </w:rPr>
        <w:t xml:space="preserve"> bil</w:t>
      </w:r>
      <w:r w:rsidR="00AE2845" w:rsidRPr="0075492A">
        <w:rPr>
          <w:rFonts w:ascii="Arial" w:hAnsi="Arial" w:cs="Arial"/>
          <w:b/>
          <w:sz w:val="20"/>
          <w:lang w:val="tr-TR"/>
        </w:rPr>
        <w:t>iyor musunuz?</w:t>
      </w:r>
      <w:r w:rsidR="004D115C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numPr>
          <w:ilvl w:val="0"/>
          <w:numId w:val="34"/>
        </w:numPr>
        <w:rPr>
          <w:rFonts w:ascii="Arial" w:hAnsi="Arial" w:cs="Arial"/>
          <w:iCs/>
          <w:sz w:val="20"/>
          <w:lang w:val="tr-TR"/>
        </w:rPr>
      </w:pPr>
      <w:r>
        <w:rPr>
          <w:rFonts w:ascii="Arial" w:hAnsi="Arial" w:cs="Arial"/>
          <w:iCs/>
          <w:sz w:val="20"/>
          <w:lang w:val="tr-TR"/>
        </w:rPr>
        <w:t>Evet</w:t>
      </w:r>
    </w:p>
    <w:p w:rsidR="00060DB3" w:rsidRDefault="00060DB3" w:rsidP="009228C1">
      <w:pPr>
        <w:numPr>
          <w:ilvl w:val="0"/>
          <w:numId w:val="34"/>
        </w:numPr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Hayir</w:t>
      </w:r>
    </w:p>
    <w:p w:rsidR="004D115C" w:rsidRPr="0075492A" w:rsidRDefault="004D115C" w:rsidP="00F96F81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CE2C51" w:rsidRPr="0075492A" w:rsidRDefault="00CE2C51" w:rsidP="00282238">
      <w:pPr>
        <w:pStyle w:val="Plattetekst2"/>
        <w:numPr>
          <w:ilvl w:val="0"/>
          <w:numId w:val="3"/>
        </w:numPr>
        <w:shd w:val="clear" w:color="auto" w:fill="FFFFFF"/>
        <w:ind w:left="709" w:hanging="425"/>
        <w:rPr>
          <w:rFonts w:ascii="Arial" w:hAnsi="Arial" w:cs="Arial"/>
          <w:b/>
          <w:color w:val="auto"/>
          <w:sz w:val="20"/>
          <w:szCs w:val="20"/>
          <w:lang w:val="tr-TR"/>
        </w:rPr>
      </w:pPr>
      <w:r>
        <w:rPr>
          <w:rFonts w:ascii="Arial" w:hAnsi="Arial" w:cs="Arial"/>
          <w:b/>
          <w:color w:val="auto"/>
          <w:sz w:val="20"/>
          <w:lang w:val="tr-TR"/>
        </w:rPr>
        <w:t xml:space="preserve">Aldığınız tümü yardımlar </w:t>
      </w:r>
      <w:r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birbiriyle uyumlu mu</w:t>
      </w:r>
      <w:r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?  </w:t>
      </w:r>
    </w:p>
    <w:p w:rsidR="00060DB3" w:rsidRPr="0075492A" w:rsidRDefault="00060DB3" w:rsidP="009228C1">
      <w:pPr>
        <w:pStyle w:val="Plattetekst"/>
        <w:numPr>
          <w:ilvl w:val="0"/>
          <w:numId w:val="3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3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3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3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AB0BE2" w:rsidRPr="0075492A" w:rsidRDefault="00AB0BE2" w:rsidP="00432272">
      <w:pPr>
        <w:rPr>
          <w:rFonts w:ascii="Arial" w:hAnsi="Arial" w:cs="Arial"/>
          <w:iCs/>
          <w:sz w:val="20"/>
          <w:lang w:val="tr-TR"/>
        </w:rPr>
      </w:pPr>
    </w:p>
    <w:p w:rsidR="00483905" w:rsidRPr="0075492A" w:rsidRDefault="00483905" w:rsidP="00B83B9D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280748" w:rsidRPr="004D1FF4" w:rsidRDefault="00F7709D" w:rsidP="00483905">
      <w:pPr>
        <w:pStyle w:val="Plattetekst"/>
        <w:spacing w:after="0"/>
        <w:ind w:left="284"/>
        <w:rPr>
          <w:rFonts w:ascii="Arial" w:hAnsi="Arial" w:cs="Arial"/>
          <w:b/>
          <w:sz w:val="20"/>
          <w:lang w:val="tr-TR"/>
        </w:rPr>
      </w:pPr>
      <w:r w:rsidRPr="004D1FF4">
        <w:rPr>
          <w:rFonts w:ascii="Arial" w:hAnsi="Arial" w:cs="Arial"/>
          <w:b/>
          <w:sz w:val="20"/>
          <w:lang w:val="tr-TR"/>
        </w:rPr>
        <w:t>D</w:t>
      </w:r>
      <w:r w:rsidR="00483905" w:rsidRPr="004D1FF4">
        <w:rPr>
          <w:rFonts w:ascii="Arial" w:hAnsi="Arial" w:cs="Arial"/>
          <w:b/>
          <w:sz w:val="20"/>
          <w:lang w:val="tr-TR"/>
        </w:rPr>
        <w:t xml:space="preserve">. </w:t>
      </w:r>
      <w:r w:rsidR="00483905" w:rsidRPr="004D1FF4">
        <w:rPr>
          <w:rFonts w:ascii="Arial" w:hAnsi="Arial" w:cs="Arial"/>
          <w:b/>
          <w:sz w:val="20"/>
          <w:u w:val="single"/>
          <w:lang w:val="tr-TR"/>
        </w:rPr>
        <w:t>Çocuklar</w:t>
      </w:r>
    </w:p>
    <w:p w:rsidR="00280748" w:rsidRPr="004D1FF4" w:rsidRDefault="00280748" w:rsidP="00280748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280748" w:rsidRPr="0075492A" w:rsidRDefault="00280748" w:rsidP="00280748">
      <w:pPr>
        <w:ind w:left="284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De</w:t>
      </w:r>
      <w:r w:rsidR="00483905" w:rsidRPr="0075492A">
        <w:rPr>
          <w:rFonts w:ascii="Arial" w:hAnsi="Arial" w:cs="Arial"/>
          <w:sz w:val="20"/>
          <w:lang w:val="tr-TR"/>
        </w:rPr>
        <w:t xml:space="preserve">vamındaki sorular </w:t>
      </w:r>
      <w:r w:rsidR="00483905" w:rsidRPr="0075492A">
        <w:rPr>
          <w:rFonts w:ascii="Arial" w:hAnsi="Arial" w:cs="Arial"/>
          <w:b/>
          <w:sz w:val="20"/>
          <w:lang w:val="tr-TR"/>
        </w:rPr>
        <w:t xml:space="preserve">çocuklar </w:t>
      </w:r>
      <w:r w:rsidR="00483905" w:rsidRPr="0075492A">
        <w:rPr>
          <w:rFonts w:ascii="Arial" w:hAnsi="Arial" w:cs="Arial"/>
          <w:sz w:val="20"/>
          <w:lang w:val="tr-TR"/>
        </w:rPr>
        <w:t>hakkında.</w:t>
      </w:r>
      <w:r w:rsidR="00F91095" w:rsidRPr="0075492A">
        <w:rPr>
          <w:rFonts w:ascii="Arial" w:hAnsi="Arial" w:cs="Arial"/>
          <w:sz w:val="20"/>
          <w:lang w:val="tr-TR"/>
        </w:rPr>
        <w:t xml:space="preserve"> Soruları yanıtlarken </w:t>
      </w:r>
      <w:r w:rsidR="00F91095" w:rsidRPr="008D4B4D">
        <w:rPr>
          <w:rFonts w:ascii="Arial" w:hAnsi="Arial" w:cs="Arial"/>
          <w:b/>
          <w:sz w:val="20"/>
          <w:lang w:val="tr-TR"/>
        </w:rPr>
        <w:t>son 6 ayı</w:t>
      </w:r>
      <w:r w:rsidR="00F91095" w:rsidRPr="0075492A">
        <w:rPr>
          <w:rFonts w:ascii="Arial" w:hAnsi="Arial" w:cs="Arial"/>
          <w:sz w:val="20"/>
          <w:lang w:val="tr-TR"/>
        </w:rPr>
        <w:t xml:space="preserve"> dikkate alın. </w:t>
      </w:r>
    </w:p>
    <w:p w:rsidR="00280748" w:rsidRPr="0075492A" w:rsidRDefault="00280748" w:rsidP="00280748">
      <w:pPr>
        <w:rPr>
          <w:rFonts w:ascii="Arial" w:hAnsi="Arial" w:cs="Arial"/>
          <w:sz w:val="20"/>
          <w:u w:val="single"/>
          <w:lang w:val="tr-TR"/>
        </w:rPr>
      </w:pPr>
    </w:p>
    <w:p w:rsidR="00280748" w:rsidRPr="0075492A" w:rsidRDefault="00483905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u w:val="single"/>
          <w:lang w:val="tr-TR"/>
        </w:rPr>
        <w:t>Çocuğunuz var mı</w:t>
      </w:r>
      <w:r w:rsidRPr="0075492A">
        <w:rPr>
          <w:rFonts w:ascii="Arial" w:hAnsi="Arial" w:cs="Arial"/>
          <w:b/>
          <w:sz w:val="20"/>
          <w:lang w:val="tr-TR"/>
        </w:rPr>
        <w:t xml:space="preserve">? Varsa, </w:t>
      </w:r>
      <w:r w:rsidR="00700760" w:rsidRPr="0075492A">
        <w:rPr>
          <w:rFonts w:ascii="Arial" w:hAnsi="Arial" w:cs="Arial"/>
          <w:b/>
          <w:sz w:val="20"/>
          <w:lang w:val="tr-TR"/>
        </w:rPr>
        <w:t xml:space="preserve">onlar da </w:t>
      </w:r>
      <w:r w:rsidR="00700760" w:rsidRPr="0075492A">
        <w:rPr>
          <w:rFonts w:ascii="Arial" w:hAnsi="Arial" w:cs="Arial"/>
          <w:b/>
          <w:sz w:val="20"/>
          <w:u w:val="single"/>
          <w:lang w:val="tr-TR"/>
        </w:rPr>
        <w:t xml:space="preserve"> </w:t>
      </w:r>
      <w:r w:rsidR="00C45FC6">
        <w:rPr>
          <w:rFonts w:ascii="Arial" w:hAnsi="Arial" w:cs="Arial"/>
          <w:b/>
          <w:sz w:val="20"/>
          <w:u w:val="single"/>
          <w:lang w:val="tr-TR"/>
        </w:rPr>
        <w:t>kuruluşta</w:t>
      </w:r>
      <w:r w:rsidR="00F7709D">
        <w:rPr>
          <w:rFonts w:ascii="Arial" w:hAnsi="Arial" w:cs="Arial"/>
          <w:b/>
          <w:sz w:val="20"/>
          <w:u w:val="single"/>
          <w:lang w:val="tr-TR"/>
        </w:rPr>
        <w:t>n yardım alıyorlar mı</w:t>
      </w:r>
      <w:r w:rsidR="00280748" w:rsidRPr="0075492A">
        <w:rPr>
          <w:rFonts w:ascii="Arial" w:hAnsi="Arial" w:cs="Arial"/>
          <w:b/>
          <w:sz w:val="20"/>
          <w:lang w:val="tr-TR"/>
        </w:rPr>
        <w:t>?</w:t>
      </w:r>
      <w:r w:rsidR="00280748" w:rsidRPr="0075492A" w:rsidDel="007C042B">
        <w:rPr>
          <w:rFonts w:ascii="Arial" w:hAnsi="Arial" w:cs="Arial"/>
          <w:b/>
          <w:sz w:val="20"/>
          <w:lang w:val="tr-TR"/>
        </w:rPr>
        <w:t xml:space="preserve"> </w:t>
      </w:r>
    </w:p>
    <w:p w:rsidR="00280748" w:rsidRPr="00432272" w:rsidRDefault="00700760" w:rsidP="009228C1">
      <w:pPr>
        <w:numPr>
          <w:ilvl w:val="0"/>
          <w:numId w:val="13"/>
        </w:numPr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BE1525" w:rsidRPr="0075492A">
        <w:rPr>
          <w:rFonts w:ascii="Arial" w:hAnsi="Arial" w:cs="Arial"/>
          <w:sz w:val="20"/>
          <w:lang w:val="tr-TR"/>
        </w:rPr>
        <w:t>Hayır</w:t>
      </w:r>
      <w:r w:rsidR="00BC26F8" w:rsidRPr="0075492A">
        <w:rPr>
          <w:rFonts w:ascii="Arial" w:hAnsi="Arial" w:cs="Arial"/>
          <w:sz w:val="20"/>
          <w:lang w:val="tr-TR"/>
        </w:rPr>
        <w:t xml:space="preserve">, </w:t>
      </w:r>
      <w:r w:rsidR="00BE1525" w:rsidRPr="0075492A">
        <w:rPr>
          <w:rFonts w:ascii="Arial" w:hAnsi="Arial" w:cs="Arial"/>
          <w:sz w:val="20"/>
          <w:lang w:val="tr-TR"/>
        </w:rPr>
        <w:t>çocuğum yok</w:t>
      </w:r>
      <w:r w:rsidR="00280748" w:rsidRPr="0075492A">
        <w:rPr>
          <w:rFonts w:ascii="Arial" w:hAnsi="Arial" w:cs="Arial"/>
          <w:sz w:val="20"/>
          <w:lang w:val="tr-TR"/>
        </w:rPr>
        <w:t xml:space="preserve"> </w:t>
      </w:r>
      <w:r w:rsidR="00BE1525" w:rsidRPr="0075492A">
        <w:rPr>
          <w:rFonts w:ascii="Arial" w:hAnsi="Arial" w:cs="Arial"/>
          <w:sz w:val="20"/>
          <w:lang w:val="tr-TR"/>
        </w:rPr>
        <w:sym w:font="Wingdings" w:char="F0E0"/>
      </w:r>
      <w:r w:rsidR="00280748" w:rsidRPr="0075492A">
        <w:rPr>
          <w:rFonts w:ascii="Arial" w:hAnsi="Arial" w:cs="Arial"/>
          <w:sz w:val="20"/>
          <w:lang w:val="tr-TR"/>
        </w:rPr>
        <w:t xml:space="preserve"> </w:t>
      </w:r>
      <w:r w:rsidR="00F7709D" w:rsidRPr="00432272">
        <w:rPr>
          <w:rFonts w:ascii="Arial" w:hAnsi="Arial" w:cs="Arial"/>
          <w:b/>
          <w:sz w:val="20"/>
          <w:lang w:val="tr-TR"/>
        </w:rPr>
        <w:t>3</w:t>
      </w:r>
      <w:r w:rsidR="008D4B4D" w:rsidRPr="00432272">
        <w:rPr>
          <w:rFonts w:ascii="Arial" w:hAnsi="Arial" w:cs="Arial"/>
          <w:b/>
          <w:sz w:val="20"/>
          <w:lang w:val="tr-TR"/>
        </w:rPr>
        <w:t>2</w:t>
      </w:r>
      <w:r w:rsidR="00BE1525" w:rsidRPr="00432272">
        <w:rPr>
          <w:rFonts w:ascii="Arial" w:hAnsi="Arial" w:cs="Arial"/>
          <w:b/>
          <w:sz w:val="20"/>
          <w:lang w:val="tr-TR"/>
        </w:rPr>
        <w:t>. soruyla devam edin</w:t>
      </w:r>
      <w:r w:rsidR="009235E2" w:rsidRPr="00432272">
        <w:rPr>
          <w:rFonts w:ascii="Arial" w:hAnsi="Arial" w:cs="Arial"/>
          <w:b/>
          <w:sz w:val="20"/>
          <w:lang w:val="tr-TR"/>
        </w:rPr>
        <w:t xml:space="preserve"> </w:t>
      </w:r>
    </w:p>
    <w:p w:rsidR="00280748" w:rsidRPr="0075492A" w:rsidRDefault="00700760" w:rsidP="009228C1">
      <w:pPr>
        <w:numPr>
          <w:ilvl w:val="0"/>
          <w:numId w:val="13"/>
        </w:numPr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BE1525" w:rsidRPr="0075492A">
        <w:rPr>
          <w:rFonts w:ascii="Arial" w:hAnsi="Arial" w:cs="Arial"/>
          <w:sz w:val="20"/>
          <w:lang w:val="tr-TR"/>
        </w:rPr>
        <w:t xml:space="preserve">Var ama </w:t>
      </w:r>
      <w:r w:rsidR="00F7709D">
        <w:rPr>
          <w:rFonts w:ascii="Arial" w:hAnsi="Arial" w:cs="Arial"/>
          <w:sz w:val="20"/>
          <w:lang w:val="tr-TR"/>
        </w:rPr>
        <w:t xml:space="preserve">çocuklarım </w:t>
      </w:r>
      <w:r w:rsidR="00C45FC6">
        <w:rPr>
          <w:rFonts w:ascii="Arial" w:hAnsi="Arial" w:cs="Arial"/>
          <w:sz w:val="20"/>
          <w:lang w:val="tr-TR"/>
        </w:rPr>
        <w:t>kuruluşta</w:t>
      </w:r>
      <w:r w:rsidR="00E3038C">
        <w:rPr>
          <w:rFonts w:ascii="Arial" w:hAnsi="Arial" w:cs="Arial"/>
          <w:sz w:val="20"/>
          <w:lang w:val="tr-TR"/>
        </w:rPr>
        <w:t>n yardım</w:t>
      </w:r>
      <w:r w:rsidR="00BE1525" w:rsidRPr="0075492A">
        <w:rPr>
          <w:rFonts w:ascii="Arial" w:hAnsi="Arial" w:cs="Arial"/>
          <w:sz w:val="20"/>
          <w:lang w:val="tr-TR"/>
        </w:rPr>
        <w:t xml:space="preserve"> </w:t>
      </w:r>
      <w:r w:rsidR="00BE1525" w:rsidRPr="0075492A">
        <w:rPr>
          <w:rFonts w:ascii="Arial" w:hAnsi="Arial" w:cs="Arial"/>
          <w:sz w:val="20"/>
          <w:u w:val="single"/>
          <w:lang w:val="tr-TR"/>
        </w:rPr>
        <w:t>almıyor</w:t>
      </w:r>
      <w:r w:rsidR="00BE1525" w:rsidRPr="0075492A">
        <w:rPr>
          <w:rFonts w:ascii="Arial" w:hAnsi="Arial" w:cs="Arial"/>
          <w:sz w:val="20"/>
          <w:lang w:val="tr-TR"/>
        </w:rPr>
        <w:t xml:space="preserve"> </w:t>
      </w:r>
      <w:r w:rsidR="00BE1525" w:rsidRPr="0075492A">
        <w:rPr>
          <w:rFonts w:ascii="Arial" w:hAnsi="Arial" w:cs="Arial"/>
          <w:sz w:val="20"/>
          <w:lang w:val="tr-TR"/>
        </w:rPr>
        <w:sym w:font="Wingdings" w:char="F0E0"/>
      </w:r>
      <w:r w:rsidR="00F91095" w:rsidRPr="0075492A">
        <w:rPr>
          <w:rFonts w:ascii="Arial" w:hAnsi="Arial" w:cs="Arial"/>
          <w:sz w:val="20"/>
          <w:lang w:val="tr-TR"/>
        </w:rPr>
        <w:t xml:space="preserve"> </w:t>
      </w:r>
      <w:r w:rsidR="00F7709D" w:rsidRPr="00432272">
        <w:rPr>
          <w:rFonts w:ascii="Arial" w:hAnsi="Arial" w:cs="Arial"/>
          <w:b/>
          <w:sz w:val="20"/>
          <w:lang w:val="tr-TR"/>
        </w:rPr>
        <w:t>3</w:t>
      </w:r>
      <w:r w:rsidR="008D4B4D" w:rsidRPr="00432272">
        <w:rPr>
          <w:rFonts w:ascii="Arial" w:hAnsi="Arial" w:cs="Arial"/>
          <w:b/>
          <w:sz w:val="20"/>
          <w:lang w:val="tr-TR"/>
        </w:rPr>
        <w:t>2</w:t>
      </w:r>
      <w:r w:rsidR="00BE1525" w:rsidRPr="00432272">
        <w:rPr>
          <w:rFonts w:ascii="Arial" w:hAnsi="Arial" w:cs="Arial"/>
          <w:b/>
          <w:sz w:val="20"/>
          <w:lang w:val="tr-TR"/>
        </w:rPr>
        <w:t xml:space="preserve">. </w:t>
      </w:r>
      <w:r w:rsidR="006256A2" w:rsidRPr="00432272">
        <w:rPr>
          <w:rFonts w:ascii="Arial" w:hAnsi="Arial" w:cs="Arial"/>
          <w:b/>
          <w:sz w:val="20"/>
          <w:lang w:val="tr-TR"/>
        </w:rPr>
        <w:t>s</w:t>
      </w:r>
      <w:r w:rsidR="00BE1525" w:rsidRPr="00432272">
        <w:rPr>
          <w:rFonts w:ascii="Arial" w:hAnsi="Arial" w:cs="Arial"/>
          <w:b/>
          <w:sz w:val="20"/>
          <w:lang w:val="tr-TR"/>
        </w:rPr>
        <w:t>oruyla devam edin</w:t>
      </w:r>
    </w:p>
    <w:p w:rsidR="00A36285" w:rsidRPr="0075492A" w:rsidRDefault="00A36285" w:rsidP="009228C1">
      <w:pPr>
        <w:numPr>
          <w:ilvl w:val="0"/>
          <w:numId w:val="13"/>
        </w:numPr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 </w:t>
      </w:r>
      <w:r w:rsidR="00700760" w:rsidRPr="0075492A">
        <w:rPr>
          <w:rFonts w:ascii="Arial" w:hAnsi="Arial" w:cs="Arial"/>
          <w:sz w:val="20"/>
          <w:lang w:val="tr-TR"/>
        </w:rPr>
        <w:tab/>
      </w:r>
      <w:r w:rsidR="00BE1525" w:rsidRPr="0075492A">
        <w:rPr>
          <w:rFonts w:ascii="Arial" w:hAnsi="Arial" w:cs="Arial"/>
          <w:sz w:val="20"/>
          <w:lang w:val="tr-TR"/>
        </w:rPr>
        <w:t xml:space="preserve">Evet var ve hepsi </w:t>
      </w:r>
      <w:r w:rsidR="00E3038C">
        <w:rPr>
          <w:rFonts w:ascii="Arial" w:hAnsi="Arial" w:cs="Arial"/>
          <w:sz w:val="20"/>
          <w:lang w:val="tr-TR"/>
        </w:rPr>
        <w:t xml:space="preserve">bu kuruluştan yardım </w:t>
      </w:r>
      <w:r w:rsidR="00BE1525" w:rsidRPr="0075492A">
        <w:rPr>
          <w:rFonts w:ascii="Arial" w:hAnsi="Arial" w:cs="Arial"/>
          <w:sz w:val="20"/>
          <w:lang w:val="tr-TR"/>
        </w:rPr>
        <w:t>alıyor.</w:t>
      </w:r>
    </w:p>
    <w:p w:rsidR="006256A2" w:rsidRPr="0075492A" w:rsidRDefault="00280748" w:rsidP="009228C1">
      <w:pPr>
        <w:numPr>
          <w:ilvl w:val="0"/>
          <w:numId w:val="13"/>
        </w:numPr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 </w:t>
      </w:r>
      <w:r w:rsidR="00700760" w:rsidRPr="0075492A">
        <w:rPr>
          <w:rFonts w:ascii="Arial" w:hAnsi="Arial" w:cs="Arial"/>
          <w:sz w:val="20"/>
          <w:lang w:val="tr-TR"/>
        </w:rPr>
        <w:tab/>
      </w:r>
      <w:r w:rsidR="00BE1525" w:rsidRPr="0075492A">
        <w:rPr>
          <w:rFonts w:ascii="Arial" w:hAnsi="Arial" w:cs="Arial"/>
          <w:sz w:val="20"/>
          <w:lang w:val="tr-TR"/>
        </w:rPr>
        <w:t>Evet var, am</w:t>
      </w:r>
      <w:r w:rsidR="00BC26F8" w:rsidRPr="0075492A">
        <w:rPr>
          <w:rFonts w:ascii="Arial" w:hAnsi="Arial" w:cs="Arial"/>
          <w:sz w:val="20"/>
          <w:lang w:val="tr-TR"/>
        </w:rPr>
        <w:t>a</w:t>
      </w:r>
      <w:r w:rsidR="00BE1525" w:rsidRPr="0075492A">
        <w:rPr>
          <w:rFonts w:ascii="Arial" w:hAnsi="Arial" w:cs="Arial"/>
          <w:sz w:val="20"/>
          <w:lang w:val="tr-TR"/>
        </w:rPr>
        <w:t xml:space="preserve"> sadece bir kısmı </w:t>
      </w:r>
      <w:r w:rsidR="00E3038C">
        <w:rPr>
          <w:rFonts w:ascii="Arial" w:hAnsi="Arial" w:cs="Arial"/>
          <w:sz w:val="20"/>
          <w:lang w:val="tr-TR"/>
        </w:rPr>
        <w:t>bu kuruluştan yardım alıyor</w:t>
      </w:r>
      <w:r w:rsidR="00BE1525" w:rsidRPr="0075492A">
        <w:rPr>
          <w:rFonts w:ascii="Arial" w:hAnsi="Arial" w:cs="Arial"/>
          <w:sz w:val="20"/>
          <w:lang w:val="tr-TR"/>
        </w:rPr>
        <w:t>.</w:t>
      </w:r>
      <w:r w:rsidRPr="0075492A">
        <w:rPr>
          <w:rFonts w:ascii="Arial" w:hAnsi="Arial" w:cs="Arial"/>
          <w:sz w:val="20"/>
          <w:lang w:val="tr-TR"/>
        </w:rPr>
        <w:t xml:space="preserve"> </w:t>
      </w:r>
    </w:p>
    <w:p w:rsidR="00F91095" w:rsidRPr="0075492A" w:rsidRDefault="00F91095" w:rsidP="00280748">
      <w:pPr>
        <w:ind w:left="709" w:hanging="425"/>
        <w:rPr>
          <w:rFonts w:ascii="Arial" w:hAnsi="Arial" w:cs="Arial"/>
          <w:sz w:val="20"/>
          <w:lang w:val="tr-TR"/>
        </w:rPr>
      </w:pPr>
    </w:p>
    <w:p w:rsidR="00871F60" w:rsidRPr="0075492A" w:rsidRDefault="00E3038C" w:rsidP="00282238">
      <w:pPr>
        <w:numPr>
          <w:ilvl w:val="0"/>
          <w:numId w:val="3"/>
        </w:numPr>
        <w:ind w:left="709" w:right="-212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u w:val="single"/>
          <w:lang w:val="tr-TR"/>
        </w:rPr>
        <w:br w:type="column"/>
      </w:r>
      <w:r w:rsidR="006256A2" w:rsidRPr="0075492A">
        <w:rPr>
          <w:rFonts w:ascii="Arial" w:hAnsi="Arial" w:cs="Arial"/>
          <w:b/>
          <w:sz w:val="20"/>
          <w:u w:val="single"/>
          <w:lang w:val="tr-TR"/>
        </w:rPr>
        <w:lastRenderedPageBreak/>
        <w:t>Çocuklarınız</w:t>
      </w:r>
      <w:r w:rsidR="00871F60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6256A2" w:rsidRPr="0075492A">
        <w:rPr>
          <w:rFonts w:ascii="Arial" w:hAnsi="Arial" w:cs="Arial"/>
          <w:b/>
          <w:sz w:val="20"/>
          <w:lang w:val="tr-TR"/>
        </w:rPr>
        <w:t xml:space="preserve">için </w:t>
      </w:r>
      <w:r w:rsidR="008D4B4D">
        <w:rPr>
          <w:rFonts w:ascii="Arial" w:hAnsi="Arial" w:cs="Arial"/>
          <w:b/>
          <w:sz w:val="20"/>
          <w:lang w:val="tr-TR"/>
        </w:rPr>
        <w:t xml:space="preserve">sunulacak </w:t>
      </w:r>
      <w:r w:rsidR="007E53DC">
        <w:rPr>
          <w:rFonts w:ascii="Arial" w:hAnsi="Arial" w:cs="Arial"/>
          <w:b/>
          <w:sz w:val="20"/>
          <w:lang w:val="tr-TR"/>
        </w:rPr>
        <w:t xml:space="preserve">yardım konusunda </w:t>
      </w:r>
      <w:r w:rsidR="007E53DC">
        <w:rPr>
          <w:rFonts w:ascii="Arial" w:hAnsi="Arial" w:cs="Arial"/>
          <w:b/>
          <w:sz w:val="20"/>
          <w:u w:val="single"/>
          <w:lang w:val="tr-TR"/>
        </w:rPr>
        <w:t>siz</w:t>
      </w:r>
      <w:r w:rsidR="00D559F2">
        <w:rPr>
          <w:rFonts w:ascii="Arial" w:hAnsi="Arial" w:cs="Arial"/>
          <w:b/>
          <w:sz w:val="20"/>
          <w:u w:val="single"/>
          <w:lang w:val="tr-TR"/>
        </w:rPr>
        <w:t>in</w:t>
      </w:r>
      <w:r w:rsidR="007E53DC">
        <w:rPr>
          <w:rFonts w:ascii="Arial" w:hAnsi="Arial" w:cs="Arial"/>
          <w:b/>
          <w:sz w:val="20"/>
          <w:u w:val="single"/>
          <w:lang w:val="tr-TR"/>
        </w:rPr>
        <w:t>le anlaşma</w:t>
      </w:r>
      <w:r w:rsidR="007E53DC">
        <w:rPr>
          <w:rFonts w:ascii="Arial" w:hAnsi="Arial" w:cs="Arial"/>
          <w:b/>
          <w:sz w:val="20"/>
          <w:lang w:val="tr-TR"/>
        </w:rPr>
        <w:t xml:space="preserve"> yapıldı </w:t>
      </w:r>
      <w:r w:rsidR="00F91095" w:rsidRPr="0075492A">
        <w:rPr>
          <w:rFonts w:ascii="Arial" w:hAnsi="Arial" w:cs="Arial"/>
          <w:b/>
          <w:sz w:val="20"/>
          <w:lang w:val="tr-TR"/>
        </w:rPr>
        <w:t>mı</w:t>
      </w:r>
      <w:r w:rsidR="006256A2" w:rsidRPr="0075492A">
        <w:rPr>
          <w:rFonts w:ascii="Arial" w:hAnsi="Arial" w:cs="Arial"/>
          <w:b/>
          <w:sz w:val="20"/>
          <w:lang w:val="tr-TR"/>
        </w:rPr>
        <w:t>?</w:t>
      </w:r>
      <w:r w:rsidR="00871F60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numPr>
          <w:ilvl w:val="0"/>
          <w:numId w:val="36"/>
        </w:numPr>
        <w:rPr>
          <w:rFonts w:ascii="Arial" w:hAnsi="Arial" w:cs="Arial"/>
          <w:iCs/>
          <w:sz w:val="20"/>
          <w:lang w:val="tr-TR"/>
        </w:rPr>
      </w:pPr>
      <w:r>
        <w:rPr>
          <w:rFonts w:ascii="Arial" w:hAnsi="Arial" w:cs="Arial"/>
          <w:iCs/>
          <w:sz w:val="20"/>
          <w:lang w:val="tr-TR"/>
        </w:rPr>
        <w:t>Evet</w:t>
      </w:r>
    </w:p>
    <w:p w:rsidR="00060DB3" w:rsidRDefault="00060DB3" w:rsidP="009228C1">
      <w:pPr>
        <w:numPr>
          <w:ilvl w:val="0"/>
          <w:numId w:val="36"/>
        </w:numPr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Hayir</w:t>
      </w:r>
    </w:p>
    <w:p w:rsidR="00871F60" w:rsidRPr="0075492A" w:rsidRDefault="00871F60" w:rsidP="0003365F">
      <w:pPr>
        <w:ind w:left="709" w:hanging="425"/>
        <w:rPr>
          <w:rFonts w:ascii="Arial" w:hAnsi="Arial" w:cs="Arial"/>
          <w:sz w:val="20"/>
          <w:lang w:val="tr-TR"/>
        </w:rPr>
      </w:pPr>
    </w:p>
    <w:p w:rsidR="00280748" w:rsidRPr="0075492A" w:rsidRDefault="009651F8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Çocuklarınıza </w:t>
      </w:r>
      <w:r w:rsidRPr="0075492A">
        <w:rPr>
          <w:rFonts w:ascii="Arial" w:hAnsi="Arial" w:cs="Arial"/>
          <w:b/>
          <w:sz w:val="20"/>
          <w:u w:val="single"/>
          <w:lang w:val="tr-TR"/>
        </w:rPr>
        <w:t>ihtiyaçları</w:t>
      </w:r>
      <w:r w:rsidR="00280748" w:rsidRPr="0075492A">
        <w:rPr>
          <w:rFonts w:ascii="Arial" w:hAnsi="Arial" w:cs="Arial"/>
          <w:b/>
          <w:sz w:val="20"/>
          <w:u w:val="single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u w:val="single"/>
          <w:lang w:val="tr-TR"/>
        </w:rPr>
        <w:t xml:space="preserve">neyse o derecede </w:t>
      </w:r>
      <w:r w:rsidR="007E53DC">
        <w:rPr>
          <w:rFonts w:ascii="Arial" w:hAnsi="Arial" w:cs="Arial"/>
          <w:b/>
          <w:sz w:val="20"/>
          <w:u w:val="single"/>
          <w:lang w:val="tr-TR"/>
        </w:rPr>
        <w:t>yardım</w:t>
      </w:r>
      <w:r w:rsidR="00280748"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>yapıl</w:t>
      </w:r>
      <w:r w:rsidR="00F91095" w:rsidRPr="0075492A">
        <w:rPr>
          <w:rFonts w:ascii="Arial" w:hAnsi="Arial" w:cs="Arial"/>
          <w:b/>
          <w:sz w:val="20"/>
          <w:lang w:val="tr-TR"/>
        </w:rPr>
        <w:t>ıyor mu</w:t>
      </w:r>
      <w:r w:rsidRPr="0075492A">
        <w:rPr>
          <w:rFonts w:ascii="Arial" w:hAnsi="Arial" w:cs="Arial"/>
          <w:b/>
          <w:sz w:val="20"/>
          <w:lang w:val="tr-TR"/>
        </w:rPr>
        <w:t>?</w:t>
      </w:r>
      <w:r w:rsidR="00280748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3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3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3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3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280748" w:rsidRDefault="00280748" w:rsidP="00E3038C">
      <w:pPr>
        <w:rPr>
          <w:rFonts w:ascii="Arial" w:hAnsi="Arial" w:cs="Arial"/>
          <w:sz w:val="20"/>
          <w:lang w:val="tr-TR"/>
        </w:rPr>
      </w:pPr>
    </w:p>
    <w:p w:rsidR="00280748" w:rsidRPr="0075492A" w:rsidRDefault="007E53DC" w:rsidP="00282238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>Ç</w:t>
      </w:r>
      <w:r w:rsidR="009651F8" w:rsidRPr="0075492A">
        <w:rPr>
          <w:rFonts w:ascii="Arial" w:hAnsi="Arial" w:cs="Arial"/>
          <w:b/>
          <w:sz w:val="20"/>
          <w:lang w:val="tr-TR"/>
        </w:rPr>
        <w:t xml:space="preserve">ocuklarınızı </w:t>
      </w:r>
      <w:r w:rsidR="009651F8" w:rsidRPr="0075492A">
        <w:rPr>
          <w:rFonts w:ascii="Arial" w:hAnsi="Arial" w:cs="Arial"/>
          <w:b/>
          <w:sz w:val="20"/>
          <w:u w:val="single"/>
          <w:lang w:val="tr-TR"/>
        </w:rPr>
        <w:t>yetiştirme açısından</w:t>
      </w:r>
      <w:r w:rsidR="009651F8" w:rsidRPr="0075492A">
        <w:rPr>
          <w:rFonts w:ascii="Arial" w:hAnsi="Arial" w:cs="Arial"/>
          <w:b/>
          <w:sz w:val="20"/>
          <w:lang w:val="tr-TR"/>
        </w:rPr>
        <w:t xml:space="preserve"> size</w:t>
      </w:r>
      <w:r>
        <w:rPr>
          <w:rFonts w:ascii="Arial" w:hAnsi="Arial" w:cs="Arial"/>
          <w:b/>
          <w:sz w:val="20"/>
          <w:lang w:val="tr-TR"/>
        </w:rPr>
        <w:t xml:space="preserve"> </w:t>
      </w:r>
      <w:r w:rsidRPr="00A56F73">
        <w:rPr>
          <w:rFonts w:ascii="Arial" w:hAnsi="Arial" w:cs="Arial"/>
          <w:b/>
          <w:sz w:val="20"/>
          <w:u w:val="single"/>
          <w:lang w:val="tr-TR"/>
        </w:rPr>
        <w:t>tavsiyeler</w:t>
      </w:r>
      <w:r>
        <w:rPr>
          <w:rFonts w:ascii="Arial" w:hAnsi="Arial" w:cs="Arial"/>
          <w:b/>
          <w:sz w:val="20"/>
          <w:lang w:val="tr-TR"/>
        </w:rPr>
        <w:t xml:space="preserve"> veriliyor mu</w:t>
      </w:r>
      <w:r w:rsidR="009651F8" w:rsidRPr="0075492A">
        <w:rPr>
          <w:rFonts w:ascii="Arial" w:hAnsi="Arial" w:cs="Arial"/>
          <w:b/>
          <w:sz w:val="20"/>
          <w:lang w:val="tr-TR"/>
        </w:rPr>
        <w:t>?</w:t>
      </w:r>
      <w:r w:rsidR="00280748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CC2FBA" w:rsidRPr="0075492A" w:rsidRDefault="00CC2FBA" w:rsidP="0003365F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486070" w:rsidRPr="004D1FF4" w:rsidRDefault="00486070" w:rsidP="00486070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486070" w:rsidRPr="004D1FF4" w:rsidRDefault="001F769F" w:rsidP="00486070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  <w:r w:rsidRPr="004D1FF4">
        <w:rPr>
          <w:rFonts w:ascii="Arial" w:hAnsi="Arial" w:cs="Arial"/>
          <w:b/>
          <w:sz w:val="20"/>
          <w:lang w:val="tr-TR"/>
        </w:rPr>
        <w:t>E</w:t>
      </w:r>
      <w:r w:rsidR="00486070" w:rsidRPr="004D1FF4">
        <w:rPr>
          <w:rFonts w:ascii="Arial" w:hAnsi="Arial" w:cs="Arial"/>
          <w:b/>
          <w:sz w:val="20"/>
          <w:lang w:val="tr-TR"/>
        </w:rPr>
        <w:t>.</w:t>
      </w:r>
      <w:r w:rsidR="00486070" w:rsidRPr="004D1FF4">
        <w:rPr>
          <w:rFonts w:ascii="Arial" w:hAnsi="Arial" w:cs="Arial"/>
          <w:b/>
          <w:sz w:val="20"/>
          <w:lang w:val="tr-TR"/>
        </w:rPr>
        <w:tab/>
      </w:r>
      <w:r w:rsidR="00C45FC6" w:rsidRPr="004D1FF4">
        <w:rPr>
          <w:rFonts w:ascii="Arial" w:hAnsi="Arial" w:cs="Arial"/>
          <w:b/>
          <w:sz w:val="20"/>
          <w:u w:val="single"/>
          <w:lang w:val="tr-TR"/>
        </w:rPr>
        <w:t>Kuruluşta</w:t>
      </w:r>
      <w:r w:rsidR="00486070" w:rsidRPr="004D1FF4">
        <w:rPr>
          <w:rFonts w:ascii="Arial" w:hAnsi="Arial" w:cs="Arial"/>
          <w:b/>
          <w:sz w:val="20"/>
          <w:u w:val="single"/>
          <w:lang w:val="tr-TR"/>
        </w:rPr>
        <w:t>n ve başka kuruluşlardan aldığınız yardım ile sağlanan sonuç</w:t>
      </w:r>
    </w:p>
    <w:p w:rsidR="00722048" w:rsidRPr="004D1FF4" w:rsidRDefault="00722048" w:rsidP="00230E34">
      <w:pPr>
        <w:ind w:left="284"/>
        <w:rPr>
          <w:rFonts w:ascii="Arial" w:hAnsi="Arial" w:cs="Arial"/>
          <w:sz w:val="20"/>
          <w:lang w:val="tr-TR"/>
        </w:rPr>
      </w:pPr>
    </w:p>
    <w:p w:rsidR="00A32451" w:rsidRDefault="00714077" w:rsidP="00230E34">
      <w:pPr>
        <w:ind w:left="284"/>
        <w:rPr>
          <w:rFonts w:ascii="Arial" w:hAnsi="Arial" w:cs="Arial"/>
          <w:sz w:val="20"/>
          <w:lang w:val="tr-TR"/>
        </w:rPr>
      </w:pPr>
      <w:r w:rsidRPr="004D1FF4">
        <w:rPr>
          <w:rFonts w:ascii="Arial" w:hAnsi="Arial" w:cs="Arial"/>
          <w:sz w:val="20"/>
          <w:lang w:val="tr-TR"/>
        </w:rPr>
        <w:t xml:space="preserve">Aşağıdaki sorular </w:t>
      </w:r>
      <w:r w:rsidR="00AF535D" w:rsidRPr="004D1FF4">
        <w:rPr>
          <w:rFonts w:ascii="Arial" w:hAnsi="Arial" w:cs="Arial"/>
          <w:b/>
          <w:sz w:val="20"/>
          <w:lang w:val="tr-TR"/>
        </w:rPr>
        <w:t>bu k</w:t>
      </w:r>
      <w:r w:rsidR="00C45FC6" w:rsidRPr="004D1FF4">
        <w:rPr>
          <w:rFonts w:ascii="Arial" w:hAnsi="Arial" w:cs="Arial"/>
          <w:b/>
          <w:sz w:val="20"/>
          <w:lang w:val="tr-TR"/>
        </w:rPr>
        <w:t>uruluşta</w:t>
      </w:r>
      <w:r w:rsidRPr="004D1FF4">
        <w:rPr>
          <w:rFonts w:ascii="Arial" w:hAnsi="Arial" w:cs="Arial"/>
          <w:b/>
          <w:sz w:val="20"/>
          <w:lang w:val="tr-TR"/>
        </w:rPr>
        <w:t xml:space="preserve">n </w:t>
      </w:r>
      <w:r w:rsidR="00AF535D" w:rsidRPr="004D1FF4">
        <w:rPr>
          <w:rFonts w:ascii="Arial" w:hAnsi="Arial" w:cs="Arial"/>
          <w:sz w:val="20"/>
          <w:lang w:val="tr-TR"/>
        </w:rPr>
        <w:t xml:space="preserve">ve başka kuruluşlardan </w:t>
      </w:r>
      <w:r w:rsidRPr="004D1FF4">
        <w:rPr>
          <w:rFonts w:ascii="Arial" w:hAnsi="Arial" w:cs="Arial"/>
          <w:b/>
          <w:sz w:val="20"/>
          <w:lang w:val="tr-TR"/>
        </w:rPr>
        <w:t>aldığınız yardım</w:t>
      </w:r>
      <w:r w:rsidRPr="004D1FF4">
        <w:rPr>
          <w:rFonts w:ascii="Arial" w:hAnsi="Arial" w:cs="Arial"/>
          <w:sz w:val="20"/>
          <w:lang w:val="tr-TR"/>
        </w:rPr>
        <w:t xml:space="preserve"> hakkındadır. Başka kuruluş</w:t>
      </w:r>
      <w:r w:rsidR="00AF535D" w:rsidRPr="004D1FF4">
        <w:rPr>
          <w:rFonts w:ascii="Arial" w:hAnsi="Arial" w:cs="Arial"/>
          <w:sz w:val="20"/>
          <w:lang w:val="tr-TR"/>
        </w:rPr>
        <w:t xml:space="preserve"> </w:t>
      </w:r>
      <w:r w:rsidRPr="004D1FF4">
        <w:rPr>
          <w:rFonts w:ascii="Arial" w:hAnsi="Arial" w:cs="Arial"/>
          <w:sz w:val="20"/>
          <w:lang w:val="tr-TR"/>
        </w:rPr>
        <w:t xml:space="preserve">örneğin </w:t>
      </w:r>
      <w:r w:rsidRPr="004D1FF4">
        <w:rPr>
          <w:rFonts w:ascii="Arial" w:hAnsi="Arial" w:cs="Arial"/>
          <w:b/>
          <w:sz w:val="20"/>
          <w:lang w:val="tr-TR"/>
        </w:rPr>
        <w:t>GGZ (Ruhsal Sağlık</w:t>
      </w:r>
      <w:r w:rsidRPr="0075492A">
        <w:rPr>
          <w:rFonts w:ascii="Arial" w:hAnsi="Arial" w:cs="Arial"/>
          <w:b/>
          <w:sz w:val="20"/>
          <w:lang w:val="tr-TR"/>
        </w:rPr>
        <w:t xml:space="preserve"> Bakımı)</w:t>
      </w:r>
      <w:r w:rsidRPr="0075492A">
        <w:rPr>
          <w:rFonts w:ascii="Arial" w:hAnsi="Arial" w:cs="Arial"/>
          <w:sz w:val="20"/>
          <w:lang w:val="tr-TR"/>
        </w:rPr>
        <w:t xml:space="preserve"> veya</w:t>
      </w:r>
      <w:r w:rsidR="003853DF" w:rsidRPr="0075492A">
        <w:rPr>
          <w:rFonts w:ascii="Arial" w:hAnsi="Arial" w:cs="Arial"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>Rechtswinkel</w:t>
      </w:r>
      <w:r w:rsidRPr="0075492A">
        <w:rPr>
          <w:rFonts w:ascii="Arial" w:hAnsi="Arial" w:cs="Arial"/>
          <w:sz w:val="20"/>
          <w:lang w:val="tr-TR"/>
        </w:rPr>
        <w:t xml:space="preserve"> (</w:t>
      </w:r>
      <w:r w:rsidRPr="0075492A">
        <w:rPr>
          <w:rFonts w:ascii="Arial" w:hAnsi="Arial" w:cs="Arial"/>
          <w:b/>
          <w:sz w:val="20"/>
          <w:lang w:val="tr-TR"/>
        </w:rPr>
        <w:t xml:space="preserve">hukuksal danışma merkezi) </w:t>
      </w:r>
      <w:r w:rsidRPr="0075492A">
        <w:rPr>
          <w:rFonts w:ascii="Arial" w:hAnsi="Arial" w:cs="Arial"/>
          <w:sz w:val="20"/>
          <w:lang w:val="tr-TR"/>
        </w:rPr>
        <w:t>olabilir.</w:t>
      </w:r>
      <w:r w:rsidR="003853DF" w:rsidRPr="0075492A">
        <w:rPr>
          <w:rFonts w:ascii="Arial" w:hAnsi="Arial" w:cs="Arial"/>
          <w:sz w:val="20"/>
          <w:lang w:val="tr-TR"/>
        </w:rPr>
        <w:t xml:space="preserve"> </w:t>
      </w:r>
      <w:r w:rsidR="00230E34" w:rsidRPr="0075492A">
        <w:rPr>
          <w:rFonts w:ascii="Arial" w:hAnsi="Arial" w:cs="Arial"/>
          <w:sz w:val="20"/>
          <w:lang w:val="tr-TR"/>
        </w:rPr>
        <w:t xml:space="preserve">Soruları yanıtlarken </w:t>
      </w:r>
      <w:r w:rsidR="00230E34" w:rsidRPr="0075492A">
        <w:rPr>
          <w:rFonts w:ascii="Arial" w:hAnsi="Arial" w:cs="Arial"/>
          <w:b/>
          <w:sz w:val="20"/>
          <w:lang w:val="tr-TR"/>
        </w:rPr>
        <w:t>son 6 ayı</w:t>
      </w:r>
      <w:r w:rsidR="00230E34" w:rsidRPr="0075492A">
        <w:rPr>
          <w:rFonts w:ascii="Arial" w:hAnsi="Arial" w:cs="Arial"/>
          <w:sz w:val="20"/>
          <w:lang w:val="tr-TR"/>
        </w:rPr>
        <w:t xml:space="preserve"> dikkate alın.</w:t>
      </w:r>
    </w:p>
    <w:p w:rsidR="00486070" w:rsidRPr="0075492A" w:rsidRDefault="00486070" w:rsidP="00230E34">
      <w:pPr>
        <w:ind w:left="284"/>
        <w:rPr>
          <w:rFonts w:ascii="Arial" w:hAnsi="Arial" w:cs="Arial"/>
          <w:b/>
          <w:sz w:val="20"/>
          <w:lang w:val="tr-TR"/>
        </w:rPr>
      </w:pPr>
    </w:p>
    <w:p w:rsidR="005B0025" w:rsidRPr="0075492A" w:rsidRDefault="00011BB8" w:rsidP="00282238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Yardımdan dolayı</w:t>
      </w:r>
      <w:r w:rsidR="004942E0" w:rsidRPr="0075492A">
        <w:rPr>
          <w:rFonts w:ascii="Arial" w:hAnsi="Arial" w:cs="Arial"/>
          <w:b/>
          <w:sz w:val="20"/>
          <w:lang w:val="tr-TR"/>
        </w:rPr>
        <w:t xml:space="preserve"> durumunuz daha </w:t>
      </w:r>
      <w:r w:rsidR="004942E0" w:rsidRPr="0075492A">
        <w:rPr>
          <w:rFonts w:ascii="Arial" w:hAnsi="Arial" w:cs="Arial"/>
          <w:b/>
          <w:sz w:val="20"/>
          <w:u w:val="single"/>
          <w:lang w:val="tr-TR"/>
        </w:rPr>
        <w:t>iyiye gi</w:t>
      </w:r>
      <w:r w:rsidR="008136F1" w:rsidRPr="0075492A">
        <w:rPr>
          <w:rFonts w:ascii="Arial" w:hAnsi="Arial" w:cs="Arial"/>
          <w:b/>
          <w:sz w:val="20"/>
          <w:u w:val="single"/>
          <w:lang w:val="tr-TR"/>
        </w:rPr>
        <w:t>diyor mu</w:t>
      </w:r>
      <w:r w:rsidR="004942E0" w:rsidRPr="0075492A">
        <w:rPr>
          <w:rFonts w:ascii="Arial" w:hAnsi="Arial" w:cs="Arial"/>
          <w:b/>
          <w:sz w:val="20"/>
          <w:lang w:val="tr-TR"/>
        </w:rPr>
        <w:t>?</w:t>
      </w:r>
    </w:p>
    <w:p w:rsidR="00060DB3" w:rsidRPr="0075492A" w:rsidRDefault="00060DB3" w:rsidP="009228C1">
      <w:pPr>
        <w:pStyle w:val="Plattetekst"/>
        <w:numPr>
          <w:ilvl w:val="0"/>
          <w:numId w:val="3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3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3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3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486070" w:rsidRPr="0075492A" w:rsidRDefault="00486070" w:rsidP="008136F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5B0025" w:rsidRPr="0075492A" w:rsidRDefault="00011BB8" w:rsidP="00282238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Yardımdan dolayı</w:t>
      </w:r>
      <w:r w:rsidR="00DB3C5C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DB3C5C" w:rsidRPr="00486070">
        <w:rPr>
          <w:rFonts w:ascii="Arial" w:hAnsi="Arial" w:cs="Arial"/>
          <w:b/>
          <w:sz w:val="20"/>
          <w:u w:val="single"/>
          <w:lang w:val="tr-TR"/>
        </w:rPr>
        <w:t>daha iyi bir şekilde</w:t>
      </w:r>
      <w:r w:rsidR="00DB3C5C" w:rsidRPr="0075492A">
        <w:rPr>
          <w:rFonts w:ascii="Arial" w:hAnsi="Arial" w:cs="Arial"/>
          <w:b/>
          <w:sz w:val="20"/>
          <w:lang w:val="tr-TR"/>
        </w:rPr>
        <w:t xml:space="preserve"> önem verdiğiniz şeyleri yapabil</w:t>
      </w:r>
      <w:r w:rsidR="008136F1" w:rsidRPr="0075492A">
        <w:rPr>
          <w:rFonts w:ascii="Arial" w:hAnsi="Arial" w:cs="Arial"/>
          <w:b/>
          <w:sz w:val="20"/>
          <w:lang w:val="tr-TR"/>
        </w:rPr>
        <w:t xml:space="preserve">iyor musunuz? </w:t>
      </w:r>
      <w:r w:rsidR="00DB3C5C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5B0025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060DB3" w:rsidRPr="0075492A" w:rsidRDefault="00060DB3" w:rsidP="009228C1">
      <w:pPr>
        <w:pStyle w:val="Plattetekst"/>
        <w:numPr>
          <w:ilvl w:val="0"/>
          <w:numId w:val="4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4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4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4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5B0025" w:rsidRPr="0075492A" w:rsidRDefault="005B0025" w:rsidP="001E403C">
      <w:p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lang w:val="tr-TR"/>
        </w:rPr>
      </w:pPr>
    </w:p>
    <w:p w:rsidR="008136F1" w:rsidRPr="0075492A" w:rsidRDefault="00011BB8" w:rsidP="00282238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Yardımdan dolayı</w:t>
      </w:r>
      <w:r w:rsidR="00B43EBD" w:rsidRPr="0075492A">
        <w:rPr>
          <w:rFonts w:ascii="Arial" w:hAnsi="Arial" w:cs="Arial"/>
          <w:b/>
          <w:sz w:val="20"/>
          <w:lang w:val="tr-TR"/>
        </w:rPr>
        <w:t xml:space="preserve"> önceleri iyi geçinemediğiniz insanlarla veya iyi baş edemediğiniz hallerle </w:t>
      </w:r>
      <w:r w:rsidR="00B43EBD" w:rsidRPr="001F769F">
        <w:rPr>
          <w:rFonts w:ascii="Arial" w:hAnsi="Arial" w:cs="Arial"/>
          <w:b/>
          <w:sz w:val="20"/>
          <w:u w:val="single"/>
          <w:lang w:val="tr-TR"/>
        </w:rPr>
        <w:t>artık daha iyi geçinebil</w:t>
      </w:r>
      <w:r w:rsidR="008136F1" w:rsidRPr="001F769F">
        <w:rPr>
          <w:rFonts w:ascii="Arial" w:hAnsi="Arial" w:cs="Arial"/>
          <w:b/>
          <w:sz w:val="20"/>
          <w:u w:val="single"/>
          <w:lang w:val="tr-TR"/>
        </w:rPr>
        <w:t>iyor</w:t>
      </w:r>
      <w:r w:rsidR="00B43EBD" w:rsidRPr="001F769F">
        <w:rPr>
          <w:rFonts w:ascii="Arial" w:hAnsi="Arial" w:cs="Arial"/>
          <w:b/>
          <w:sz w:val="20"/>
          <w:u w:val="single"/>
          <w:lang w:val="tr-TR"/>
        </w:rPr>
        <w:t xml:space="preserve"> veya baş edebil</w:t>
      </w:r>
      <w:r w:rsidR="008136F1" w:rsidRPr="001F769F">
        <w:rPr>
          <w:rFonts w:ascii="Arial" w:hAnsi="Arial" w:cs="Arial"/>
          <w:b/>
          <w:sz w:val="20"/>
          <w:u w:val="single"/>
          <w:lang w:val="tr-TR"/>
        </w:rPr>
        <w:t>iyor musunuz</w:t>
      </w:r>
      <w:r w:rsidR="008136F1" w:rsidRPr="0075492A">
        <w:rPr>
          <w:rFonts w:ascii="Arial" w:hAnsi="Arial" w:cs="Arial"/>
          <w:b/>
          <w:sz w:val="20"/>
          <w:lang w:val="tr-TR"/>
        </w:rPr>
        <w:t xml:space="preserve">? </w:t>
      </w:r>
    </w:p>
    <w:p w:rsidR="00060DB3" w:rsidRPr="0075492A" w:rsidRDefault="00060DB3" w:rsidP="009228C1">
      <w:pPr>
        <w:pStyle w:val="Plattetekst"/>
        <w:numPr>
          <w:ilvl w:val="0"/>
          <w:numId w:val="4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060DB3" w:rsidRPr="0075492A" w:rsidRDefault="00060DB3" w:rsidP="009228C1">
      <w:pPr>
        <w:pStyle w:val="Plattetekst"/>
        <w:numPr>
          <w:ilvl w:val="0"/>
          <w:numId w:val="4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060DB3" w:rsidRPr="0075492A" w:rsidRDefault="00060DB3" w:rsidP="009228C1">
      <w:pPr>
        <w:pStyle w:val="Plattetekst"/>
        <w:numPr>
          <w:ilvl w:val="0"/>
          <w:numId w:val="4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060DB3" w:rsidRPr="0075492A" w:rsidRDefault="00060DB3" w:rsidP="009228C1">
      <w:pPr>
        <w:pStyle w:val="Plattetekst"/>
        <w:numPr>
          <w:ilvl w:val="0"/>
          <w:numId w:val="4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1E49F5" w:rsidRDefault="001E49F5" w:rsidP="001E403C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AF535D" w:rsidRDefault="00AF535D" w:rsidP="001E403C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4D1FF4" w:rsidRDefault="004D1FF4" w:rsidP="001E403C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4D1FF4" w:rsidRPr="0075492A" w:rsidRDefault="004D1FF4" w:rsidP="001E403C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991051" w:rsidRPr="0075492A" w:rsidRDefault="00011BB8" w:rsidP="00282238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Yardımdan dolayı</w:t>
      </w:r>
      <w:r w:rsidR="00AB6DF8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7F6BB0" w:rsidRPr="007F6BB0">
        <w:rPr>
          <w:rFonts w:ascii="Arial" w:hAnsi="Arial" w:cs="Arial"/>
          <w:b/>
          <w:sz w:val="20"/>
          <w:u w:val="single"/>
          <w:lang w:val="tr-TR"/>
        </w:rPr>
        <w:t>daha iyi bir şekilde</w:t>
      </w:r>
      <w:r w:rsidR="007F6BB0">
        <w:rPr>
          <w:rFonts w:ascii="Arial" w:hAnsi="Arial" w:cs="Arial"/>
          <w:b/>
          <w:sz w:val="20"/>
          <w:lang w:val="tr-TR"/>
        </w:rPr>
        <w:t xml:space="preserve"> </w:t>
      </w:r>
      <w:r w:rsidR="00AB6DF8" w:rsidRPr="0075492A">
        <w:rPr>
          <w:rFonts w:ascii="Arial" w:hAnsi="Arial" w:cs="Arial"/>
          <w:b/>
          <w:sz w:val="20"/>
          <w:lang w:val="tr-TR"/>
        </w:rPr>
        <w:t xml:space="preserve">hayatınızla ilgili </w:t>
      </w:r>
      <w:r w:rsidR="007F6BB0">
        <w:rPr>
          <w:rFonts w:ascii="Arial" w:hAnsi="Arial" w:cs="Arial"/>
          <w:b/>
          <w:sz w:val="20"/>
          <w:u w:val="single"/>
          <w:lang w:val="tr-TR"/>
        </w:rPr>
        <w:t>k</w:t>
      </w:r>
      <w:r w:rsidR="00AB6DF8" w:rsidRPr="0075492A">
        <w:rPr>
          <w:rFonts w:ascii="Arial" w:hAnsi="Arial" w:cs="Arial"/>
          <w:b/>
          <w:sz w:val="20"/>
          <w:u w:val="single"/>
          <w:lang w:val="tr-TR"/>
        </w:rPr>
        <w:t>a</w:t>
      </w:r>
      <w:r w:rsidRPr="0075492A">
        <w:rPr>
          <w:rFonts w:ascii="Arial" w:hAnsi="Arial" w:cs="Arial"/>
          <w:b/>
          <w:sz w:val="20"/>
          <w:u w:val="single"/>
          <w:lang w:val="tr-TR"/>
        </w:rPr>
        <w:t>rarlar alabil</w:t>
      </w:r>
      <w:r w:rsidR="00B02330" w:rsidRPr="0075492A">
        <w:rPr>
          <w:rFonts w:ascii="Arial" w:hAnsi="Arial" w:cs="Arial"/>
          <w:b/>
          <w:sz w:val="20"/>
          <w:u w:val="single"/>
          <w:lang w:val="tr-TR"/>
        </w:rPr>
        <w:t>iyor musunuz</w:t>
      </w:r>
      <w:r w:rsidRPr="0075492A">
        <w:rPr>
          <w:rFonts w:ascii="Arial" w:hAnsi="Arial" w:cs="Arial"/>
          <w:b/>
          <w:sz w:val="20"/>
          <w:lang w:val="tr-TR"/>
        </w:rPr>
        <w:t xml:space="preserve">? </w:t>
      </w:r>
    </w:p>
    <w:p w:rsidR="00B02330" w:rsidRPr="0075492A" w:rsidRDefault="00B02330" w:rsidP="009228C1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B02330" w:rsidRPr="0075492A" w:rsidRDefault="00B02330" w:rsidP="009228C1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B02330" w:rsidRPr="0075492A" w:rsidRDefault="00B02330" w:rsidP="009228C1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B02330" w:rsidRPr="0075492A" w:rsidRDefault="00B02330" w:rsidP="009228C1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991051" w:rsidRPr="0075492A" w:rsidRDefault="00991051" w:rsidP="000741FB">
      <w:pPr>
        <w:ind w:left="426" w:hanging="426"/>
        <w:rPr>
          <w:rFonts w:ascii="Arial" w:hAnsi="Arial" w:cs="Arial"/>
          <w:b/>
          <w:sz w:val="20"/>
          <w:lang w:val="tr-TR"/>
        </w:rPr>
      </w:pPr>
    </w:p>
    <w:p w:rsidR="00CD5719" w:rsidRPr="0075492A" w:rsidRDefault="00AB6DF8" w:rsidP="00282238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Yardımdan dolayı geleceğe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daha umutlu</w:t>
      </w:r>
      <w:r w:rsidR="00CD5719"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>bakabil</w:t>
      </w:r>
      <w:r w:rsidR="00B02330" w:rsidRPr="0075492A">
        <w:rPr>
          <w:rFonts w:ascii="Arial" w:hAnsi="Arial" w:cs="Arial"/>
          <w:b/>
          <w:sz w:val="20"/>
          <w:lang w:val="tr-TR"/>
        </w:rPr>
        <w:t>iyor musunuz?</w:t>
      </w:r>
    </w:p>
    <w:p w:rsidR="00B02330" w:rsidRPr="0075492A" w:rsidRDefault="00B02330" w:rsidP="009228C1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B02330" w:rsidRPr="0075492A" w:rsidRDefault="00B02330" w:rsidP="009228C1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B02330" w:rsidRPr="0075492A" w:rsidRDefault="00B02330" w:rsidP="009228C1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B02330" w:rsidRDefault="00B02330" w:rsidP="009228C1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D70AB9" w:rsidRDefault="00D70AB9" w:rsidP="000741FB">
      <w:pPr>
        <w:pStyle w:val="Plattetekst"/>
        <w:spacing w:after="0"/>
        <w:ind w:left="426" w:hanging="426"/>
        <w:rPr>
          <w:rFonts w:ascii="Arial" w:hAnsi="Arial" w:cs="Arial"/>
          <w:iCs/>
          <w:sz w:val="20"/>
          <w:lang w:val="tr-TR"/>
        </w:rPr>
      </w:pPr>
    </w:p>
    <w:p w:rsidR="00D70AB9" w:rsidRPr="00337143" w:rsidRDefault="00D70AB9" w:rsidP="00282238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b/>
          <w:sz w:val="20"/>
          <w:lang w:val="tr-TR"/>
        </w:rPr>
      </w:pPr>
      <w:r w:rsidRPr="00337143">
        <w:rPr>
          <w:rFonts w:ascii="Arial" w:hAnsi="Arial" w:cs="Arial"/>
          <w:b/>
          <w:sz w:val="20"/>
          <w:u w:val="single"/>
          <w:lang w:val="tr-TR"/>
        </w:rPr>
        <w:t>Başka kuruluşlardan yardım</w:t>
      </w:r>
      <w:r w:rsidRPr="00337143">
        <w:rPr>
          <w:rFonts w:ascii="Arial" w:hAnsi="Arial" w:cs="Arial"/>
          <w:b/>
          <w:sz w:val="20"/>
          <w:lang w:val="tr-TR"/>
        </w:rPr>
        <w:t xml:space="preserve"> alıyor musunuz?</w:t>
      </w:r>
    </w:p>
    <w:p w:rsidR="00D70AB9" w:rsidRPr="00337143" w:rsidRDefault="00D70AB9" w:rsidP="009228C1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  <w:lang w:val="tr-TR"/>
        </w:rPr>
      </w:pPr>
      <w:r w:rsidRPr="00337143">
        <w:rPr>
          <w:rFonts w:ascii="Arial" w:hAnsi="Arial" w:cs="Arial"/>
          <w:iCs/>
          <w:sz w:val="20"/>
          <w:lang w:val="tr-TR"/>
        </w:rPr>
        <w:t>Evet</w:t>
      </w:r>
    </w:p>
    <w:p w:rsidR="00D70AB9" w:rsidRPr="004D1FF4" w:rsidRDefault="00D70AB9" w:rsidP="009228C1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  <w:lang w:val="tr-TR"/>
        </w:rPr>
      </w:pPr>
      <w:r w:rsidRPr="004D1FF4">
        <w:rPr>
          <w:rFonts w:ascii="Arial" w:hAnsi="Arial" w:cs="Arial"/>
          <w:iCs/>
          <w:sz w:val="20"/>
          <w:lang w:val="tr-TR"/>
        </w:rPr>
        <w:t xml:space="preserve">Hayır </w:t>
      </w:r>
    </w:p>
    <w:p w:rsidR="00D70AB9" w:rsidRDefault="00D70AB9" w:rsidP="000741FB">
      <w:pPr>
        <w:pStyle w:val="Plattetekst"/>
        <w:spacing w:after="0"/>
        <w:ind w:left="426" w:hanging="426"/>
        <w:rPr>
          <w:rFonts w:ascii="Arial" w:hAnsi="Arial" w:cs="Arial"/>
          <w:iCs/>
          <w:sz w:val="20"/>
          <w:lang w:val="tr-TR"/>
        </w:rPr>
      </w:pPr>
    </w:p>
    <w:p w:rsidR="004D1FF4" w:rsidRPr="004D1FF4" w:rsidRDefault="004D1FF4" w:rsidP="000741FB">
      <w:pPr>
        <w:pStyle w:val="Plattetekst"/>
        <w:spacing w:after="0"/>
        <w:ind w:left="426" w:hanging="426"/>
        <w:rPr>
          <w:rFonts w:ascii="Arial" w:hAnsi="Arial" w:cs="Arial"/>
          <w:iCs/>
          <w:sz w:val="20"/>
          <w:lang w:val="tr-TR"/>
        </w:rPr>
      </w:pPr>
    </w:p>
    <w:p w:rsidR="00525880" w:rsidRPr="004D1FF4" w:rsidRDefault="00A42666" w:rsidP="000741FB">
      <w:pPr>
        <w:pStyle w:val="Plattetekst"/>
        <w:spacing w:after="0"/>
        <w:ind w:left="426" w:hanging="426"/>
        <w:rPr>
          <w:rFonts w:ascii="Arial" w:hAnsi="Arial" w:cs="Arial"/>
          <w:iCs/>
          <w:sz w:val="20"/>
          <w:lang w:val="tr-TR"/>
        </w:rPr>
      </w:pPr>
      <w:r w:rsidRPr="004D1FF4">
        <w:rPr>
          <w:rFonts w:ascii="Arial" w:hAnsi="Arial" w:cs="Arial"/>
          <w:b/>
          <w:sz w:val="20"/>
          <w:lang w:val="tr-TR"/>
        </w:rPr>
        <w:t>F</w:t>
      </w:r>
      <w:r w:rsidR="00D70AB9" w:rsidRPr="004D1FF4">
        <w:rPr>
          <w:rFonts w:ascii="Arial" w:hAnsi="Arial" w:cs="Arial"/>
          <w:b/>
          <w:sz w:val="20"/>
          <w:lang w:val="tr-TR"/>
        </w:rPr>
        <w:t>.</w:t>
      </w:r>
      <w:r w:rsidR="00D70AB9" w:rsidRPr="004D1FF4">
        <w:rPr>
          <w:rFonts w:ascii="Arial" w:hAnsi="Arial" w:cs="Arial"/>
          <w:b/>
          <w:sz w:val="20"/>
          <w:lang w:val="tr-TR"/>
        </w:rPr>
        <w:tab/>
      </w:r>
      <w:r w:rsidRPr="004D1FF4">
        <w:rPr>
          <w:rFonts w:ascii="Arial" w:hAnsi="Arial" w:cs="Arial"/>
          <w:b/>
          <w:sz w:val="20"/>
          <w:u w:val="single"/>
          <w:lang w:val="tr-TR"/>
        </w:rPr>
        <w:t>Bu k</w:t>
      </w:r>
      <w:r w:rsidR="00C45FC6" w:rsidRPr="004D1FF4">
        <w:rPr>
          <w:rFonts w:ascii="Arial" w:hAnsi="Arial" w:cs="Arial"/>
          <w:b/>
          <w:sz w:val="20"/>
          <w:u w:val="single"/>
          <w:lang w:val="tr-TR"/>
        </w:rPr>
        <w:t>uruluş</w:t>
      </w:r>
      <w:r w:rsidR="002A5A96" w:rsidRPr="004D1FF4">
        <w:rPr>
          <w:rFonts w:ascii="Arial" w:hAnsi="Arial" w:cs="Arial"/>
          <w:b/>
          <w:sz w:val="20"/>
          <w:u w:val="single"/>
          <w:lang w:val="tr-TR"/>
        </w:rPr>
        <w:t xml:space="preserve"> ile ilgili </w:t>
      </w:r>
      <w:r w:rsidR="00D70AB9" w:rsidRPr="004D1FF4">
        <w:rPr>
          <w:rFonts w:ascii="Arial" w:hAnsi="Arial" w:cs="Arial"/>
          <w:b/>
          <w:sz w:val="20"/>
          <w:u w:val="single"/>
          <w:lang w:val="tr-TR"/>
        </w:rPr>
        <w:t xml:space="preserve">genel </w:t>
      </w:r>
      <w:r w:rsidR="003337EB" w:rsidRPr="004D1FF4">
        <w:rPr>
          <w:rFonts w:ascii="Arial" w:hAnsi="Arial" w:cs="Arial"/>
          <w:b/>
          <w:sz w:val="20"/>
          <w:u w:val="single"/>
          <w:lang w:val="tr-TR"/>
        </w:rPr>
        <w:t>değerlendirme</w:t>
      </w:r>
    </w:p>
    <w:p w:rsidR="00447768" w:rsidRPr="004D1FF4" w:rsidRDefault="00447768" w:rsidP="000741FB">
      <w:pPr>
        <w:autoSpaceDE w:val="0"/>
        <w:autoSpaceDN w:val="0"/>
        <w:adjustRightInd w:val="0"/>
        <w:ind w:left="426" w:hanging="426"/>
        <w:rPr>
          <w:rFonts w:ascii="Arial" w:hAnsi="Arial" w:cs="Arial"/>
          <w:iCs/>
          <w:sz w:val="20"/>
          <w:lang w:val="tr-TR"/>
        </w:rPr>
      </w:pPr>
    </w:p>
    <w:p w:rsidR="00B02330" w:rsidRPr="0075492A" w:rsidRDefault="00C34EBC" w:rsidP="000741FB">
      <w:pPr>
        <w:autoSpaceDE w:val="0"/>
        <w:autoSpaceDN w:val="0"/>
        <w:adjustRightInd w:val="0"/>
        <w:rPr>
          <w:rFonts w:ascii="Arial" w:hAnsi="Arial" w:cs="Arial"/>
          <w:iCs/>
          <w:sz w:val="20"/>
          <w:lang w:val="tr-TR"/>
        </w:rPr>
      </w:pPr>
      <w:r w:rsidRPr="004D1FF4">
        <w:rPr>
          <w:rFonts w:ascii="Arial" w:hAnsi="Arial" w:cs="Arial"/>
          <w:iCs/>
          <w:sz w:val="20"/>
          <w:lang w:val="tr-TR"/>
        </w:rPr>
        <w:t>Aşağıdaki sorular</w:t>
      </w:r>
      <w:r w:rsidR="00B02330" w:rsidRPr="004D1FF4">
        <w:rPr>
          <w:rFonts w:ascii="Arial" w:hAnsi="Arial" w:cs="Arial"/>
          <w:iCs/>
          <w:sz w:val="20"/>
          <w:lang w:val="tr-TR"/>
        </w:rPr>
        <w:t>da</w:t>
      </w:r>
      <w:r w:rsidRPr="004D1FF4">
        <w:rPr>
          <w:rFonts w:ascii="Arial" w:hAnsi="Arial" w:cs="Arial"/>
          <w:iCs/>
          <w:sz w:val="20"/>
          <w:lang w:val="tr-TR"/>
        </w:rPr>
        <w:t xml:space="preserve"> </w:t>
      </w:r>
      <w:r w:rsidR="00AF535D" w:rsidRPr="004D1FF4">
        <w:rPr>
          <w:rFonts w:ascii="Arial" w:hAnsi="Arial" w:cs="Arial"/>
          <w:iCs/>
          <w:sz w:val="20"/>
          <w:lang w:val="tr-TR"/>
        </w:rPr>
        <w:t xml:space="preserve">bu </w:t>
      </w:r>
      <w:r w:rsidR="00C45FC6" w:rsidRPr="004D1FF4">
        <w:rPr>
          <w:rFonts w:ascii="Arial" w:hAnsi="Arial" w:cs="Arial"/>
          <w:iCs/>
          <w:sz w:val="20"/>
          <w:lang w:val="tr-TR"/>
        </w:rPr>
        <w:t>kuruluş</w:t>
      </w:r>
      <w:r w:rsidRPr="007F6BB0">
        <w:rPr>
          <w:rFonts w:ascii="Arial" w:hAnsi="Arial" w:cs="Arial"/>
          <w:iCs/>
          <w:sz w:val="20"/>
          <w:lang w:val="tr-TR"/>
        </w:rPr>
        <w:t xml:space="preserve"> tarafından sunulan </w:t>
      </w:r>
      <w:r w:rsidR="000E1B14">
        <w:rPr>
          <w:rFonts w:ascii="Arial" w:hAnsi="Arial" w:cs="Arial"/>
          <w:iCs/>
          <w:sz w:val="20"/>
          <w:lang w:val="tr-TR"/>
        </w:rPr>
        <w:t>yardım</w:t>
      </w:r>
      <w:r w:rsidRPr="007F6BB0">
        <w:rPr>
          <w:rFonts w:ascii="Arial" w:hAnsi="Arial" w:cs="Arial"/>
          <w:iCs/>
          <w:sz w:val="20"/>
          <w:lang w:val="tr-TR"/>
        </w:rPr>
        <w:t xml:space="preserve"> hakkında</w:t>
      </w:r>
      <w:r w:rsidRPr="0075492A">
        <w:rPr>
          <w:rFonts w:ascii="Arial" w:hAnsi="Arial" w:cs="Arial"/>
          <w:iCs/>
          <w:sz w:val="20"/>
          <w:lang w:val="tr-TR"/>
        </w:rPr>
        <w:t xml:space="preserve"> görüşünüz</w:t>
      </w:r>
      <w:r w:rsidR="00B02330" w:rsidRPr="0075492A">
        <w:rPr>
          <w:rFonts w:ascii="Arial" w:hAnsi="Arial" w:cs="Arial"/>
          <w:iCs/>
          <w:sz w:val="20"/>
          <w:lang w:val="tr-TR"/>
        </w:rPr>
        <w:t xml:space="preserve"> sorulmakta. Bunları yanıtlarken </w:t>
      </w:r>
      <w:r w:rsidR="00B02330" w:rsidRPr="0075492A">
        <w:rPr>
          <w:rFonts w:ascii="Arial" w:hAnsi="Arial" w:cs="Arial"/>
          <w:b/>
          <w:iCs/>
          <w:sz w:val="20"/>
          <w:lang w:val="tr-TR"/>
        </w:rPr>
        <w:t xml:space="preserve">son 6 ayı </w:t>
      </w:r>
      <w:r w:rsidR="00B02330" w:rsidRPr="0075492A">
        <w:rPr>
          <w:rFonts w:ascii="Arial" w:hAnsi="Arial" w:cs="Arial"/>
          <w:iCs/>
          <w:sz w:val="20"/>
          <w:lang w:val="tr-TR"/>
        </w:rPr>
        <w:t>dikkate alın.</w:t>
      </w:r>
    </w:p>
    <w:p w:rsidR="00B02330" w:rsidRPr="0075492A" w:rsidRDefault="00B02330" w:rsidP="000741FB">
      <w:pPr>
        <w:autoSpaceDE w:val="0"/>
        <w:autoSpaceDN w:val="0"/>
        <w:adjustRightInd w:val="0"/>
        <w:ind w:left="426" w:hanging="426"/>
        <w:rPr>
          <w:rFonts w:ascii="Arial" w:hAnsi="Arial" w:cs="Arial"/>
          <w:iCs/>
          <w:sz w:val="20"/>
          <w:lang w:val="tr-TR"/>
        </w:rPr>
      </w:pPr>
    </w:p>
    <w:p w:rsidR="00B02330" w:rsidRPr="0075492A" w:rsidRDefault="007F6BB0" w:rsidP="00282238">
      <w:pPr>
        <w:numPr>
          <w:ilvl w:val="0"/>
          <w:numId w:val="3"/>
        </w:numPr>
        <w:autoSpaceDE w:val="0"/>
        <w:autoSpaceDN w:val="0"/>
        <w:adjustRightInd w:val="0"/>
        <w:ind w:left="426" w:right="-71" w:hanging="426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 xml:space="preserve">0 (sıfır) aşırı </w:t>
      </w:r>
      <w:r w:rsidR="00B02330" w:rsidRPr="0075492A">
        <w:rPr>
          <w:rFonts w:ascii="Arial" w:hAnsi="Arial" w:cs="Arial"/>
          <w:b/>
          <w:sz w:val="20"/>
          <w:lang w:val="tr-TR"/>
        </w:rPr>
        <w:t>kalitesiz ve 10</w:t>
      </w:r>
      <w:r w:rsidR="000B68D7">
        <w:rPr>
          <w:rFonts w:ascii="Arial" w:hAnsi="Arial" w:cs="Arial"/>
          <w:b/>
          <w:sz w:val="20"/>
          <w:lang w:val="tr-TR"/>
        </w:rPr>
        <w:t xml:space="preserve"> </w:t>
      </w:r>
      <w:r w:rsidR="00B02330" w:rsidRPr="0075492A">
        <w:rPr>
          <w:rFonts w:ascii="Arial" w:hAnsi="Arial" w:cs="Arial"/>
          <w:b/>
          <w:sz w:val="20"/>
          <w:lang w:val="tr-TR"/>
        </w:rPr>
        <w:t xml:space="preserve">mükemmel olmak üzere </w:t>
      </w:r>
      <w:r w:rsidR="003337EB" w:rsidRPr="0075492A">
        <w:rPr>
          <w:rFonts w:ascii="Arial" w:hAnsi="Arial" w:cs="Arial"/>
          <w:b/>
          <w:sz w:val="20"/>
          <w:u w:val="single"/>
          <w:lang w:val="tr-TR"/>
        </w:rPr>
        <w:t xml:space="preserve">bu </w:t>
      </w:r>
      <w:r w:rsidR="00C45FC6">
        <w:rPr>
          <w:rFonts w:ascii="Arial" w:hAnsi="Arial" w:cs="Arial"/>
          <w:b/>
          <w:sz w:val="20"/>
          <w:u w:val="single"/>
          <w:lang w:val="tr-TR"/>
        </w:rPr>
        <w:t>kuruluş</w:t>
      </w:r>
      <w:r w:rsidR="00B02330" w:rsidRPr="0075492A">
        <w:rPr>
          <w:rFonts w:ascii="Arial" w:hAnsi="Arial" w:cs="Arial"/>
          <w:b/>
          <w:sz w:val="20"/>
          <w:u w:val="single"/>
          <w:lang w:val="tr-TR"/>
        </w:rPr>
        <w:t xml:space="preserve"> için</w:t>
      </w:r>
      <w:r w:rsidR="00B02330" w:rsidRPr="0075492A">
        <w:rPr>
          <w:rFonts w:ascii="Arial" w:hAnsi="Arial" w:cs="Arial"/>
          <w:b/>
          <w:sz w:val="20"/>
          <w:lang w:val="tr-TR"/>
        </w:rPr>
        <w:t xml:space="preserve"> 0 ile 10 arası bir not verseniz </w:t>
      </w:r>
      <w:r w:rsidR="003337EB" w:rsidRPr="0075492A">
        <w:rPr>
          <w:rFonts w:ascii="Arial" w:hAnsi="Arial" w:cs="Arial"/>
          <w:b/>
          <w:sz w:val="20"/>
          <w:u w:val="single"/>
          <w:lang w:val="tr-TR"/>
        </w:rPr>
        <w:t>kaç not</w:t>
      </w:r>
      <w:r w:rsidR="00B02330" w:rsidRPr="0075492A">
        <w:rPr>
          <w:rFonts w:ascii="Arial" w:hAnsi="Arial" w:cs="Arial"/>
          <w:b/>
          <w:sz w:val="20"/>
          <w:lang w:val="tr-TR"/>
        </w:rPr>
        <w:t xml:space="preserve"> verirsiniz?</w:t>
      </w:r>
    </w:p>
    <w:p w:rsidR="00F51650" w:rsidRPr="0075492A" w:rsidRDefault="00F51650" w:rsidP="00432272">
      <w:p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tr-TR"/>
        </w:rPr>
      </w:pPr>
    </w:p>
    <w:p w:rsidR="00B02330" w:rsidRPr="007F6BB0" w:rsidRDefault="00B02330" w:rsidP="009228C1">
      <w:pPr>
        <w:pStyle w:val="Plattetekst"/>
        <w:numPr>
          <w:ilvl w:val="0"/>
          <w:numId w:val="16"/>
        </w:numPr>
        <w:tabs>
          <w:tab w:val="right" w:pos="709"/>
          <w:tab w:val="left" w:pos="851"/>
        </w:tabs>
        <w:spacing w:after="0"/>
        <w:rPr>
          <w:rFonts w:ascii="Arial" w:hAnsi="Arial" w:cs="Arial"/>
          <w:i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 xml:space="preserve">0 </w:t>
      </w:r>
      <w:r w:rsidRPr="0075492A">
        <w:rPr>
          <w:rFonts w:ascii="Arial" w:hAnsi="Arial" w:cs="Arial"/>
          <w:iCs/>
          <w:sz w:val="20"/>
          <w:lang w:val="tr-TR"/>
        </w:rPr>
        <w:tab/>
      </w:r>
      <w:r w:rsidR="007F6BB0" w:rsidRPr="007F6BB0">
        <w:rPr>
          <w:rFonts w:ascii="Arial" w:hAnsi="Arial" w:cs="Arial"/>
          <w:i/>
          <w:iCs/>
          <w:sz w:val="20"/>
          <w:lang w:val="tr-TR"/>
        </w:rPr>
        <w:t>aşırı kal</w:t>
      </w:r>
      <w:r w:rsidRPr="007F6BB0">
        <w:rPr>
          <w:rFonts w:ascii="Arial" w:hAnsi="Arial" w:cs="Arial"/>
          <w:i/>
          <w:iCs/>
          <w:sz w:val="20"/>
          <w:lang w:val="tr-TR"/>
        </w:rPr>
        <w:t xml:space="preserve">itesiz bir </w:t>
      </w:r>
      <w:r w:rsidR="00C45FC6">
        <w:rPr>
          <w:rFonts w:ascii="Arial" w:hAnsi="Arial" w:cs="Arial"/>
          <w:i/>
          <w:iCs/>
          <w:sz w:val="20"/>
          <w:lang w:val="tr-TR"/>
        </w:rPr>
        <w:t>kuruluş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1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2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3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4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5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6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7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8</w:t>
      </w:r>
    </w:p>
    <w:p w:rsidR="00B02330" w:rsidRPr="0075492A" w:rsidRDefault="00B02330" w:rsidP="009228C1">
      <w:pPr>
        <w:pStyle w:val="Plattetekst"/>
        <w:numPr>
          <w:ilvl w:val="0"/>
          <w:numId w:val="16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>9</w:t>
      </w:r>
    </w:p>
    <w:p w:rsidR="00F163D9" w:rsidRDefault="00B02330" w:rsidP="009228C1">
      <w:pPr>
        <w:pStyle w:val="Plattetekst"/>
        <w:numPr>
          <w:ilvl w:val="0"/>
          <w:numId w:val="16"/>
        </w:numPr>
        <w:tabs>
          <w:tab w:val="right" w:pos="709"/>
          <w:tab w:val="left" w:pos="851"/>
        </w:tabs>
        <w:spacing w:after="0"/>
        <w:rPr>
          <w:rFonts w:ascii="Arial" w:hAnsi="Arial" w:cs="Arial"/>
          <w:i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 xml:space="preserve">10 </w:t>
      </w:r>
      <w:r w:rsidRPr="0075492A">
        <w:rPr>
          <w:rFonts w:ascii="Arial" w:hAnsi="Arial" w:cs="Arial"/>
          <w:iCs/>
          <w:sz w:val="20"/>
          <w:lang w:val="tr-TR"/>
        </w:rPr>
        <w:tab/>
      </w:r>
      <w:r w:rsidRPr="0075492A">
        <w:rPr>
          <w:rFonts w:ascii="Arial" w:hAnsi="Arial" w:cs="Arial"/>
          <w:i/>
          <w:iCs/>
          <w:sz w:val="20"/>
          <w:lang w:val="tr-TR"/>
        </w:rPr>
        <w:t xml:space="preserve">mükemmel bir </w:t>
      </w:r>
      <w:r w:rsidR="00C45FC6">
        <w:rPr>
          <w:rFonts w:ascii="Arial" w:hAnsi="Arial" w:cs="Arial"/>
          <w:i/>
          <w:iCs/>
          <w:sz w:val="20"/>
          <w:lang w:val="tr-TR"/>
        </w:rPr>
        <w:t>kuruluş</w:t>
      </w:r>
    </w:p>
    <w:p w:rsidR="00F163D9" w:rsidRDefault="00F163D9" w:rsidP="000741FB">
      <w:pPr>
        <w:pStyle w:val="Plattetekst"/>
        <w:tabs>
          <w:tab w:val="right" w:pos="709"/>
          <w:tab w:val="left" w:pos="851"/>
        </w:tabs>
        <w:spacing w:after="0"/>
        <w:ind w:left="426" w:hanging="426"/>
        <w:rPr>
          <w:rFonts w:ascii="Arial" w:hAnsi="Arial" w:cs="Arial"/>
          <w:i/>
          <w:iCs/>
          <w:sz w:val="20"/>
          <w:lang w:val="tr-TR"/>
        </w:rPr>
      </w:pPr>
    </w:p>
    <w:p w:rsidR="004D1FF4" w:rsidRPr="004D1FF4" w:rsidRDefault="004D1FF4" w:rsidP="000741FB">
      <w:pPr>
        <w:pStyle w:val="Plattetekst"/>
        <w:tabs>
          <w:tab w:val="right" w:pos="709"/>
          <w:tab w:val="left" w:pos="851"/>
        </w:tabs>
        <w:spacing w:after="0"/>
        <w:ind w:left="426" w:hanging="426"/>
        <w:rPr>
          <w:rFonts w:ascii="Arial" w:hAnsi="Arial" w:cs="Arial"/>
          <w:i/>
          <w:iCs/>
          <w:sz w:val="20"/>
          <w:lang w:val="tr-TR"/>
        </w:rPr>
      </w:pPr>
    </w:p>
    <w:p w:rsidR="00FF1549" w:rsidRPr="004D1FF4" w:rsidRDefault="00A42666" w:rsidP="000741FB">
      <w:pPr>
        <w:pStyle w:val="Plattetekst"/>
        <w:tabs>
          <w:tab w:val="left" w:pos="709"/>
        </w:tabs>
        <w:spacing w:after="0"/>
        <w:ind w:left="426" w:hanging="426"/>
        <w:rPr>
          <w:rFonts w:ascii="Arial" w:hAnsi="Arial" w:cs="Arial"/>
          <w:iCs/>
          <w:sz w:val="20"/>
          <w:lang w:val="tr-TR"/>
        </w:rPr>
      </w:pPr>
      <w:r w:rsidRPr="004D1FF4">
        <w:rPr>
          <w:rFonts w:ascii="Arial" w:hAnsi="Arial" w:cs="Arial"/>
          <w:b/>
          <w:sz w:val="20"/>
          <w:lang w:val="tr-TR"/>
        </w:rPr>
        <w:t>G</w:t>
      </w:r>
      <w:r w:rsidR="00F163D9" w:rsidRPr="004D1FF4">
        <w:rPr>
          <w:rFonts w:ascii="Arial" w:hAnsi="Arial" w:cs="Arial"/>
          <w:b/>
          <w:sz w:val="20"/>
          <w:lang w:val="tr-TR"/>
        </w:rPr>
        <w:t>.</w:t>
      </w:r>
      <w:r w:rsidR="00F163D9" w:rsidRPr="004D1FF4">
        <w:rPr>
          <w:rFonts w:ascii="Arial" w:hAnsi="Arial" w:cs="Arial"/>
          <w:b/>
          <w:sz w:val="20"/>
          <w:lang w:val="tr-TR"/>
        </w:rPr>
        <w:tab/>
      </w:r>
      <w:r w:rsidR="00F163D9" w:rsidRPr="004D1FF4">
        <w:rPr>
          <w:rFonts w:ascii="Arial" w:hAnsi="Arial" w:cs="Arial"/>
          <w:b/>
          <w:sz w:val="20"/>
          <w:u w:val="single"/>
          <w:lang w:val="tr-TR"/>
        </w:rPr>
        <w:t>S</w:t>
      </w:r>
      <w:r w:rsidR="00F96F81" w:rsidRPr="004D1FF4">
        <w:rPr>
          <w:rFonts w:ascii="Arial" w:hAnsi="Arial" w:cs="Arial"/>
          <w:b/>
          <w:sz w:val="20"/>
          <w:u w:val="single"/>
          <w:lang w:val="tr-TR"/>
        </w:rPr>
        <w:t>on sorular</w:t>
      </w:r>
    </w:p>
    <w:p w:rsidR="00FF1549" w:rsidRPr="004D1FF4" w:rsidRDefault="00FF1549" w:rsidP="000741FB">
      <w:pPr>
        <w:pStyle w:val="Default"/>
        <w:ind w:left="426" w:hanging="426"/>
        <w:rPr>
          <w:rFonts w:ascii="Arial" w:hAnsi="Arial" w:cs="Arial"/>
          <w:color w:val="auto"/>
          <w:sz w:val="20"/>
          <w:szCs w:val="20"/>
          <w:lang w:val="tr-TR"/>
        </w:rPr>
      </w:pPr>
    </w:p>
    <w:p w:rsidR="004D115C" w:rsidRPr="004D1FF4" w:rsidRDefault="00F96F81" w:rsidP="00282238">
      <w:pPr>
        <w:pStyle w:val="Plattetekst"/>
        <w:numPr>
          <w:ilvl w:val="0"/>
          <w:numId w:val="3"/>
        </w:numPr>
        <w:spacing w:after="0"/>
        <w:ind w:left="426" w:hanging="426"/>
        <w:rPr>
          <w:rFonts w:ascii="Arial" w:hAnsi="Arial" w:cs="Arial"/>
          <w:b/>
          <w:sz w:val="20"/>
          <w:lang w:val="tr-TR"/>
        </w:rPr>
      </w:pPr>
      <w:r w:rsidRPr="004D1FF4">
        <w:rPr>
          <w:rFonts w:ascii="Arial" w:hAnsi="Arial" w:cs="Arial"/>
          <w:b/>
          <w:sz w:val="20"/>
          <w:lang w:val="tr-TR"/>
        </w:rPr>
        <w:t xml:space="preserve">Size bu soru listesini doldurmaya biri </w:t>
      </w:r>
      <w:r w:rsidRPr="004D1FF4">
        <w:rPr>
          <w:rFonts w:ascii="Arial" w:hAnsi="Arial" w:cs="Arial"/>
          <w:b/>
          <w:sz w:val="20"/>
          <w:u w:val="single"/>
          <w:lang w:val="tr-TR"/>
        </w:rPr>
        <w:t>yardımcı</w:t>
      </w:r>
      <w:r w:rsidRPr="004D1FF4">
        <w:rPr>
          <w:rFonts w:ascii="Arial" w:hAnsi="Arial" w:cs="Arial"/>
          <w:b/>
          <w:sz w:val="20"/>
          <w:lang w:val="tr-TR"/>
        </w:rPr>
        <w:t xml:space="preserve"> oldu mu?</w:t>
      </w:r>
    </w:p>
    <w:p w:rsidR="004D115C" w:rsidRPr="00432272" w:rsidRDefault="00F96F81" w:rsidP="009228C1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b/>
          <w:sz w:val="20"/>
          <w:lang w:val="tr-TR"/>
        </w:rPr>
      </w:pPr>
      <w:r w:rsidRPr="004D1FF4">
        <w:rPr>
          <w:rFonts w:ascii="Arial" w:hAnsi="Arial" w:cs="Arial"/>
          <w:sz w:val="20"/>
          <w:lang w:val="tr-TR"/>
        </w:rPr>
        <w:t>Hayır</w:t>
      </w:r>
      <w:r w:rsidR="004D115C" w:rsidRPr="004D1FF4">
        <w:rPr>
          <w:rFonts w:ascii="Arial" w:hAnsi="Arial" w:cs="Arial"/>
          <w:sz w:val="20"/>
          <w:lang w:val="tr-TR"/>
        </w:rPr>
        <w:t xml:space="preserve"> </w:t>
      </w:r>
      <w:r w:rsidR="004D115C" w:rsidRPr="00432272">
        <w:rPr>
          <w:rFonts w:ascii="Arial" w:hAnsi="Arial" w:cs="Arial"/>
          <w:b/>
          <w:sz w:val="20"/>
          <w:lang w:val="tr-TR"/>
        </w:rPr>
        <w:sym w:font="Wingdings" w:char="F0E0"/>
      </w:r>
      <w:r w:rsidR="004D115C" w:rsidRPr="00432272">
        <w:rPr>
          <w:rFonts w:ascii="Arial" w:hAnsi="Arial" w:cs="Arial"/>
          <w:b/>
          <w:sz w:val="20"/>
          <w:lang w:val="tr-TR"/>
        </w:rPr>
        <w:t xml:space="preserve"> </w:t>
      </w:r>
      <w:r w:rsidR="00A42666" w:rsidRPr="00432272">
        <w:rPr>
          <w:rFonts w:ascii="Arial" w:hAnsi="Arial" w:cs="Arial"/>
          <w:b/>
          <w:sz w:val="20"/>
          <w:lang w:val="tr-TR"/>
        </w:rPr>
        <w:t>41</w:t>
      </w:r>
      <w:r w:rsidRPr="00432272">
        <w:rPr>
          <w:rFonts w:ascii="Arial" w:hAnsi="Arial" w:cs="Arial"/>
          <w:b/>
          <w:sz w:val="20"/>
          <w:lang w:val="tr-TR"/>
        </w:rPr>
        <w:t>. soruyla devam edin.</w:t>
      </w:r>
    </w:p>
    <w:p w:rsidR="004D115C" w:rsidRPr="0075492A" w:rsidRDefault="00F96F81" w:rsidP="009228C1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cs="Arial"/>
          <w:sz w:val="20"/>
          <w:lang w:val="tr-TR"/>
        </w:rPr>
        <w:t>Evet</w:t>
      </w:r>
      <w:r w:rsidR="004D115C" w:rsidRPr="0075492A">
        <w:rPr>
          <w:rFonts w:ascii="Arial" w:hAnsi="Arial" w:cs="Arial"/>
          <w:sz w:val="20"/>
          <w:lang w:val="tr-TR"/>
        </w:rPr>
        <w:t xml:space="preserve">, </w:t>
      </w:r>
      <w:r w:rsidRPr="0075492A">
        <w:rPr>
          <w:rFonts w:ascii="Arial" w:hAnsi="Arial" w:cs="Arial"/>
          <w:sz w:val="20"/>
          <w:lang w:val="tr-TR"/>
        </w:rPr>
        <w:t>araştırman yardımcı oldu.</w:t>
      </w:r>
    </w:p>
    <w:p w:rsidR="00E9568C" w:rsidRPr="0075492A" w:rsidRDefault="00F96F81" w:rsidP="009228C1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Evet</w:t>
      </w:r>
      <w:r w:rsidR="004D115C" w:rsidRPr="0075492A">
        <w:rPr>
          <w:rFonts w:ascii="Arial" w:hAnsi="Arial" w:cs="Arial"/>
          <w:sz w:val="20"/>
          <w:lang w:val="tr-TR"/>
        </w:rPr>
        <w:t xml:space="preserve">, </w:t>
      </w:r>
      <w:r w:rsidR="00C45FC6">
        <w:rPr>
          <w:rFonts w:ascii="Arial" w:hAnsi="Arial" w:cs="Arial"/>
          <w:sz w:val="20"/>
          <w:lang w:val="tr-TR"/>
        </w:rPr>
        <w:t>kuruluşta</w:t>
      </w:r>
      <w:r w:rsidRPr="0075492A">
        <w:rPr>
          <w:rFonts w:ascii="Arial" w:hAnsi="Arial" w:cs="Arial"/>
          <w:sz w:val="20"/>
          <w:lang w:val="tr-TR"/>
        </w:rPr>
        <w:t xml:space="preserve">n bir görevli </w:t>
      </w:r>
      <w:r w:rsidR="007B276D" w:rsidRPr="0075492A">
        <w:rPr>
          <w:rFonts w:ascii="Arial" w:hAnsi="Arial" w:cs="Arial"/>
          <w:sz w:val="20"/>
          <w:lang w:val="tr-TR"/>
        </w:rPr>
        <w:t>yardımcı oldu</w:t>
      </w:r>
      <w:r w:rsidRPr="0075492A">
        <w:rPr>
          <w:rFonts w:ascii="Arial" w:hAnsi="Arial" w:cs="Arial"/>
          <w:sz w:val="20"/>
          <w:lang w:val="tr-TR"/>
        </w:rPr>
        <w:t>.</w:t>
      </w:r>
    </w:p>
    <w:p w:rsidR="004D115C" w:rsidRPr="0075492A" w:rsidRDefault="00F96F81" w:rsidP="009228C1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Evet, tercüman</w:t>
      </w:r>
      <w:r w:rsidR="007B276D" w:rsidRPr="0075492A">
        <w:rPr>
          <w:rFonts w:ascii="Arial" w:hAnsi="Arial" w:cs="Arial"/>
          <w:sz w:val="20"/>
          <w:lang w:val="tr-TR"/>
        </w:rPr>
        <w:t xml:space="preserve"> yardımcı oldu.</w:t>
      </w:r>
    </w:p>
    <w:p w:rsidR="004E3D3C" w:rsidRDefault="00F96F81" w:rsidP="009228C1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Evet</w:t>
      </w:r>
      <w:r w:rsidR="004D115C" w:rsidRPr="0075492A">
        <w:rPr>
          <w:rFonts w:ascii="Arial" w:hAnsi="Arial" w:cs="Arial"/>
          <w:sz w:val="20"/>
          <w:lang w:val="tr-TR"/>
        </w:rPr>
        <w:t xml:space="preserve">, </w:t>
      </w:r>
      <w:r w:rsidR="00625005">
        <w:rPr>
          <w:rFonts w:ascii="Arial" w:hAnsi="Arial" w:cs="Arial"/>
          <w:sz w:val="20"/>
          <w:lang w:val="tr-TR"/>
        </w:rPr>
        <w:t xml:space="preserve">başka biri yardımcı oldu, </w:t>
      </w:r>
      <w:r w:rsidRPr="0075492A">
        <w:rPr>
          <w:rFonts w:ascii="Arial" w:hAnsi="Arial" w:cs="Arial"/>
          <w:sz w:val="20"/>
          <w:lang w:val="tr-TR"/>
        </w:rPr>
        <w:t>yani:</w:t>
      </w:r>
    </w:p>
    <w:p w:rsidR="004E3D3C" w:rsidRPr="004E3D3C" w:rsidRDefault="004E3D3C" w:rsidP="000741FB">
      <w:pPr>
        <w:pStyle w:val="Plattetekst"/>
        <w:spacing w:after="0"/>
        <w:ind w:left="426" w:hanging="426"/>
        <w:rPr>
          <w:rFonts w:ascii="Arial" w:hAnsi="Arial" w:cs="Arial"/>
          <w:sz w:val="8"/>
          <w:szCs w:val="8"/>
          <w:lang w:val="tr-TR"/>
        </w:rPr>
      </w:pPr>
    </w:p>
    <w:p w:rsidR="000741FB" w:rsidRDefault="00625005" w:rsidP="000741FB">
      <w:pPr>
        <w:pStyle w:val="Plattetekst"/>
        <w:spacing w:after="0"/>
        <w:ind w:left="426" w:hanging="426"/>
        <w:rPr>
          <w:rFonts w:ascii="Arial" w:hAnsi="Arial" w:cs="Arial"/>
          <w:sz w:val="20"/>
          <w:lang w:val="tr-TR"/>
        </w:rPr>
      </w:pPr>
      <w:r w:rsidRPr="00625005">
        <w:rPr>
          <w:rFonts w:ascii="Arial" w:hAnsi="Arial" w:cs="Arial"/>
          <w:sz w:val="2"/>
          <w:szCs w:val="2"/>
          <w:lang w:val="tr-TR"/>
        </w:rPr>
        <w:tab/>
      </w:r>
      <w:r w:rsidR="002708DD"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85365" cy="314325"/>
                <wp:effectExtent l="10160" t="7620" r="9525" b="11430"/>
                <wp:docPr id="4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Default="004373F4" w:rsidP="004D11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0" o:spid="_x0000_s1034" type="#_x0000_t202" style="width:179.9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">
                <v:textbox>
                  <w:txbxContent>
                    <w:p w:rsidR="004373F4" w:rsidRDefault="004373F4" w:rsidP="004D115C"/>
                  </w:txbxContent>
                </v:textbox>
                <w10:anchorlock/>
              </v:shape>
            </w:pict>
          </mc:Fallback>
        </mc:AlternateContent>
      </w:r>
    </w:p>
    <w:p w:rsidR="004D115C" w:rsidRPr="00960C82" w:rsidRDefault="000741FB" w:rsidP="004E3D3C">
      <w:pPr>
        <w:pStyle w:val="Plattetekst"/>
        <w:spacing w:after="0"/>
        <w:ind w:left="426" w:hanging="426"/>
        <w:rPr>
          <w:rFonts w:ascii="Arial" w:hAnsi="Arial" w:cs="Arial"/>
          <w:sz w:val="2"/>
          <w:szCs w:val="2"/>
          <w:lang w:val="tr-TR"/>
        </w:rPr>
      </w:pPr>
      <w:r>
        <w:rPr>
          <w:rFonts w:ascii="Arial" w:hAnsi="Arial" w:cs="Arial"/>
          <w:sz w:val="20"/>
          <w:lang w:val="tr-TR"/>
        </w:rPr>
        <w:tab/>
      </w:r>
      <w:r w:rsidR="00F96F81" w:rsidRPr="0075492A">
        <w:rPr>
          <w:rFonts w:ascii="Arial" w:hAnsi="Arial" w:cs="Arial"/>
          <w:sz w:val="20"/>
          <w:lang w:val="tr-TR"/>
        </w:rPr>
        <w:t>(lütfen baş harflerle yazınız)</w:t>
      </w:r>
      <w:r w:rsidR="00565A7E">
        <w:rPr>
          <w:rFonts w:ascii="Arial" w:hAnsi="Arial" w:cs="Arial"/>
          <w:sz w:val="20"/>
          <w:lang w:val="tr-TR"/>
        </w:rPr>
        <w:br w:type="column"/>
      </w:r>
    </w:p>
    <w:p w:rsidR="00625005" w:rsidRDefault="007B276D" w:rsidP="00282238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625005">
        <w:rPr>
          <w:rFonts w:ascii="Arial" w:hAnsi="Arial" w:cs="Arial"/>
          <w:b/>
          <w:sz w:val="20"/>
          <w:lang w:val="tr-TR"/>
        </w:rPr>
        <w:t xml:space="preserve">O kişi size </w:t>
      </w:r>
      <w:r w:rsidRPr="00625005">
        <w:rPr>
          <w:rFonts w:ascii="Arial" w:hAnsi="Arial" w:cs="Arial"/>
          <w:b/>
          <w:sz w:val="20"/>
          <w:u w:val="single"/>
          <w:lang w:val="tr-TR"/>
        </w:rPr>
        <w:t>nasıl</w:t>
      </w:r>
      <w:r w:rsidRPr="00625005">
        <w:rPr>
          <w:rFonts w:ascii="Arial" w:hAnsi="Arial" w:cs="Arial"/>
          <w:b/>
          <w:sz w:val="20"/>
          <w:lang w:val="tr-TR"/>
        </w:rPr>
        <w:t xml:space="preserve"> yardım etti</w:t>
      </w:r>
      <w:r w:rsidR="00625005" w:rsidRPr="00625005">
        <w:rPr>
          <w:rFonts w:ascii="Arial" w:hAnsi="Arial" w:cs="Arial"/>
          <w:b/>
          <w:sz w:val="20"/>
          <w:lang w:val="tr-TR"/>
        </w:rPr>
        <w:t>?</w:t>
      </w:r>
      <w:r w:rsidR="00625005">
        <w:rPr>
          <w:rFonts w:ascii="Arial" w:hAnsi="Arial" w:cs="Arial"/>
          <w:b/>
          <w:sz w:val="20"/>
          <w:lang w:val="tr-TR"/>
        </w:rPr>
        <w:t xml:space="preserve"> </w:t>
      </w:r>
    </w:p>
    <w:p w:rsidR="004D115C" w:rsidRPr="00625005" w:rsidRDefault="007B276D" w:rsidP="00625005">
      <w:pPr>
        <w:pStyle w:val="Plattetekst"/>
        <w:spacing w:after="0"/>
        <w:ind w:left="709"/>
        <w:rPr>
          <w:rFonts w:ascii="Arial" w:hAnsi="Arial" w:cs="Arial"/>
          <w:b/>
          <w:sz w:val="20"/>
          <w:lang w:val="tr-TR"/>
        </w:rPr>
      </w:pPr>
      <w:r w:rsidRPr="00625005">
        <w:rPr>
          <w:rFonts w:ascii="Arial" w:hAnsi="Arial" w:cs="Arial"/>
          <w:b/>
          <w:sz w:val="20"/>
          <w:lang w:val="tr-TR"/>
        </w:rPr>
        <w:t>Birden fazla kare işaretleyebilirsiniz.</w:t>
      </w:r>
      <w:r w:rsidR="004D115C" w:rsidRPr="00625005">
        <w:rPr>
          <w:rFonts w:ascii="Arial" w:hAnsi="Arial" w:cs="Arial"/>
          <w:b/>
          <w:sz w:val="20"/>
          <w:lang w:val="tr-TR"/>
        </w:rPr>
        <w:t xml:space="preserve"> </w:t>
      </w:r>
    </w:p>
    <w:p w:rsidR="004D115C" w:rsidRPr="0075492A" w:rsidRDefault="007B276D" w:rsidP="009228C1">
      <w:pPr>
        <w:pStyle w:val="Plattetekst"/>
        <w:numPr>
          <w:ilvl w:val="0"/>
          <w:numId w:val="18"/>
        </w:numPr>
        <w:spacing w:after="0"/>
        <w:ind w:left="72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Soruları size sesli olarak okuyarak.</w:t>
      </w:r>
    </w:p>
    <w:p w:rsidR="004D115C" w:rsidRPr="0075492A" w:rsidRDefault="007B276D" w:rsidP="009228C1">
      <w:pPr>
        <w:pStyle w:val="Plattetekst"/>
        <w:numPr>
          <w:ilvl w:val="0"/>
          <w:numId w:val="18"/>
        </w:numPr>
        <w:spacing w:after="0"/>
        <w:ind w:left="72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Yanıtlarınızı yazarak.</w:t>
      </w:r>
    </w:p>
    <w:p w:rsidR="004D115C" w:rsidRPr="0075492A" w:rsidRDefault="007B276D" w:rsidP="009228C1">
      <w:pPr>
        <w:pStyle w:val="Plattetekst"/>
        <w:numPr>
          <w:ilvl w:val="0"/>
          <w:numId w:val="18"/>
        </w:numPr>
        <w:spacing w:after="0"/>
        <w:ind w:left="72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Soruları sizin yerinize yanıtlayarak.</w:t>
      </w:r>
    </w:p>
    <w:p w:rsidR="004D115C" w:rsidRPr="0075492A" w:rsidRDefault="007B276D" w:rsidP="009228C1">
      <w:pPr>
        <w:pStyle w:val="Plattetekst"/>
        <w:numPr>
          <w:ilvl w:val="0"/>
          <w:numId w:val="18"/>
        </w:numPr>
        <w:spacing w:after="0"/>
        <w:ind w:left="72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Soruları kendi dilinize tercüme ederek.</w:t>
      </w:r>
    </w:p>
    <w:p w:rsidR="006B2A49" w:rsidRDefault="007B276D" w:rsidP="009228C1">
      <w:pPr>
        <w:pStyle w:val="Plattetekst"/>
        <w:numPr>
          <w:ilvl w:val="0"/>
          <w:numId w:val="18"/>
        </w:numPr>
        <w:spacing w:after="0"/>
        <w:ind w:left="72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Başka türlü yardımcı oldu, yani:</w:t>
      </w:r>
    </w:p>
    <w:p w:rsidR="004D115C" w:rsidRPr="0075492A" w:rsidRDefault="006B2A49" w:rsidP="00432272">
      <w:pPr>
        <w:pStyle w:val="Plattetekst"/>
        <w:spacing w:after="0"/>
        <w:ind w:left="1069" w:hanging="425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ab/>
      </w:r>
      <w:r w:rsidR="002708DD"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85365" cy="820420"/>
                <wp:effectExtent l="6985" t="13970" r="12700" b="13335"/>
                <wp:docPr id="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82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Default="004373F4" w:rsidP="004D11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9" o:spid="_x0000_s1035" type="#_x0000_t202" style="width:179.95pt;height:6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">
                <v:textbox>
                  <w:txbxContent>
                    <w:p w:rsidR="004373F4" w:rsidRDefault="004373F4" w:rsidP="004D115C"/>
                  </w:txbxContent>
                </v:textbox>
                <w10:anchorlock/>
              </v:shape>
            </w:pict>
          </mc:Fallback>
        </mc:AlternateContent>
      </w:r>
    </w:p>
    <w:p w:rsidR="004D115C" w:rsidRPr="0075492A" w:rsidRDefault="004A23B1" w:rsidP="00625005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E9568C" w:rsidRPr="0075492A">
        <w:rPr>
          <w:rFonts w:ascii="Arial" w:hAnsi="Arial" w:cs="Arial"/>
          <w:sz w:val="20"/>
          <w:lang w:val="tr-TR"/>
        </w:rPr>
        <w:t>(lütfen baş harflerle yazınız)</w:t>
      </w:r>
    </w:p>
    <w:p w:rsidR="006B2A49" w:rsidRPr="0075492A" w:rsidRDefault="006B2A49" w:rsidP="000741FB">
      <w:pPr>
        <w:pStyle w:val="Plattetekst"/>
        <w:spacing w:after="0"/>
        <w:rPr>
          <w:rFonts w:ascii="Arial" w:hAnsi="Arial" w:cs="Arial"/>
          <w:b/>
          <w:sz w:val="20"/>
          <w:lang w:val="tr-TR"/>
        </w:rPr>
      </w:pPr>
    </w:p>
    <w:p w:rsidR="004D115C" w:rsidRPr="0075492A" w:rsidRDefault="00C45FC6" w:rsidP="00282238">
      <w:pPr>
        <w:pStyle w:val="Default"/>
        <w:numPr>
          <w:ilvl w:val="0"/>
          <w:numId w:val="3"/>
        </w:numPr>
        <w:ind w:left="709" w:hanging="425"/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Kuruluş</w:t>
      </w:r>
      <w:r w:rsidR="007B276D"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 xml:space="preserve"> tarafından sunulan </w:t>
      </w:r>
      <w:r w:rsidR="00960C82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 xml:space="preserve">yardım </w:t>
      </w:r>
      <w:r w:rsidR="007B276D"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 xml:space="preserve">hizmeti </w:t>
      </w:r>
      <w:r w:rsidR="008A3630"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daha nasıl iyileştirilebilinir?</w:t>
      </w:r>
      <w:r w:rsidR="004D115C"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 xml:space="preserve"> </w:t>
      </w:r>
    </w:p>
    <w:p w:rsidR="004D115C" w:rsidRPr="0075492A" w:rsidRDefault="004D115C" w:rsidP="00625005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</w:pPr>
      <w:r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 xml:space="preserve"> </w:t>
      </w:r>
    </w:p>
    <w:p w:rsidR="004D115C" w:rsidRPr="0075492A" w:rsidRDefault="006B2A49" w:rsidP="00625005">
      <w:pPr>
        <w:ind w:left="709" w:hanging="425"/>
        <w:rPr>
          <w:rFonts w:ascii="Arial" w:hAnsi="Arial" w:cs="Arial"/>
          <w:b/>
          <w:sz w:val="20"/>
          <w:u w:val="single"/>
          <w:lang w:val="tr-TR"/>
        </w:rPr>
      </w:pPr>
      <w:r w:rsidRPr="00C45FC6">
        <w:rPr>
          <w:lang w:val="tr-TR"/>
        </w:rPr>
        <w:tab/>
      </w:r>
      <w:r w:rsidR="002708DD" w:rsidRPr="0075492A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inline distT="0" distB="0" distL="0" distR="0">
                <wp:extent cx="2259330" cy="2420620"/>
                <wp:effectExtent l="11430" t="13970" r="5715" b="13335"/>
                <wp:docPr id="2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9330" cy="242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F4" w:rsidRPr="00BB255C" w:rsidRDefault="004373F4" w:rsidP="00E95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7" o:spid="_x0000_s1036" type="#_x0000_t202" style="width:177.9pt;height:19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">
                <v:textbox>
                  <w:txbxContent>
                    <w:p w:rsidR="004373F4" w:rsidRPr="00BB255C" w:rsidRDefault="004373F4" w:rsidP="00E9568C"/>
                  </w:txbxContent>
                </v:textbox>
                <w10:anchorlock/>
              </v:shape>
            </w:pict>
          </mc:Fallback>
        </mc:AlternateContent>
      </w:r>
    </w:p>
    <w:p w:rsidR="005F6CA6" w:rsidRPr="0075492A" w:rsidRDefault="005F6CA6" w:rsidP="00625005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>(lütfen baş harflerle yazınız)</w:t>
      </w:r>
    </w:p>
    <w:p w:rsidR="008A3630" w:rsidRPr="0075492A" w:rsidRDefault="004A23B1" w:rsidP="00625005">
      <w:p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ab/>
      </w:r>
    </w:p>
    <w:p w:rsidR="00E9568C" w:rsidRPr="0075492A" w:rsidRDefault="00E9568C" w:rsidP="004A23B1">
      <w:pPr>
        <w:pStyle w:val="Default"/>
        <w:ind w:left="786" w:hanging="360"/>
        <w:rPr>
          <w:rFonts w:ascii="Arial" w:hAnsi="Arial" w:cs="Arial"/>
          <w:color w:val="auto"/>
          <w:sz w:val="20"/>
          <w:szCs w:val="20"/>
          <w:lang w:val="tr-TR"/>
        </w:rPr>
      </w:pPr>
    </w:p>
    <w:p w:rsidR="00DF51A0" w:rsidRPr="0075492A" w:rsidRDefault="008A3630" w:rsidP="00282238">
      <w:pPr>
        <w:pStyle w:val="Default"/>
        <w:numPr>
          <w:ilvl w:val="0"/>
          <w:numId w:val="3"/>
        </w:numPr>
        <w:ind w:left="709" w:hanging="425"/>
        <w:rPr>
          <w:rFonts w:ascii="Arial" w:hAnsi="Arial" w:cs="Arial"/>
          <w:b/>
          <w:color w:val="auto"/>
          <w:sz w:val="20"/>
          <w:szCs w:val="20"/>
          <w:lang w:val="tr-TR"/>
        </w:rPr>
      </w:pPr>
      <w:r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Soru listesini hangi </w:t>
      </w:r>
      <w:r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tarihte doldurdunuz</w:t>
      </w:r>
      <w:r w:rsidR="00DF51A0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? </w:t>
      </w:r>
    </w:p>
    <w:p w:rsidR="00092F4A" w:rsidRPr="0075492A" w:rsidRDefault="00092F4A" w:rsidP="004A23B1">
      <w:pPr>
        <w:ind w:left="786" w:hanging="360"/>
        <w:rPr>
          <w:rFonts w:ascii="Arial" w:hAnsi="Arial" w:cs="Arial"/>
          <w:lang w:val="tr-TR"/>
        </w:rPr>
      </w:pPr>
      <w:r w:rsidRPr="0075492A">
        <w:rPr>
          <w:rFonts w:ascii="Arial" w:hAnsi="Arial" w:cs="Arial"/>
          <w:lang w:val="tr-TR"/>
        </w:rPr>
        <w:t xml:space="preserve">  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58"/>
        <w:gridCol w:w="358"/>
        <w:gridCol w:w="418"/>
        <w:gridCol w:w="358"/>
        <w:gridCol w:w="358"/>
        <w:gridCol w:w="358"/>
        <w:gridCol w:w="359"/>
      </w:tblGrid>
      <w:tr w:rsidR="00D35808" w:rsidRPr="0075492A" w:rsidTr="00D35808">
        <w:trPr>
          <w:trHeight w:val="326"/>
        </w:trPr>
        <w:tc>
          <w:tcPr>
            <w:tcW w:w="716" w:type="dxa"/>
            <w:gridSpan w:val="2"/>
            <w:tcBorders>
              <w:bottom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bookmarkStart w:id="1" w:name="OLE_LINK3"/>
            <w:r w:rsidRPr="0075492A">
              <w:rPr>
                <w:rFonts w:ascii="Arial" w:hAnsi="Arial" w:cs="Arial"/>
                <w:sz w:val="20"/>
                <w:lang w:val="tr-TR"/>
              </w:rPr>
              <w:t>Gün</w:t>
            </w:r>
          </w:p>
        </w:tc>
        <w:tc>
          <w:tcPr>
            <w:tcW w:w="418" w:type="dxa"/>
            <w:vMerge w:val="restart"/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Yıl</w:t>
            </w:r>
          </w:p>
        </w:tc>
      </w:tr>
      <w:tr w:rsidR="00D35808" w:rsidRPr="0075492A" w:rsidTr="00D35808">
        <w:trPr>
          <w:trHeight w:hRule="exact" w:val="397"/>
        </w:trPr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</w:tr>
      <w:bookmarkEnd w:id="1"/>
    </w:tbl>
    <w:p w:rsidR="00A7641F" w:rsidRPr="0075492A" w:rsidRDefault="00A7641F" w:rsidP="004A23B1">
      <w:pPr>
        <w:ind w:left="786" w:hanging="360"/>
        <w:rPr>
          <w:rFonts w:ascii="Arial" w:hAnsi="Arial" w:cs="Arial"/>
          <w:sz w:val="20"/>
          <w:lang w:val="tr-TR"/>
        </w:rPr>
      </w:pPr>
    </w:p>
    <w:p w:rsidR="007B276D" w:rsidRDefault="007B276D" w:rsidP="004A23B1">
      <w:pPr>
        <w:ind w:left="786" w:hanging="36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 xml:space="preserve"> Örneğin</w:t>
      </w:r>
      <w:r w:rsidR="00D35808">
        <w:rPr>
          <w:rFonts w:ascii="Arial" w:hAnsi="Arial" w:cs="Arial"/>
          <w:sz w:val="20"/>
          <w:lang w:val="tr-TR"/>
        </w:rPr>
        <w:t>:</w:t>
      </w:r>
    </w:p>
    <w:p w:rsidR="00D35808" w:rsidRPr="0075492A" w:rsidRDefault="00D35808" w:rsidP="004A23B1">
      <w:pPr>
        <w:ind w:left="786" w:hanging="360"/>
        <w:rPr>
          <w:rFonts w:ascii="Arial" w:hAnsi="Arial" w:cs="Arial"/>
          <w:sz w:val="20"/>
          <w:lang w:val="tr-TR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58"/>
        <w:gridCol w:w="358"/>
        <w:gridCol w:w="418"/>
        <w:gridCol w:w="358"/>
        <w:gridCol w:w="358"/>
        <w:gridCol w:w="358"/>
        <w:gridCol w:w="359"/>
      </w:tblGrid>
      <w:tr w:rsidR="00D35808" w:rsidRPr="0075492A" w:rsidTr="00D35808">
        <w:trPr>
          <w:trHeight w:val="276"/>
        </w:trPr>
        <w:tc>
          <w:tcPr>
            <w:tcW w:w="716" w:type="dxa"/>
            <w:gridSpan w:val="2"/>
            <w:tcBorders>
              <w:bottom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Gün</w:t>
            </w:r>
          </w:p>
        </w:tc>
        <w:tc>
          <w:tcPr>
            <w:tcW w:w="418" w:type="dxa"/>
            <w:vMerge w:val="restart"/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Yıl</w:t>
            </w:r>
          </w:p>
        </w:tc>
      </w:tr>
      <w:tr w:rsidR="00D35808" w:rsidRPr="0075492A" w:rsidTr="00D35808">
        <w:trPr>
          <w:trHeight w:hRule="exact" w:val="397"/>
        </w:trPr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tr-TR"/>
              </w:rPr>
              <w:t>1</w:t>
            </w:r>
          </w:p>
        </w:tc>
        <w:tc>
          <w:tcPr>
            <w:tcW w:w="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2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9</w:t>
            </w:r>
          </w:p>
        </w:tc>
      </w:tr>
    </w:tbl>
    <w:p w:rsidR="008A3630" w:rsidRPr="0075492A" w:rsidRDefault="008A3630" w:rsidP="004A23B1">
      <w:pPr>
        <w:ind w:left="786" w:hanging="360"/>
        <w:rPr>
          <w:rFonts w:ascii="Arial" w:hAnsi="Arial" w:cs="Arial"/>
          <w:sz w:val="20"/>
          <w:lang w:val="tr-TR"/>
        </w:rPr>
      </w:pPr>
    </w:p>
    <w:p w:rsidR="007B276D" w:rsidRPr="0075492A" w:rsidRDefault="007B276D" w:rsidP="004A23B1">
      <w:pPr>
        <w:ind w:left="786" w:hanging="360"/>
        <w:rPr>
          <w:rFonts w:ascii="Arial" w:hAnsi="Arial" w:cs="Arial"/>
          <w:sz w:val="20"/>
          <w:lang w:val="tr-TR"/>
        </w:rPr>
        <w:sectPr w:rsidR="007B276D" w:rsidRPr="0075492A" w:rsidSect="002A65DE">
          <w:pgSz w:w="11906" w:h="16838"/>
          <w:pgMar w:top="1417" w:right="1133" w:bottom="1417" w:left="1417" w:header="708" w:footer="708" w:gutter="0"/>
          <w:cols w:num="2" w:space="708"/>
          <w:docGrid w:linePitch="360"/>
        </w:sectPr>
      </w:pPr>
    </w:p>
    <w:p w:rsidR="005D6AE2" w:rsidRPr="0075492A" w:rsidRDefault="004E3D3C" w:rsidP="00432272">
      <w:pPr>
        <w:pStyle w:val="Default"/>
        <w:rPr>
          <w:rFonts w:ascii="Arial" w:hAnsi="Arial" w:cs="Arial"/>
          <w:b/>
          <w:szCs w:val="22"/>
          <w:lang w:val="tr-TR"/>
        </w:rPr>
      </w:pPr>
      <w:r>
        <w:rPr>
          <w:rFonts w:ascii="Arial" w:hAnsi="Arial" w:cs="Arial"/>
          <w:sz w:val="20"/>
          <w:lang w:val="tr-TR"/>
        </w:rPr>
        <w:br w:type="column"/>
      </w:r>
      <w:r w:rsidR="002708DD">
        <w:rPr>
          <w:rFonts w:ascii="Arial" w:hAnsi="Arial" w:cs="Arial"/>
          <w:b/>
          <w:noProof/>
          <w:szCs w:val="2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174625</wp:posOffset>
                </wp:positionV>
                <wp:extent cx="5655310" cy="2072005"/>
                <wp:effectExtent l="1905" t="0" r="635" b="0"/>
                <wp:wrapNone/>
                <wp:docPr id="1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5310" cy="207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3F4" w:rsidRPr="0075492A" w:rsidRDefault="004373F4" w:rsidP="005D6AE2">
                            <w:pPr>
                              <w:rPr>
                                <w:rFonts w:ascii="Arial" w:hAnsi="Arial" w:cs="Arial"/>
                                <w:b/>
                                <w:szCs w:val="22"/>
                                <w:u w:val="single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b/>
                                <w:szCs w:val="22"/>
                                <w:u w:val="single"/>
                                <w:lang w:val="tr-TR"/>
                              </w:rPr>
                              <w:t>Soru listesini doldurduktan sonra ne yapmalısınız?</w:t>
                            </w:r>
                          </w:p>
                          <w:p w:rsidR="004373F4" w:rsidRPr="0075492A" w:rsidRDefault="004373F4" w:rsidP="005D6AE2">
                            <w:pPr>
                              <w:rPr>
                                <w:rFonts w:ascii="Arial" w:hAnsi="Arial" w:cs="Arial"/>
                                <w:b/>
                                <w:szCs w:val="22"/>
                                <w:u w:val="single"/>
                                <w:lang w:val="tr-TR"/>
                              </w:rPr>
                            </w:pPr>
                          </w:p>
                          <w:p w:rsidR="004373F4" w:rsidRPr="0075492A" w:rsidRDefault="004373F4" w:rsidP="00282238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szCs w:val="22"/>
                                <w:u w:val="single"/>
                                <w:lang w:val="tr-TR"/>
                              </w:rPr>
                              <w:t>Araştırman duruyor mu</w:t>
                            </w:r>
                            <w:r w:rsidRPr="0075492A"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  <w:t>? Soru listesini araştırmana iade edin.</w:t>
                            </w:r>
                          </w:p>
                          <w:p w:rsidR="004373F4" w:rsidRPr="0075492A" w:rsidRDefault="004373F4" w:rsidP="005D6AE2">
                            <w:pPr>
                              <w:ind w:left="720"/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</w:pPr>
                          </w:p>
                          <w:p w:rsidR="004373F4" w:rsidRPr="0075492A" w:rsidRDefault="004373F4" w:rsidP="00282238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szCs w:val="22"/>
                                <w:u w:val="single"/>
                                <w:lang w:val="tr-TR"/>
                              </w:rPr>
                              <w:t>Araştırman yok mu</w:t>
                            </w:r>
                            <w:r w:rsidRPr="0075492A"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  <w:t>? O halde şöyle yapın:</w:t>
                            </w:r>
                          </w:p>
                          <w:p w:rsidR="00432272" w:rsidRPr="00432272" w:rsidRDefault="00432272" w:rsidP="00282238">
                            <w:pPr>
                              <w:pStyle w:val="Geenafstand"/>
                              <w:numPr>
                                <w:ilvl w:val="1"/>
                                <w:numId w:val="2"/>
                              </w:numPr>
                              <w:rPr>
                                <w:rFonts w:ascii="Arial" w:hAnsi="Arial" w:cs="Arial"/>
                                <w:lang w:val="tr-TR"/>
                              </w:rPr>
                            </w:pPr>
                            <w:r w:rsidRPr="00432272">
                              <w:rPr>
                                <w:rFonts w:ascii="Arial" w:hAnsi="Arial" w:cs="Arial"/>
                                <w:lang w:val="tr-TR"/>
                              </w:rPr>
                              <w:t>Rehberinizden bir cevap zarfı isteyiniz.</w:t>
                            </w:r>
                          </w:p>
                          <w:p w:rsidR="004373F4" w:rsidRPr="0075492A" w:rsidRDefault="004373F4" w:rsidP="00282238">
                            <w:pPr>
                              <w:numPr>
                                <w:ilvl w:val="1"/>
                                <w:numId w:val="2"/>
                              </w:numPr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  <w:t>Soru listesini zarfa koyun ve zarfı kapatın.</w:t>
                            </w:r>
                          </w:p>
                          <w:p w:rsidR="00432272" w:rsidRPr="00432272" w:rsidRDefault="00432272" w:rsidP="00282238">
                            <w:pPr>
                              <w:pStyle w:val="Geenafstand"/>
                              <w:numPr>
                                <w:ilvl w:val="1"/>
                                <w:numId w:val="2"/>
                              </w:numPr>
                              <w:rPr>
                                <w:rFonts w:ascii="Arial" w:hAnsi="Arial" w:cs="Arial"/>
                                <w:lang w:val="tr-TR"/>
                              </w:rPr>
                            </w:pPr>
                            <w:r w:rsidRPr="00432272">
                              <w:rPr>
                                <w:rFonts w:ascii="Arial" w:hAnsi="Arial" w:cs="Arial"/>
                                <w:lang w:val="tr-TR"/>
                              </w:rPr>
                              <w:t xml:space="preserve">Zarfı rehberinize veriniz. Kendisi zarfın araştırmanlara ulaşmasını sağlayacaktır. </w:t>
                            </w:r>
                          </w:p>
                          <w:p w:rsidR="004373F4" w:rsidRPr="0075492A" w:rsidRDefault="004373F4" w:rsidP="005D6AE2">
                            <w:pPr>
                              <w:rPr>
                                <w:rFonts w:ascii="Arial" w:hAnsi="Arial" w:cs="Arial"/>
                                <w:sz w:val="20"/>
                                <w:lang w:val="tr-TR"/>
                              </w:rPr>
                            </w:pPr>
                          </w:p>
                          <w:p w:rsidR="004373F4" w:rsidRPr="0075492A" w:rsidRDefault="004373F4" w:rsidP="005D6AE2">
                            <w:pPr>
                              <w:rPr>
                                <w:rFonts w:ascii="Arial" w:hAnsi="Arial" w:cs="Arial"/>
                                <w:sz w:val="20"/>
                                <w:lang w:val="tr-TR"/>
                              </w:rPr>
                            </w:pPr>
                          </w:p>
                          <w:p w:rsidR="004373F4" w:rsidRDefault="004373F4" w:rsidP="005D6AE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2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b/>
                                <w:szCs w:val="22"/>
                                <w:lang w:val="tr-TR"/>
                              </w:rPr>
                              <w:t>Soru listesini doldurduğunuz için teşekkür ederiz!</w:t>
                            </w:r>
                          </w:p>
                          <w:p w:rsidR="004373F4" w:rsidRDefault="004373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37" type="#_x0000_t202" style="position:absolute;margin-left:-.95pt;margin-top:13.75pt;width:445.3pt;height:163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Slw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" filled="f" stroked="f">
                <v:textbox>
                  <w:txbxContent>
                    <w:p w:rsidR="004373F4" w:rsidRPr="0075492A" w:rsidRDefault="004373F4" w:rsidP="005D6AE2">
                      <w:pPr>
                        <w:rPr>
                          <w:rFonts w:ascii="Arial" w:hAnsi="Arial" w:cs="Arial"/>
                          <w:b/>
                          <w:szCs w:val="22"/>
                          <w:u w:val="single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b/>
                          <w:szCs w:val="22"/>
                          <w:u w:val="single"/>
                          <w:lang w:val="tr-TR"/>
                        </w:rPr>
                        <w:t>Soru listesini doldurduktan sonra ne yapmalısınız?</w:t>
                      </w:r>
                    </w:p>
                    <w:p w:rsidR="004373F4" w:rsidRPr="0075492A" w:rsidRDefault="004373F4" w:rsidP="005D6AE2">
                      <w:pPr>
                        <w:rPr>
                          <w:rFonts w:ascii="Arial" w:hAnsi="Arial" w:cs="Arial"/>
                          <w:b/>
                          <w:szCs w:val="22"/>
                          <w:u w:val="single"/>
                          <w:lang w:val="tr-TR"/>
                        </w:rPr>
                      </w:pPr>
                    </w:p>
                    <w:p w:rsidR="004373F4" w:rsidRPr="0075492A" w:rsidRDefault="004373F4" w:rsidP="00282238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Cs w:val="22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szCs w:val="22"/>
                          <w:u w:val="single"/>
                          <w:lang w:val="tr-TR"/>
                        </w:rPr>
                        <w:t>Araştırman duruyor mu</w:t>
                      </w:r>
                      <w:r w:rsidRPr="0075492A">
                        <w:rPr>
                          <w:rFonts w:ascii="Arial" w:hAnsi="Arial" w:cs="Arial"/>
                          <w:szCs w:val="22"/>
                          <w:lang w:val="tr-TR"/>
                        </w:rPr>
                        <w:t>? Soru listesini araştırmana iade edin.</w:t>
                      </w:r>
                    </w:p>
                    <w:p w:rsidR="004373F4" w:rsidRPr="0075492A" w:rsidRDefault="004373F4" w:rsidP="005D6AE2">
                      <w:pPr>
                        <w:ind w:left="720"/>
                        <w:rPr>
                          <w:rFonts w:ascii="Arial" w:hAnsi="Arial" w:cs="Arial"/>
                          <w:szCs w:val="22"/>
                          <w:lang w:val="tr-TR"/>
                        </w:rPr>
                      </w:pPr>
                    </w:p>
                    <w:p w:rsidR="004373F4" w:rsidRPr="0075492A" w:rsidRDefault="004373F4" w:rsidP="00282238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Cs w:val="22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szCs w:val="22"/>
                          <w:u w:val="single"/>
                          <w:lang w:val="tr-TR"/>
                        </w:rPr>
                        <w:t>Araştırman yok mu</w:t>
                      </w:r>
                      <w:r w:rsidRPr="0075492A">
                        <w:rPr>
                          <w:rFonts w:ascii="Arial" w:hAnsi="Arial" w:cs="Arial"/>
                          <w:szCs w:val="22"/>
                          <w:lang w:val="tr-TR"/>
                        </w:rPr>
                        <w:t>? O halde şöyle yapın:</w:t>
                      </w:r>
                    </w:p>
                    <w:p w:rsidR="00432272" w:rsidRPr="00432272" w:rsidRDefault="00432272" w:rsidP="00282238">
                      <w:pPr>
                        <w:pStyle w:val="Geenafstand"/>
                        <w:numPr>
                          <w:ilvl w:val="1"/>
                          <w:numId w:val="2"/>
                        </w:numPr>
                        <w:rPr>
                          <w:rFonts w:ascii="Arial" w:hAnsi="Arial" w:cs="Arial"/>
                          <w:lang w:val="tr-TR"/>
                        </w:rPr>
                      </w:pPr>
                      <w:r w:rsidRPr="00432272">
                        <w:rPr>
                          <w:rFonts w:ascii="Arial" w:hAnsi="Arial" w:cs="Arial"/>
                          <w:lang w:val="tr-TR"/>
                        </w:rPr>
                        <w:t>Rehberinizden bir cevap zarfı isteyiniz.</w:t>
                      </w:r>
                    </w:p>
                    <w:p w:rsidR="004373F4" w:rsidRPr="0075492A" w:rsidRDefault="004373F4" w:rsidP="00282238">
                      <w:pPr>
                        <w:numPr>
                          <w:ilvl w:val="1"/>
                          <w:numId w:val="2"/>
                        </w:numPr>
                        <w:rPr>
                          <w:rFonts w:ascii="Arial" w:hAnsi="Arial" w:cs="Arial"/>
                          <w:szCs w:val="22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szCs w:val="22"/>
                          <w:lang w:val="tr-TR"/>
                        </w:rPr>
                        <w:t>Soru listesini zarfa koyun ve zarfı kapatın.</w:t>
                      </w:r>
                    </w:p>
                    <w:p w:rsidR="00432272" w:rsidRPr="00432272" w:rsidRDefault="00432272" w:rsidP="00282238">
                      <w:pPr>
                        <w:pStyle w:val="Geenafstand"/>
                        <w:numPr>
                          <w:ilvl w:val="1"/>
                          <w:numId w:val="2"/>
                        </w:numPr>
                        <w:rPr>
                          <w:rFonts w:ascii="Arial" w:hAnsi="Arial" w:cs="Arial"/>
                          <w:lang w:val="tr-TR"/>
                        </w:rPr>
                      </w:pPr>
                      <w:r w:rsidRPr="00432272">
                        <w:rPr>
                          <w:rFonts w:ascii="Arial" w:hAnsi="Arial" w:cs="Arial"/>
                          <w:lang w:val="tr-TR"/>
                        </w:rPr>
                        <w:t xml:space="preserve">Zarfı rehberinize veriniz. Kendisi zarfın araştırmanlara ulaşmasını sağlayacaktır. </w:t>
                      </w:r>
                    </w:p>
                    <w:p w:rsidR="004373F4" w:rsidRPr="0075492A" w:rsidRDefault="004373F4" w:rsidP="005D6AE2">
                      <w:pPr>
                        <w:rPr>
                          <w:rFonts w:ascii="Arial" w:hAnsi="Arial" w:cs="Arial"/>
                          <w:sz w:val="20"/>
                          <w:lang w:val="tr-TR"/>
                        </w:rPr>
                      </w:pPr>
                    </w:p>
                    <w:p w:rsidR="004373F4" w:rsidRPr="0075492A" w:rsidRDefault="004373F4" w:rsidP="005D6AE2">
                      <w:pPr>
                        <w:rPr>
                          <w:rFonts w:ascii="Arial" w:hAnsi="Arial" w:cs="Arial"/>
                          <w:sz w:val="20"/>
                          <w:lang w:val="tr-TR"/>
                        </w:rPr>
                      </w:pPr>
                    </w:p>
                    <w:p w:rsidR="004373F4" w:rsidRDefault="004373F4" w:rsidP="005D6AE2">
                      <w:pPr>
                        <w:jc w:val="center"/>
                        <w:rPr>
                          <w:rFonts w:ascii="Arial" w:hAnsi="Arial" w:cs="Arial"/>
                          <w:b/>
                          <w:szCs w:val="22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b/>
                          <w:szCs w:val="22"/>
                          <w:lang w:val="tr-TR"/>
                        </w:rPr>
                        <w:t>Soru listesini doldurduğunuz için teşekkür ederiz!</w:t>
                      </w:r>
                    </w:p>
                    <w:p w:rsidR="004373F4" w:rsidRDefault="004373F4"/>
                  </w:txbxContent>
                </v:textbox>
              </v:shape>
            </w:pict>
          </mc:Fallback>
        </mc:AlternateContent>
      </w:r>
    </w:p>
    <w:sectPr w:rsidR="005D6AE2" w:rsidRPr="0075492A" w:rsidSect="0003081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3EA" w:rsidRDefault="006103EA" w:rsidP="003E4884">
      <w:r>
        <w:separator/>
      </w:r>
    </w:p>
  </w:endnote>
  <w:endnote w:type="continuationSeparator" w:id="0">
    <w:p w:rsidR="006103EA" w:rsidRDefault="006103EA" w:rsidP="003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99" w:rsidRDefault="0074369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99" w:rsidRDefault="00743699">
    <w:pPr>
      <w:pStyle w:val="Voettekst"/>
      <w:jc w:val="center"/>
    </w:pPr>
    <w:r>
      <w:fldChar w:fldCharType="begin"/>
    </w:r>
    <w:r>
      <w:instrText>PAGE   \* MERGEFORMAT</w:instrText>
    </w:r>
    <w:r>
      <w:fldChar w:fldCharType="separate"/>
    </w:r>
    <w:r w:rsidR="002708DD">
      <w:rPr>
        <w:noProof/>
      </w:rPr>
      <w:t>1</w:t>
    </w:r>
    <w:r>
      <w:fldChar w:fldCharType="end"/>
    </w:r>
  </w:p>
  <w:p w:rsidR="004373F4" w:rsidRDefault="004373F4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99" w:rsidRDefault="0074369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3EA" w:rsidRDefault="006103EA" w:rsidP="003E4884">
      <w:r>
        <w:separator/>
      </w:r>
    </w:p>
  </w:footnote>
  <w:footnote w:type="continuationSeparator" w:id="0">
    <w:p w:rsidR="006103EA" w:rsidRDefault="006103EA" w:rsidP="003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F4" w:rsidRDefault="004373F4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F4" w:rsidRDefault="004373F4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F4" w:rsidRDefault="004373F4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F50"/>
    <w:multiLevelType w:val="hybridMultilevel"/>
    <w:tmpl w:val="AB321590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3E3ED6"/>
    <w:multiLevelType w:val="hybridMultilevel"/>
    <w:tmpl w:val="B8504D3E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472D"/>
    <w:multiLevelType w:val="hybridMultilevel"/>
    <w:tmpl w:val="76F03AEA"/>
    <w:lvl w:ilvl="0" w:tplc="A004590C">
      <w:start w:val="3"/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55236A"/>
    <w:multiLevelType w:val="hybridMultilevel"/>
    <w:tmpl w:val="97D2E260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66CD0"/>
    <w:multiLevelType w:val="hybridMultilevel"/>
    <w:tmpl w:val="882A2EEC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886AFC"/>
    <w:multiLevelType w:val="hybridMultilevel"/>
    <w:tmpl w:val="181400EE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EC6B18"/>
    <w:multiLevelType w:val="hybridMultilevel"/>
    <w:tmpl w:val="A6DCAECA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F0854"/>
    <w:multiLevelType w:val="hybridMultilevel"/>
    <w:tmpl w:val="5E9E704E"/>
    <w:lvl w:ilvl="0" w:tplc="A004590C">
      <w:start w:val="3"/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502D68"/>
    <w:multiLevelType w:val="hybridMultilevel"/>
    <w:tmpl w:val="66041B28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EC35C6C"/>
    <w:multiLevelType w:val="hybridMultilevel"/>
    <w:tmpl w:val="E9EEDB6A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3745DA6"/>
    <w:multiLevelType w:val="hybridMultilevel"/>
    <w:tmpl w:val="DE04D5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73E409F"/>
    <w:multiLevelType w:val="hybridMultilevel"/>
    <w:tmpl w:val="9A762D6A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8" w15:restartNumberingAfterBreak="0">
    <w:nsid w:val="2ADF7661"/>
    <w:multiLevelType w:val="hybridMultilevel"/>
    <w:tmpl w:val="6F5CAF4A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50BF4"/>
    <w:multiLevelType w:val="hybridMultilevel"/>
    <w:tmpl w:val="8B6884A4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DF9572E"/>
    <w:multiLevelType w:val="hybridMultilevel"/>
    <w:tmpl w:val="A1EA1DA0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ED85E7E"/>
    <w:multiLevelType w:val="hybridMultilevel"/>
    <w:tmpl w:val="B8E6E980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A1FA2"/>
    <w:multiLevelType w:val="hybridMultilevel"/>
    <w:tmpl w:val="86E0B6D6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6B048FE"/>
    <w:multiLevelType w:val="hybridMultilevel"/>
    <w:tmpl w:val="035E9E5E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3AFA4081"/>
    <w:multiLevelType w:val="hybridMultilevel"/>
    <w:tmpl w:val="D03E6048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BEC7ABE"/>
    <w:multiLevelType w:val="multilevel"/>
    <w:tmpl w:val="5F7455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11918F3"/>
    <w:multiLevelType w:val="hybridMultilevel"/>
    <w:tmpl w:val="C5F4C916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FD4B65"/>
    <w:multiLevelType w:val="hybridMultilevel"/>
    <w:tmpl w:val="3F52AA36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4EDC1B02"/>
    <w:multiLevelType w:val="hybridMultilevel"/>
    <w:tmpl w:val="9E8E3C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AE6D77"/>
    <w:multiLevelType w:val="hybridMultilevel"/>
    <w:tmpl w:val="9E6AF4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D662E7"/>
    <w:multiLevelType w:val="hybridMultilevel"/>
    <w:tmpl w:val="FEC205D4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4" w15:restartNumberingAfterBreak="0">
    <w:nsid w:val="57906CE0"/>
    <w:multiLevelType w:val="hybridMultilevel"/>
    <w:tmpl w:val="229AE5A6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9816F1C"/>
    <w:multiLevelType w:val="hybridMultilevel"/>
    <w:tmpl w:val="A9269454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DFA0CE0"/>
    <w:multiLevelType w:val="hybridMultilevel"/>
    <w:tmpl w:val="5B7634AC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70610B4"/>
    <w:multiLevelType w:val="hybridMultilevel"/>
    <w:tmpl w:val="F7BEEBCC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72F450D"/>
    <w:multiLevelType w:val="hybridMultilevel"/>
    <w:tmpl w:val="8124C006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7F202A9"/>
    <w:multiLevelType w:val="hybridMultilevel"/>
    <w:tmpl w:val="8A5A45E2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A5E6B4C"/>
    <w:multiLevelType w:val="hybridMultilevel"/>
    <w:tmpl w:val="1B528366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BD93973"/>
    <w:multiLevelType w:val="hybridMultilevel"/>
    <w:tmpl w:val="748C925C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A96790"/>
    <w:multiLevelType w:val="hybridMultilevel"/>
    <w:tmpl w:val="0AD620EA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51A25F5"/>
    <w:multiLevelType w:val="hybridMultilevel"/>
    <w:tmpl w:val="ACC0C8AC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67125CE"/>
    <w:multiLevelType w:val="hybridMultilevel"/>
    <w:tmpl w:val="0810B688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87C7397"/>
    <w:multiLevelType w:val="hybridMultilevel"/>
    <w:tmpl w:val="95A0BC54"/>
    <w:lvl w:ilvl="0" w:tplc="A004590C">
      <w:start w:val="3"/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9A15CAC"/>
    <w:multiLevelType w:val="hybridMultilevel"/>
    <w:tmpl w:val="FD66C692"/>
    <w:lvl w:ilvl="0" w:tplc="A004590C">
      <w:start w:val="3"/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3D1CAA"/>
    <w:multiLevelType w:val="hybridMultilevel"/>
    <w:tmpl w:val="BB10F102"/>
    <w:lvl w:ilvl="0" w:tplc="85DCE0E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435863"/>
    <w:multiLevelType w:val="hybridMultilevel"/>
    <w:tmpl w:val="2CA06C90"/>
    <w:lvl w:ilvl="0" w:tplc="A004590C">
      <w:start w:val="3"/>
      <w:numFmt w:val="bullet"/>
      <w:lvlText w:val="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EB65142"/>
    <w:multiLevelType w:val="hybridMultilevel"/>
    <w:tmpl w:val="1ED05E6A"/>
    <w:lvl w:ilvl="0" w:tplc="F77635DE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6"/>
  </w:num>
  <w:num w:numId="2">
    <w:abstractNumId w:val="30"/>
  </w:num>
  <w:num w:numId="3">
    <w:abstractNumId w:val="47"/>
  </w:num>
  <w:num w:numId="4">
    <w:abstractNumId w:val="31"/>
  </w:num>
  <w:num w:numId="5">
    <w:abstractNumId w:val="14"/>
  </w:num>
  <w:num w:numId="6">
    <w:abstractNumId w:val="16"/>
  </w:num>
  <w:num w:numId="7">
    <w:abstractNumId w:val="48"/>
  </w:num>
  <w:num w:numId="8">
    <w:abstractNumId w:val="23"/>
  </w:num>
  <w:num w:numId="9">
    <w:abstractNumId w:val="1"/>
  </w:num>
  <w:num w:numId="10">
    <w:abstractNumId w:val="8"/>
  </w:num>
  <w:num w:numId="11">
    <w:abstractNumId w:val="18"/>
  </w:num>
  <w:num w:numId="12">
    <w:abstractNumId w:val="41"/>
  </w:num>
  <w:num w:numId="13">
    <w:abstractNumId w:val="29"/>
  </w:num>
  <w:num w:numId="14">
    <w:abstractNumId w:val="46"/>
  </w:num>
  <w:num w:numId="15">
    <w:abstractNumId w:val="45"/>
  </w:num>
  <w:num w:numId="16">
    <w:abstractNumId w:val="21"/>
  </w:num>
  <w:num w:numId="17">
    <w:abstractNumId w:val="11"/>
  </w:num>
  <w:num w:numId="18">
    <w:abstractNumId w:val="3"/>
  </w:num>
  <w:num w:numId="19">
    <w:abstractNumId w:val="42"/>
  </w:num>
  <w:num w:numId="20">
    <w:abstractNumId w:val="7"/>
  </w:num>
  <w:num w:numId="21">
    <w:abstractNumId w:val="34"/>
  </w:num>
  <w:num w:numId="22">
    <w:abstractNumId w:val="40"/>
  </w:num>
  <w:num w:numId="23">
    <w:abstractNumId w:val="13"/>
  </w:num>
  <w:num w:numId="24">
    <w:abstractNumId w:val="0"/>
  </w:num>
  <w:num w:numId="25">
    <w:abstractNumId w:val="19"/>
  </w:num>
  <w:num w:numId="26">
    <w:abstractNumId w:val="49"/>
  </w:num>
  <w:num w:numId="27">
    <w:abstractNumId w:val="39"/>
  </w:num>
  <w:num w:numId="28">
    <w:abstractNumId w:val="27"/>
  </w:num>
  <w:num w:numId="29">
    <w:abstractNumId w:val="25"/>
  </w:num>
  <w:num w:numId="30">
    <w:abstractNumId w:val="32"/>
  </w:num>
  <w:num w:numId="31">
    <w:abstractNumId w:val="38"/>
  </w:num>
  <w:num w:numId="32">
    <w:abstractNumId w:val="36"/>
  </w:num>
  <w:num w:numId="33">
    <w:abstractNumId w:val="35"/>
  </w:num>
  <w:num w:numId="34">
    <w:abstractNumId w:val="9"/>
  </w:num>
  <w:num w:numId="35">
    <w:abstractNumId w:val="37"/>
  </w:num>
  <w:num w:numId="36">
    <w:abstractNumId w:val="44"/>
  </w:num>
  <w:num w:numId="37">
    <w:abstractNumId w:val="5"/>
  </w:num>
  <w:num w:numId="38">
    <w:abstractNumId w:val="22"/>
  </w:num>
  <w:num w:numId="39">
    <w:abstractNumId w:val="43"/>
  </w:num>
  <w:num w:numId="40">
    <w:abstractNumId w:val="20"/>
  </w:num>
  <w:num w:numId="41">
    <w:abstractNumId w:val="12"/>
  </w:num>
  <w:num w:numId="42">
    <w:abstractNumId w:val="15"/>
  </w:num>
  <w:num w:numId="43">
    <w:abstractNumId w:val="2"/>
  </w:num>
  <w:num w:numId="44">
    <w:abstractNumId w:val="10"/>
  </w:num>
  <w:num w:numId="45">
    <w:abstractNumId w:val="28"/>
  </w:num>
  <w:num w:numId="46">
    <w:abstractNumId w:val="6"/>
  </w:num>
  <w:num w:numId="47">
    <w:abstractNumId w:val="17"/>
  </w:num>
  <w:num w:numId="48">
    <w:abstractNumId w:val="4"/>
  </w:num>
  <w:num w:numId="49">
    <w:abstractNumId w:val="33"/>
  </w:num>
  <w:num w:numId="50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BF"/>
    <w:rsid w:val="00005180"/>
    <w:rsid w:val="00005733"/>
    <w:rsid w:val="00006437"/>
    <w:rsid w:val="0000779F"/>
    <w:rsid w:val="000079BF"/>
    <w:rsid w:val="00007E6A"/>
    <w:rsid w:val="0001171C"/>
    <w:rsid w:val="00011BB8"/>
    <w:rsid w:val="00012814"/>
    <w:rsid w:val="00012867"/>
    <w:rsid w:val="000141E9"/>
    <w:rsid w:val="000152C0"/>
    <w:rsid w:val="00016526"/>
    <w:rsid w:val="0001708E"/>
    <w:rsid w:val="00020D23"/>
    <w:rsid w:val="00022681"/>
    <w:rsid w:val="000226F7"/>
    <w:rsid w:val="00022F40"/>
    <w:rsid w:val="00023056"/>
    <w:rsid w:val="00023C21"/>
    <w:rsid w:val="0002607B"/>
    <w:rsid w:val="00026114"/>
    <w:rsid w:val="000300C4"/>
    <w:rsid w:val="00030815"/>
    <w:rsid w:val="00030E89"/>
    <w:rsid w:val="00031B95"/>
    <w:rsid w:val="0003365F"/>
    <w:rsid w:val="00035DFE"/>
    <w:rsid w:val="00036211"/>
    <w:rsid w:val="00037424"/>
    <w:rsid w:val="00040A4F"/>
    <w:rsid w:val="00042F15"/>
    <w:rsid w:val="000448B4"/>
    <w:rsid w:val="00044C06"/>
    <w:rsid w:val="00045EB8"/>
    <w:rsid w:val="00047631"/>
    <w:rsid w:val="00050C8C"/>
    <w:rsid w:val="00054373"/>
    <w:rsid w:val="000549F3"/>
    <w:rsid w:val="00054F2B"/>
    <w:rsid w:val="00055129"/>
    <w:rsid w:val="00060DB3"/>
    <w:rsid w:val="00062078"/>
    <w:rsid w:val="000633CE"/>
    <w:rsid w:val="00063B4A"/>
    <w:rsid w:val="000657B5"/>
    <w:rsid w:val="00066EE7"/>
    <w:rsid w:val="00070A50"/>
    <w:rsid w:val="0007209D"/>
    <w:rsid w:val="00072556"/>
    <w:rsid w:val="000741FB"/>
    <w:rsid w:val="00074A19"/>
    <w:rsid w:val="00075F1D"/>
    <w:rsid w:val="00076AA9"/>
    <w:rsid w:val="000800F3"/>
    <w:rsid w:val="00080B85"/>
    <w:rsid w:val="000827EC"/>
    <w:rsid w:val="00082E8E"/>
    <w:rsid w:val="00083277"/>
    <w:rsid w:val="000850E4"/>
    <w:rsid w:val="00085F4D"/>
    <w:rsid w:val="00086C6E"/>
    <w:rsid w:val="00087C85"/>
    <w:rsid w:val="0009124E"/>
    <w:rsid w:val="00091AB2"/>
    <w:rsid w:val="00092AE1"/>
    <w:rsid w:val="00092F4A"/>
    <w:rsid w:val="00095417"/>
    <w:rsid w:val="000A310E"/>
    <w:rsid w:val="000A5B19"/>
    <w:rsid w:val="000A5D2C"/>
    <w:rsid w:val="000A6224"/>
    <w:rsid w:val="000A6464"/>
    <w:rsid w:val="000A7499"/>
    <w:rsid w:val="000A7BE5"/>
    <w:rsid w:val="000B08B6"/>
    <w:rsid w:val="000B0FF3"/>
    <w:rsid w:val="000B1E0A"/>
    <w:rsid w:val="000B2E16"/>
    <w:rsid w:val="000B3D11"/>
    <w:rsid w:val="000B4616"/>
    <w:rsid w:val="000B4872"/>
    <w:rsid w:val="000B60D2"/>
    <w:rsid w:val="000B633E"/>
    <w:rsid w:val="000B68D7"/>
    <w:rsid w:val="000B73EB"/>
    <w:rsid w:val="000C38DD"/>
    <w:rsid w:val="000C4798"/>
    <w:rsid w:val="000C4C23"/>
    <w:rsid w:val="000C63D7"/>
    <w:rsid w:val="000D57F2"/>
    <w:rsid w:val="000D6AA5"/>
    <w:rsid w:val="000D6DBD"/>
    <w:rsid w:val="000D6F60"/>
    <w:rsid w:val="000E1201"/>
    <w:rsid w:val="000E1579"/>
    <w:rsid w:val="000E1B14"/>
    <w:rsid w:val="000E2588"/>
    <w:rsid w:val="000E25E2"/>
    <w:rsid w:val="000E303D"/>
    <w:rsid w:val="000E4CCC"/>
    <w:rsid w:val="000E71A1"/>
    <w:rsid w:val="000F0E1A"/>
    <w:rsid w:val="000F167C"/>
    <w:rsid w:val="000F18CD"/>
    <w:rsid w:val="000F324D"/>
    <w:rsid w:val="000F3650"/>
    <w:rsid w:val="000F3F3E"/>
    <w:rsid w:val="000F4165"/>
    <w:rsid w:val="000F4753"/>
    <w:rsid w:val="000F59F1"/>
    <w:rsid w:val="000F5FA7"/>
    <w:rsid w:val="000F67CE"/>
    <w:rsid w:val="000F743E"/>
    <w:rsid w:val="00100ADE"/>
    <w:rsid w:val="00101CD6"/>
    <w:rsid w:val="00103641"/>
    <w:rsid w:val="001038A4"/>
    <w:rsid w:val="001057A6"/>
    <w:rsid w:val="00105DB9"/>
    <w:rsid w:val="00105F98"/>
    <w:rsid w:val="001069DE"/>
    <w:rsid w:val="00107AC8"/>
    <w:rsid w:val="001101C5"/>
    <w:rsid w:val="00110438"/>
    <w:rsid w:val="00110F3B"/>
    <w:rsid w:val="00112A4D"/>
    <w:rsid w:val="00112C83"/>
    <w:rsid w:val="00113CDC"/>
    <w:rsid w:val="0011460C"/>
    <w:rsid w:val="00114CC8"/>
    <w:rsid w:val="00114CF8"/>
    <w:rsid w:val="001156E8"/>
    <w:rsid w:val="00120C1F"/>
    <w:rsid w:val="00122541"/>
    <w:rsid w:val="00125E2F"/>
    <w:rsid w:val="001264FC"/>
    <w:rsid w:val="0012690A"/>
    <w:rsid w:val="00126A3B"/>
    <w:rsid w:val="001273F9"/>
    <w:rsid w:val="00132A5B"/>
    <w:rsid w:val="001335EE"/>
    <w:rsid w:val="00135E7B"/>
    <w:rsid w:val="00136015"/>
    <w:rsid w:val="00140D81"/>
    <w:rsid w:val="0014120E"/>
    <w:rsid w:val="00142C44"/>
    <w:rsid w:val="00146945"/>
    <w:rsid w:val="00146B32"/>
    <w:rsid w:val="0014735D"/>
    <w:rsid w:val="00151F78"/>
    <w:rsid w:val="0015295F"/>
    <w:rsid w:val="00153D31"/>
    <w:rsid w:val="001555E0"/>
    <w:rsid w:val="00161A15"/>
    <w:rsid w:val="00165593"/>
    <w:rsid w:val="0016636D"/>
    <w:rsid w:val="00166533"/>
    <w:rsid w:val="00166C63"/>
    <w:rsid w:val="001676FE"/>
    <w:rsid w:val="00171B82"/>
    <w:rsid w:val="0017320F"/>
    <w:rsid w:val="00174466"/>
    <w:rsid w:val="00175F35"/>
    <w:rsid w:val="0017662C"/>
    <w:rsid w:val="001772D7"/>
    <w:rsid w:val="00177792"/>
    <w:rsid w:val="0018020F"/>
    <w:rsid w:val="00181854"/>
    <w:rsid w:val="00181AE6"/>
    <w:rsid w:val="00183F46"/>
    <w:rsid w:val="00184754"/>
    <w:rsid w:val="001864B8"/>
    <w:rsid w:val="00190219"/>
    <w:rsid w:val="00190A70"/>
    <w:rsid w:val="00191C2B"/>
    <w:rsid w:val="00191CD5"/>
    <w:rsid w:val="001924F6"/>
    <w:rsid w:val="001941F6"/>
    <w:rsid w:val="00194C63"/>
    <w:rsid w:val="00196739"/>
    <w:rsid w:val="00197333"/>
    <w:rsid w:val="001A0480"/>
    <w:rsid w:val="001A14A4"/>
    <w:rsid w:val="001A35A8"/>
    <w:rsid w:val="001A68A3"/>
    <w:rsid w:val="001A7EC4"/>
    <w:rsid w:val="001B0C8F"/>
    <w:rsid w:val="001B1112"/>
    <w:rsid w:val="001B1A18"/>
    <w:rsid w:val="001B4AFE"/>
    <w:rsid w:val="001B5E90"/>
    <w:rsid w:val="001B608D"/>
    <w:rsid w:val="001B6216"/>
    <w:rsid w:val="001B6E5B"/>
    <w:rsid w:val="001B7CE5"/>
    <w:rsid w:val="001C122A"/>
    <w:rsid w:val="001C2D57"/>
    <w:rsid w:val="001C32CD"/>
    <w:rsid w:val="001C4AC4"/>
    <w:rsid w:val="001C4BC4"/>
    <w:rsid w:val="001D19CD"/>
    <w:rsid w:val="001D2035"/>
    <w:rsid w:val="001D6779"/>
    <w:rsid w:val="001D7166"/>
    <w:rsid w:val="001E0D2C"/>
    <w:rsid w:val="001E1582"/>
    <w:rsid w:val="001E1C61"/>
    <w:rsid w:val="001E2C03"/>
    <w:rsid w:val="001E31ED"/>
    <w:rsid w:val="001E403C"/>
    <w:rsid w:val="001E4867"/>
    <w:rsid w:val="001E49F5"/>
    <w:rsid w:val="001E5DA6"/>
    <w:rsid w:val="001E5F22"/>
    <w:rsid w:val="001E63A7"/>
    <w:rsid w:val="001E6467"/>
    <w:rsid w:val="001E7ACB"/>
    <w:rsid w:val="001E7D7D"/>
    <w:rsid w:val="001F02F7"/>
    <w:rsid w:val="001F1AD2"/>
    <w:rsid w:val="001F2B90"/>
    <w:rsid w:val="001F4C5D"/>
    <w:rsid w:val="001F58C2"/>
    <w:rsid w:val="001F6EAE"/>
    <w:rsid w:val="001F769F"/>
    <w:rsid w:val="001F7D92"/>
    <w:rsid w:val="001F7EA0"/>
    <w:rsid w:val="002020D4"/>
    <w:rsid w:val="00202905"/>
    <w:rsid w:val="00204E8F"/>
    <w:rsid w:val="0020502E"/>
    <w:rsid w:val="00206B13"/>
    <w:rsid w:val="0020773A"/>
    <w:rsid w:val="00210D3A"/>
    <w:rsid w:val="002114A5"/>
    <w:rsid w:val="002116A9"/>
    <w:rsid w:val="0021178A"/>
    <w:rsid w:val="00212EF1"/>
    <w:rsid w:val="00213BBA"/>
    <w:rsid w:val="00214176"/>
    <w:rsid w:val="002159BE"/>
    <w:rsid w:val="002162BB"/>
    <w:rsid w:val="00216493"/>
    <w:rsid w:val="002167CE"/>
    <w:rsid w:val="00216AF7"/>
    <w:rsid w:val="00216F41"/>
    <w:rsid w:val="00220A38"/>
    <w:rsid w:val="0022442E"/>
    <w:rsid w:val="00230E34"/>
    <w:rsid w:val="0023640A"/>
    <w:rsid w:val="00237555"/>
    <w:rsid w:val="00240776"/>
    <w:rsid w:val="00241DA1"/>
    <w:rsid w:val="00243589"/>
    <w:rsid w:val="0024380F"/>
    <w:rsid w:val="00244252"/>
    <w:rsid w:val="00244722"/>
    <w:rsid w:val="002473B2"/>
    <w:rsid w:val="0025060A"/>
    <w:rsid w:val="00250938"/>
    <w:rsid w:val="00252A4F"/>
    <w:rsid w:val="0025561C"/>
    <w:rsid w:val="00255F62"/>
    <w:rsid w:val="00256BE7"/>
    <w:rsid w:val="002576AF"/>
    <w:rsid w:val="002646BF"/>
    <w:rsid w:val="002649A9"/>
    <w:rsid w:val="00265300"/>
    <w:rsid w:val="00265DCF"/>
    <w:rsid w:val="0026674F"/>
    <w:rsid w:val="00266AA0"/>
    <w:rsid w:val="002673CA"/>
    <w:rsid w:val="002677EB"/>
    <w:rsid w:val="002708DD"/>
    <w:rsid w:val="0027298B"/>
    <w:rsid w:val="00273B21"/>
    <w:rsid w:val="00274839"/>
    <w:rsid w:val="0027693A"/>
    <w:rsid w:val="002769FD"/>
    <w:rsid w:val="002802B3"/>
    <w:rsid w:val="00280748"/>
    <w:rsid w:val="00280D3D"/>
    <w:rsid w:val="00281574"/>
    <w:rsid w:val="00282013"/>
    <w:rsid w:val="00282238"/>
    <w:rsid w:val="002834D8"/>
    <w:rsid w:val="00284D33"/>
    <w:rsid w:val="0028599E"/>
    <w:rsid w:val="00285D2C"/>
    <w:rsid w:val="002860DE"/>
    <w:rsid w:val="00287F4F"/>
    <w:rsid w:val="0029070C"/>
    <w:rsid w:val="00292E4D"/>
    <w:rsid w:val="002946AC"/>
    <w:rsid w:val="00294D28"/>
    <w:rsid w:val="00297E55"/>
    <w:rsid w:val="002A3575"/>
    <w:rsid w:val="002A50CB"/>
    <w:rsid w:val="002A53BE"/>
    <w:rsid w:val="002A5A96"/>
    <w:rsid w:val="002A5C6E"/>
    <w:rsid w:val="002A65DE"/>
    <w:rsid w:val="002A7196"/>
    <w:rsid w:val="002A7900"/>
    <w:rsid w:val="002B09E8"/>
    <w:rsid w:val="002B28C2"/>
    <w:rsid w:val="002B31A6"/>
    <w:rsid w:val="002B4098"/>
    <w:rsid w:val="002B4478"/>
    <w:rsid w:val="002B52E7"/>
    <w:rsid w:val="002B6B53"/>
    <w:rsid w:val="002C18AF"/>
    <w:rsid w:val="002C1B45"/>
    <w:rsid w:val="002C2BAF"/>
    <w:rsid w:val="002C3B45"/>
    <w:rsid w:val="002D0D1B"/>
    <w:rsid w:val="002D521E"/>
    <w:rsid w:val="002D532E"/>
    <w:rsid w:val="002D5E1B"/>
    <w:rsid w:val="002D61D1"/>
    <w:rsid w:val="002D789E"/>
    <w:rsid w:val="002E1464"/>
    <w:rsid w:val="002E1F4B"/>
    <w:rsid w:val="002E46D4"/>
    <w:rsid w:val="002E5CDC"/>
    <w:rsid w:val="002F010A"/>
    <w:rsid w:val="002F0B25"/>
    <w:rsid w:val="002F17E1"/>
    <w:rsid w:val="002F59A4"/>
    <w:rsid w:val="002F6646"/>
    <w:rsid w:val="00300547"/>
    <w:rsid w:val="00301335"/>
    <w:rsid w:val="00301800"/>
    <w:rsid w:val="00302DD2"/>
    <w:rsid w:val="003118D7"/>
    <w:rsid w:val="0031317D"/>
    <w:rsid w:val="0031392A"/>
    <w:rsid w:val="00314650"/>
    <w:rsid w:val="003148BA"/>
    <w:rsid w:val="00314A1C"/>
    <w:rsid w:val="00316265"/>
    <w:rsid w:val="00316674"/>
    <w:rsid w:val="00320EAC"/>
    <w:rsid w:val="00321376"/>
    <w:rsid w:val="00322D05"/>
    <w:rsid w:val="00322FEE"/>
    <w:rsid w:val="00324AA3"/>
    <w:rsid w:val="003257A7"/>
    <w:rsid w:val="0033319E"/>
    <w:rsid w:val="003331BB"/>
    <w:rsid w:val="003337EB"/>
    <w:rsid w:val="00333CD8"/>
    <w:rsid w:val="0033400E"/>
    <w:rsid w:val="00335306"/>
    <w:rsid w:val="003374DD"/>
    <w:rsid w:val="0034059D"/>
    <w:rsid w:val="0034248F"/>
    <w:rsid w:val="0034301A"/>
    <w:rsid w:val="003450D3"/>
    <w:rsid w:val="00347616"/>
    <w:rsid w:val="00347C24"/>
    <w:rsid w:val="00347EF9"/>
    <w:rsid w:val="0035098C"/>
    <w:rsid w:val="00350B0D"/>
    <w:rsid w:val="00350F90"/>
    <w:rsid w:val="003524DC"/>
    <w:rsid w:val="00355326"/>
    <w:rsid w:val="00360903"/>
    <w:rsid w:val="00361443"/>
    <w:rsid w:val="003620F8"/>
    <w:rsid w:val="00367154"/>
    <w:rsid w:val="00367BA5"/>
    <w:rsid w:val="00367D73"/>
    <w:rsid w:val="0037088D"/>
    <w:rsid w:val="00370CB9"/>
    <w:rsid w:val="0037205D"/>
    <w:rsid w:val="0037285D"/>
    <w:rsid w:val="0037406C"/>
    <w:rsid w:val="00374938"/>
    <w:rsid w:val="00374D73"/>
    <w:rsid w:val="00380140"/>
    <w:rsid w:val="00380BEA"/>
    <w:rsid w:val="00381E31"/>
    <w:rsid w:val="00381F06"/>
    <w:rsid w:val="00382A5F"/>
    <w:rsid w:val="00383500"/>
    <w:rsid w:val="003853DF"/>
    <w:rsid w:val="003864B1"/>
    <w:rsid w:val="0039039F"/>
    <w:rsid w:val="00391034"/>
    <w:rsid w:val="00392D3C"/>
    <w:rsid w:val="00392E73"/>
    <w:rsid w:val="00393903"/>
    <w:rsid w:val="00395E09"/>
    <w:rsid w:val="00397283"/>
    <w:rsid w:val="003974B6"/>
    <w:rsid w:val="00397E75"/>
    <w:rsid w:val="003A147F"/>
    <w:rsid w:val="003A3257"/>
    <w:rsid w:val="003A390D"/>
    <w:rsid w:val="003A509D"/>
    <w:rsid w:val="003B113A"/>
    <w:rsid w:val="003B136A"/>
    <w:rsid w:val="003B2A33"/>
    <w:rsid w:val="003B5851"/>
    <w:rsid w:val="003B5D3B"/>
    <w:rsid w:val="003B6484"/>
    <w:rsid w:val="003B6C5B"/>
    <w:rsid w:val="003B7C60"/>
    <w:rsid w:val="003C0D9C"/>
    <w:rsid w:val="003C33B3"/>
    <w:rsid w:val="003C34AD"/>
    <w:rsid w:val="003C41BA"/>
    <w:rsid w:val="003C568A"/>
    <w:rsid w:val="003C5EBB"/>
    <w:rsid w:val="003C77EE"/>
    <w:rsid w:val="003D025E"/>
    <w:rsid w:val="003D3A20"/>
    <w:rsid w:val="003D4275"/>
    <w:rsid w:val="003D4321"/>
    <w:rsid w:val="003D5259"/>
    <w:rsid w:val="003E05CB"/>
    <w:rsid w:val="003E1DA9"/>
    <w:rsid w:val="003E4884"/>
    <w:rsid w:val="003E639C"/>
    <w:rsid w:val="003E7916"/>
    <w:rsid w:val="003F0491"/>
    <w:rsid w:val="003F1913"/>
    <w:rsid w:val="003F19B5"/>
    <w:rsid w:val="003F1D0A"/>
    <w:rsid w:val="003F22DA"/>
    <w:rsid w:val="003F54D8"/>
    <w:rsid w:val="003F57CF"/>
    <w:rsid w:val="003F7FEA"/>
    <w:rsid w:val="00401542"/>
    <w:rsid w:val="00403A30"/>
    <w:rsid w:val="004045E9"/>
    <w:rsid w:val="00404EBD"/>
    <w:rsid w:val="00405ECF"/>
    <w:rsid w:val="004103C4"/>
    <w:rsid w:val="0041175F"/>
    <w:rsid w:val="00411F54"/>
    <w:rsid w:val="00412E68"/>
    <w:rsid w:val="0041334D"/>
    <w:rsid w:val="00417037"/>
    <w:rsid w:val="00421E96"/>
    <w:rsid w:val="00424437"/>
    <w:rsid w:val="00425A3C"/>
    <w:rsid w:val="00425DE2"/>
    <w:rsid w:val="00426F4C"/>
    <w:rsid w:val="00427764"/>
    <w:rsid w:val="00430081"/>
    <w:rsid w:val="004317A1"/>
    <w:rsid w:val="0043181C"/>
    <w:rsid w:val="00432272"/>
    <w:rsid w:val="0043276C"/>
    <w:rsid w:val="00432F66"/>
    <w:rsid w:val="004332F1"/>
    <w:rsid w:val="00434352"/>
    <w:rsid w:val="00434C98"/>
    <w:rsid w:val="00435194"/>
    <w:rsid w:val="004370C9"/>
    <w:rsid w:val="004373F4"/>
    <w:rsid w:val="00437BBB"/>
    <w:rsid w:val="00440733"/>
    <w:rsid w:val="00440B1C"/>
    <w:rsid w:val="00440F40"/>
    <w:rsid w:val="00440FE2"/>
    <w:rsid w:val="00441583"/>
    <w:rsid w:val="00442786"/>
    <w:rsid w:val="004429B8"/>
    <w:rsid w:val="00443A90"/>
    <w:rsid w:val="00445D70"/>
    <w:rsid w:val="00447768"/>
    <w:rsid w:val="00447D27"/>
    <w:rsid w:val="004522C7"/>
    <w:rsid w:val="0045295A"/>
    <w:rsid w:val="004531CD"/>
    <w:rsid w:val="00453C7C"/>
    <w:rsid w:val="00454381"/>
    <w:rsid w:val="004546B6"/>
    <w:rsid w:val="004550C6"/>
    <w:rsid w:val="0045625F"/>
    <w:rsid w:val="004608F3"/>
    <w:rsid w:val="00462AA9"/>
    <w:rsid w:val="00462FE8"/>
    <w:rsid w:val="00463B3A"/>
    <w:rsid w:val="00464392"/>
    <w:rsid w:val="004658DF"/>
    <w:rsid w:val="00465A3F"/>
    <w:rsid w:val="00467938"/>
    <w:rsid w:val="004709DD"/>
    <w:rsid w:val="0047516B"/>
    <w:rsid w:val="00476927"/>
    <w:rsid w:val="0047714E"/>
    <w:rsid w:val="0048313C"/>
    <w:rsid w:val="0048351A"/>
    <w:rsid w:val="00483905"/>
    <w:rsid w:val="00484162"/>
    <w:rsid w:val="00486070"/>
    <w:rsid w:val="00486080"/>
    <w:rsid w:val="00487027"/>
    <w:rsid w:val="004903A1"/>
    <w:rsid w:val="00493266"/>
    <w:rsid w:val="004942E0"/>
    <w:rsid w:val="0049465A"/>
    <w:rsid w:val="00496015"/>
    <w:rsid w:val="0049781A"/>
    <w:rsid w:val="004A0842"/>
    <w:rsid w:val="004A23B1"/>
    <w:rsid w:val="004A4507"/>
    <w:rsid w:val="004A4DFE"/>
    <w:rsid w:val="004A69B5"/>
    <w:rsid w:val="004B0ED7"/>
    <w:rsid w:val="004B38FE"/>
    <w:rsid w:val="004B4F07"/>
    <w:rsid w:val="004B61CF"/>
    <w:rsid w:val="004B6D07"/>
    <w:rsid w:val="004B7254"/>
    <w:rsid w:val="004B76E0"/>
    <w:rsid w:val="004B7D4A"/>
    <w:rsid w:val="004C18E2"/>
    <w:rsid w:val="004C203B"/>
    <w:rsid w:val="004C3AA1"/>
    <w:rsid w:val="004C7484"/>
    <w:rsid w:val="004C7DCA"/>
    <w:rsid w:val="004D031C"/>
    <w:rsid w:val="004D115C"/>
    <w:rsid w:val="004D1530"/>
    <w:rsid w:val="004D1FF4"/>
    <w:rsid w:val="004D3D56"/>
    <w:rsid w:val="004E10AA"/>
    <w:rsid w:val="004E1CBA"/>
    <w:rsid w:val="004E2876"/>
    <w:rsid w:val="004E34F2"/>
    <w:rsid w:val="004E3861"/>
    <w:rsid w:val="004E3C23"/>
    <w:rsid w:val="004E3D3C"/>
    <w:rsid w:val="004E3E96"/>
    <w:rsid w:val="004E42FA"/>
    <w:rsid w:val="004E75EC"/>
    <w:rsid w:val="004F07BD"/>
    <w:rsid w:val="004F1602"/>
    <w:rsid w:val="004F166A"/>
    <w:rsid w:val="004F17E5"/>
    <w:rsid w:val="00500F39"/>
    <w:rsid w:val="00500FC3"/>
    <w:rsid w:val="00501B70"/>
    <w:rsid w:val="005020E6"/>
    <w:rsid w:val="00502722"/>
    <w:rsid w:val="00503B59"/>
    <w:rsid w:val="00504D85"/>
    <w:rsid w:val="005062C3"/>
    <w:rsid w:val="005070A8"/>
    <w:rsid w:val="005108F0"/>
    <w:rsid w:val="00510DC1"/>
    <w:rsid w:val="00511631"/>
    <w:rsid w:val="00512EA2"/>
    <w:rsid w:val="0051313D"/>
    <w:rsid w:val="00513B42"/>
    <w:rsid w:val="00517287"/>
    <w:rsid w:val="00520BCF"/>
    <w:rsid w:val="00521AF5"/>
    <w:rsid w:val="005239FA"/>
    <w:rsid w:val="00524335"/>
    <w:rsid w:val="00524767"/>
    <w:rsid w:val="00525880"/>
    <w:rsid w:val="00526A35"/>
    <w:rsid w:val="0052713C"/>
    <w:rsid w:val="005300F2"/>
    <w:rsid w:val="0053051B"/>
    <w:rsid w:val="00530DC9"/>
    <w:rsid w:val="005315E3"/>
    <w:rsid w:val="00531808"/>
    <w:rsid w:val="00532720"/>
    <w:rsid w:val="00536A80"/>
    <w:rsid w:val="005374E3"/>
    <w:rsid w:val="0054005A"/>
    <w:rsid w:val="0054026F"/>
    <w:rsid w:val="005414A0"/>
    <w:rsid w:val="00541F78"/>
    <w:rsid w:val="00544196"/>
    <w:rsid w:val="00544EA2"/>
    <w:rsid w:val="00545515"/>
    <w:rsid w:val="00546971"/>
    <w:rsid w:val="00547D33"/>
    <w:rsid w:val="00550ABC"/>
    <w:rsid w:val="00552720"/>
    <w:rsid w:val="005529AC"/>
    <w:rsid w:val="00554183"/>
    <w:rsid w:val="00554A82"/>
    <w:rsid w:val="00555BA6"/>
    <w:rsid w:val="00556539"/>
    <w:rsid w:val="00556B9F"/>
    <w:rsid w:val="00557CC8"/>
    <w:rsid w:val="00562B88"/>
    <w:rsid w:val="00564663"/>
    <w:rsid w:val="00565A7E"/>
    <w:rsid w:val="0056644C"/>
    <w:rsid w:val="00567366"/>
    <w:rsid w:val="00571B01"/>
    <w:rsid w:val="0057205F"/>
    <w:rsid w:val="005727C5"/>
    <w:rsid w:val="005741C3"/>
    <w:rsid w:val="00575C2B"/>
    <w:rsid w:val="0058276C"/>
    <w:rsid w:val="00584F36"/>
    <w:rsid w:val="00585271"/>
    <w:rsid w:val="00585C82"/>
    <w:rsid w:val="005864C6"/>
    <w:rsid w:val="00586AD8"/>
    <w:rsid w:val="005905AF"/>
    <w:rsid w:val="00591053"/>
    <w:rsid w:val="005910CA"/>
    <w:rsid w:val="00593C4D"/>
    <w:rsid w:val="00594142"/>
    <w:rsid w:val="00595DE5"/>
    <w:rsid w:val="005A0036"/>
    <w:rsid w:val="005A1D40"/>
    <w:rsid w:val="005A2AD7"/>
    <w:rsid w:val="005A3356"/>
    <w:rsid w:val="005A3872"/>
    <w:rsid w:val="005A399B"/>
    <w:rsid w:val="005A47E0"/>
    <w:rsid w:val="005A5054"/>
    <w:rsid w:val="005A650F"/>
    <w:rsid w:val="005A6D8C"/>
    <w:rsid w:val="005B0025"/>
    <w:rsid w:val="005B1457"/>
    <w:rsid w:val="005B15FC"/>
    <w:rsid w:val="005B2C54"/>
    <w:rsid w:val="005B2D16"/>
    <w:rsid w:val="005B7061"/>
    <w:rsid w:val="005B7D36"/>
    <w:rsid w:val="005B7ED0"/>
    <w:rsid w:val="005C0A28"/>
    <w:rsid w:val="005C14C5"/>
    <w:rsid w:val="005C151E"/>
    <w:rsid w:val="005C20E1"/>
    <w:rsid w:val="005C2553"/>
    <w:rsid w:val="005C2E2F"/>
    <w:rsid w:val="005D0D3A"/>
    <w:rsid w:val="005D2FDF"/>
    <w:rsid w:val="005D41E3"/>
    <w:rsid w:val="005D48BA"/>
    <w:rsid w:val="005D60D5"/>
    <w:rsid w:val="005D6734"/>
    <w:rsid w:val="005D6AE2"/>
    <w:rsid w:val="005D72F4"/>
    <w:rsid w:val="005D7ECE"/>
    <w:rsid w:val="005E0CCC"/>
    <w:rsid w:val="005E1576"/>
    <w:rsid w:val="005E29CA"/>
    <w:rsid w:val="005E30DE"/>
    <w:rsid w:val="005E463B"/>
    <w:rsid w:val="005F17EB"/>
    <w:rsid w:val="005F2D58"/>
    <w:rsid w:val="005F5CC2"/>
    <w:rsid w:val="005F6850"/>
    <w:rsid w:val="005F6CA6"/>
    <w:rsid w:val="005F722A"/>
    <w:rsid w:val="00602064"/>
    <w:rsid w:val="0060298B"/>
    <w:rsid w:val="0060360C"/>
    <w:rsid w:val="006046BE"/>
    <w:rsid w:val="006103EA"/>
    <w:rsid w:val="00612D86"/>
    <w:rsid w:val="006131AF"/>
    <w:rsid w:val="00614FCD"/>
    <w:rsid w:val="00623073"/>
    <w:rsid w:val="00623122"/>
    <w:rsid w:val="00623E89"/>
    <w:rsid w:val="00623F2C"/>
    <w:rsid w:val="00624960"/>
    <w:rsid w:val="00625005"/>
    <w:rsid w:val="00625356"/>
    <w:rsid w:val="0062536F"/>
    <w:rsid w:val="0062557E"/>
    <w:rsid w:val="006256A2"/>
    <w:rsid w:val="00626514"/>
    <w:rsid w:val="006268E5"/>
    <w:rsid w:val="00627949"/>
    <w:rsid w:val="00630CFE"/>
    <w:rsid w:val="0063122D"/>
    <w:rsid w:val="006332E0"/>
    <w:rsid w:val="006335BE"/>
    <w:rsid w:val="006339F1"/>
    <w:rsid w:val="00633EA2"/>
    <w:rsid w:val="00634F6D"/>
    <w:rsid w:val="00635557"/>
    <w:rsid w:val="00635BC7"/>
    <w:rsid w:val="00636930"/>
    <w:rsid w:val="00640E5B"/>
    <w:rsid w:val="00641272"/>
    <w:rsid w:val="006438C7"/>
    <w:rsid w:val="00643CAF"/>
    <w:rsid w:val="00644265"/>
    <w:rsid w:val="0064645D"/>
    <w:rsid w:val="0065125B"/>
    <w:rsid w:val="00652B61"/>
    <w:rsid w:val="00653997"/>
    <w:rsid w:val="006570A7"/>
    <w:rsid w:val="006571A0"/>
    <w:rsid w:val="006667DD"/>
    <w:rsid w:val="006669DB"/>
    <w:rsid w:val="006673A7"/>
    <w:rsid w:val="00670293"/>
    <w:rsid w:val="006708F7"/>
    <w:rsid w:val="006711CC"/>
    <w:rsid w:val="00673B6E"/>
    <w:rsid w:val="00675E68"/>
    <w:rsid w:val="00676691"/>
    <w:rsid w:val="00676A3F"/>
    <w:rsid w:val="00677311"/>
    <w:rsid w:val="00677765"/>
    <w:rsid w:val="00677B6D"/>
    <w:rsid w:val="0068281D"/>
    <w:rsid w:val="0068308F"/>
    <w:rsid w:val="00685FA2"/>
    <w:rsid w:val="00686A65"/>
    <w:rsid w:val="0068704A"/>
    <w:rsid w:val="006909C1"/>
    <w:rsid w:val="006915F5"/>
    <w:rsid w:val="00693E32"/>
    <w:rsid w:val="00697235"/>
    <w:rsid w:val="006977B4"/>
    <w:rsid w:val="00697C0F"/>
    <w:rsid w:val="006A0655"/>
    <w:rsid w:val="006A3C6C"/>
    <w:rsid w:val="006A3E8D"/>
    <w:rsid w:val="006A4E6E"/>
    <w:rsid w:val="006A5D1F"/>
    <w:rsid w:val="006A7383"/>
    <w:rsid w:val="006B02A7"/>
    <w:rsid w:val="006B0F08"/>
    <w:rsid w:val="006B209D"/>
    <w:rsid w:val="006B2A49"/>
    <w:rsid w:val="006B3D2F"/>
    <w:rsid w:val="006B45A2"/>
    <w:rsid w:val="006B4633"/>
    <w:rsid w:val="006B4CEA"/>
    <w:rsid w:val="006B65D5"/>
    <w:rsid w:val="006B65EB"/>
    <w:rsid w:val="006B7883"/>
    <w:rsid w:val="006B7903"/>
    <w:rsid w:val="006B79DB"/>
    <w:rsid w:val="006C019C"/>
    <w:rsid w:val="006C22CD"/>
    <w:rsid w:val="006C2789"/>
    <w:rsid w:val="006C2FD8"/>
    <w:rsid w:val="006C3AB5"/>
    <w:rsid w:val="006C3C0C"/>
    <w:rsid w:val="006C3E3B"/>
    <w:rsid w:val="006C5CA9"/>
    <w:rsid w:val="006C618C"/>
    <w:rsid w:val="006C63D3"/>
    <w:rsid w:val="006D0C1F"/>
    <w:rsid w:val="006D2312"/>
    <w:rsid w:val="006D244D"/>
    <w:rsid w:val="006D26BE"/>
    <w:rsid w:val="006D2AAB"/>
    <w:rsid w:val="006D302D"/>
    <w:rsid w:val="006D3355"/>
    <w:rsid w:val="006D4914"/>
    <w:rsid w:val="006D4950"/>
    <w:rsid w:val="006E17C9"/>
    <w:rsid w:val="006E1F84"/>
    <w:rsid w:val="006E2129"/>
    <w:rsid w:val="006E2FD4"/>
    <w:rsid w:val="006E3815"/>
    <w:rsid w:val="006E45A3"/>
    <w:rsid w:val="006E4BB8"/>
    <w:rsid w:val="006E5794"/>
    <w:rsid w:val="006E60BA"/>
    <w:rsid w:val="006E66C3"/>
    <w:rsid w:val="006E6ABE"/>
    <w:rsid w:val="006E7A89"/>
    <w:rsid w:val="006F1012"/>
    <w:rsid w:val="006F110D"/>
    <w:rsid w:val="006F4A77"/>
    <w:rsid w:val="006F57C7"/>
    <w:rsid w:val="006F583C"/>
    <w:rsid w:val="006F7EED"/>
    <w:rsid w:val="00700148"/>
    <w:rsid w:val="00700760"/>
    <w:rsid w:val="00701CA9"/>
    <w:rsid w:val="00702DD3"/>
    <w:rsid w:val="0070316D"/>
    <w:rsid w:val="00704E21"/>
    <w:rsid w:val="00710F85"/>
    <w:rsid w:val="0071216B"/>
    <w:rsid w:val="00712E28"/>
    <w:rsid w:val="007133C4"/>
    <w:rsid w:val="00714077"/>
    <w:rsid w:val="00714952"/>
    <w:rsid w:val="00716C56"/>
    <w:rsid w:val="007178AE"/>
    <w:rsid w:val="00722048"/>
    <w:rsid w:val="00723DEB"/>
    <w:rsid w:val="00723E90"/>
    <w:rsid w:val="007247C9"/>
    <w:rsid w:val="0073303F"/>
    <w:rsid w:val="00733354"/>
    <w:rsid w:val="00733EEB"/>
    <w:rsid w:val="007343F4"/>
    <w:rsid w:val="0073520B"/>
    <w:rsid w:val="00737E9A"/>
    <w:rsid w:val="00741E19"/>
    <w:rsid w:val="0074257F"/>
    <w:rsid w:val="007435D5"/>
    <w:rsid w:val="00743699"/>
    <w:rsid w:val="007461CA"/>
    <w:rsid w:val="0074656E"/>
    <w:rsid w:val="007479BE"/>
    <w:rsid w:val="00747A18"/>
    <w:rsid w:val="00751855"/>
    <w:rsid w:val="0075492A"/>
    <w:rsid w:val="00754D73"/>
    <w:rsid w:val="00755AC3"/>
    <w:rsid w:val="00755CE0"/>
    <w:rsid w:val="00756C15"/>
    <w:rsid w:val="00761AE5"/>
    <w:rsid w:val="00762127"/>
    <w:rsid w:val="00762AB8"/>
    <w:rsid w:val="0076422A"/>
    <w:rsid w:val="00766E41"/>
    <w:rsid w:val="0076720B"/>
    <w:rsid w:val="00767A15"/>
    <w:rsid w:val="007707BF"/>
    <w:rsid w:val="00771CA2"/>
    <w:rsid w:val="00774C29"/>
    <w:rsid w:val="00775FBA"/>
    <w:rsid w:val="0077698D"/>
    <w:rsid w:val="00776A4F"/>
    <w:rsid w:val="007774AC"/>
    <w:rsid w:val="00781967"/>
    <w:rsid w:val="00786148"/>
    <w:rsid w:val="007901F8"/>
    <w:rsid w:val="00790684"/>
    <w:rsid w:val="00794480"/>
    <w:rsid w:val="007A17CB"/>
    <w:rsid w:val="007A449C"/>
    <w:rsid w:val="007A5A09"/>
    <w:rsid w:val="007A64E7"/>
    <w:rsid w:val="007A7F75"/>
    <w:rsid w:val="007B106F"/>
    <w:rsid w:val="007B12CE"/>
    <w:rsid w:val="007B276D"/>
    <w:rsid w:val="007B36B9"/>
    <w:rsid w:val="007B3B71"/>
    <w:rsid w:val="007B3D67"/>
    <w:rsid w:val="007B5D8B"/>
    <w:rsid w:val="007B63CC"/>
    <w:rsid w:val="007B6A56"/>
    <w:rsid w:val="007C042B"/>
    <w:rsid w:val="007C17A3"/>
    <w:rsid w:val="007C3F3E"/>
    <w:rsid w:val="007C40C5"/>
    <w:rsid w:val="007C42C0"/>
    <w:rsid w:val="007C4DA7"/>
    <w:rsid w:val="007C643E"/>
    <w:rsid w:val="007C6DD2"/>
    <w:rsid w:val="007C7C42"/>
    <w:rsid w:val="007C7DB5"/>
    <w:rsid w:val="007D2406"/>
    <w:rsid w:val="007D3FC2"/>
    <w:rsid w:val="007D67AC"/>
    <w:rsid w:val="007D6F7A"/>
    <w:rsid w:val="007D7BAD"/>
    <w:rsid w:val="007E1A61"/>
    <w:rsid w:val="007E2403"/>
    <w:rsid w:val="007E53DC"/>
    <w:rsid w:val="007F025E"/>
    <w:rsid w:val="007F0B08"/>
    <w:rsid w:val="007F0C35"/>
    <w:rsid w:val="007F0E5B"/>
    <w:rsid w:val="007F2A5E"/>
    <w:rsid w:val="007F3AFE"/>
    <w:rsid w:val="007F45E4"/>
    <w:rsid w:val="007F50D8"/>
    <w:rsid w:val="007F6BB0"/>
    <w:rsid w:val="007F7784"/>
    <w:rsid w:val="00800DC3"/>
    <w:rsid w:val="00801075"/>
    <w:rsid w:val="008039FD"/>
    <w:rsid w:val="00804657"/>
    <w:rsid w:val="008054B8"/>
    <w:rsid w:val="00806A1E"/>
    <w:rsid w:val="00806E8C"/>
    <w:rsid w:val="0081036A"/>
    <w:rsid w:val="008106CF"/>
    <w:rsid w:val="00810A05"/>
    <w:rsid w:val="00810FEA"/>
    <w:rsid w:val="008111AC"/>
    <w:rsid w:val="008124CA"/>
    <w:rsid w:val="008134AD"/>
    <w:rsid w:val="008136F1"/>
    <w:rsid w:val="0081421B"/>
    <w:rsid w:val="0081546C"/>
    <w:rsid w:val="00815F3A"/>
    <w:rsid w:val="00820573"/>
    <w:rsid w:val="0082095E"/>
    <w:rsid w:val="00821BBE"/>
    <w:rsid w:val="00822763"/>
    <w:rsid w:val="00822FC4"/>
    <w:rsid w:val="008246D5"/>
    <w:rsid w:val="00825478"/>
    <w:rsid w:val="00825AC3"/>
    <w:rsid w:val="00831520"/>
    <w:rsid w:val="00831A9C"/>
    <w:rsid w:val="008329F7"/>
    <w:rsid w:val="0083314E"/>
    <w:rsid w:val="00833827"/>
    <w:rsid w:val="008360BC"/>
    <w:rsid w:val="0083727C"/>
    <w:rsid w:val="00837AD1"/>
    <w:rsid w:val="00841609"/>
    <w:rsid w:val="00843E19"/>
    <w:rsid w:val="00844375"/>
    <w:rsid w:val="008453DD"/>
    <w:rsid w:val="00847D1D"/>
    <w:rsid w:val="00851B72"/>
    <w:rsid w:val="00853364"/>
    <w:rsid w:val="008541CA"/>
    <w:rsid w:val="00856F9D"/>
    <w:rsid w:val="00860212"/>
    <w:rsid w:val="00861096"/>
    <w:rsid w:val="008633F9"/>
    <w:rsid w:val="00863720"/>
    <w:rsid w:val="00863B66"/>
    <w:rsid w:val="0086427F"/>
    <w:rsid w:val="00865B4D"/>
    <w:rsid w:val="0086603E"/>
    <w:rsid w:val="00867837"/>
    <w:rsid w:val="008705EC"/>
    <w:rsid w:val="00871A17"/>
    <w:rsid w:val="00871F60"/>
    <w:rsid w:val="00874B8C"/>
    <w:rsid w:val="00877C6C"/>
    <w:rsid w:val="00877F07"/>
    <w:rsid w:val="0088174B"/>
    <w:rsid w:val="0088218D"/>
    <w:rsid w:val="00883BDF"/>
    <w:rsid w:val="00884B05"/>
    <w:rsid w:val="0088737C"/>
    <w:rsid w:val="0089195F"/>
    <w:rsid w:val="008919B8"/>
    <w:rsid w:val="00891A91"/>
    <w:rsid w:val="00891EDF"/>
    <w:rsid w:val="00892BC1"/>
    <w:rsid w:val="0089318A"/>
    <w:rsid w:val="008934C4"/>
    <w:rsid w:val="00894745"/>
    <w:rsid w:val="008949E6"/>
    <w:rsid w:val="008A0C1A"/>
    <w:rsid w:val="008A2B99"/>
    <w:rsid w:val="008A2DD2"/>
    <w:rsid w:val="008A3630"/>
    <w:rsid w:val="008A440A"/>
    <w:rsid w:val="008A4977"/>
    <w:rsid w:val="008A55C7"/>
    <w:rsid w:val="008A6A85"/>
    <w:rsid w:val="008A7160"/>
    <w:rsid w:val="008B06A4"/>
    <w:rsid w:val="008B0B5E"/>
    <w:rsid w:val="008B0D5B"/>
    <w:rsid w:val="008B1A6D"/>
    <w:rsid w:val="008B3835"/>
    <w:rsid w:val="008B5A27"/>
    <w:rsid w:val="008B68E4"/>
    <w:rsid w:val="008B7A79"/>
    <w:rsid w:val="008C0B6F"/>
    <w:rsid w:val="008C1898"/>
    <w:rsid w:val="008C298B"/>
    <w:rsid w:val="008C33C3"/>
    <w:rsid w:val="008C3AF4"/>
    <w:rsid w:val="008C40E5"/>
    <w:rsid w:val="008C4DAE"/>
    <w:rsid w:val="008D16E1"/>
    <w:rsid w:val="008D36AC"/>
    <w:rsid w:val="008D4B4D"/>
    <w:rsid w:val="008D53FF"/>
    <w:rsid w:val="008D6121"/>
    <w:rsid w:val="008D6AE4"/>
    <w:rsid w:val="008E1A20"/>
    <w:rsid w:val="008E3C1B"/>
    <w:rsid w:val="008E4700"/>
    <w:rsid w:val="008E4DEB"/>
    <w:rsid w:val="008E69B0"/>
    <w:rsid w:val="008E6BB2"/>
    <w:rsid w:val="008F05F9"/>
    <w:rsid w:val="008F0C35"/>
    <w:rsid w:val="008F20C0"/>
    <w:rsid w:val="008F2611"/>
    <w:rsid w:val="008F28CF"/>
    <w:rsid w:val="008F699F"/>
    <w:rsid w:val="00903017"/>
    <w:rsid w:val="00905439"/>
    <w:rsid w:val="00905A57"/>
    <w:rsid w:val="00906F0F"/>
    <w:rsid w:val="009078AF"/>
    <w:rsid w:val="00907F55"/>
    <w:rsid w:val="009107DF"/>
    <w:rsid w:val="00913439"/>
    <w:rsid w:val="00913EDE"/>
    <w:rsid w:val="00914160"/>
    <w:rsid w:val="00916DE7"/>
    <w:rsid w:val="009224B9"/>
    <w:rsid w:val="00922649"/>
    <w:rsid w:val="009228C1"/>
    <w:rsid w:val="0092301D"/>
    <w:rsid w:val="009235E2"/>
    <w:rsid w:val="00923A97"/>
    <w:rsid w:val="00925217"/>
    <w:rsid w:val="0092571D"/>
    <w:rsid w:val="0092633A"/>
    <w:rsid w:val="009279BE"/>
    <w:rsid w:val="00927D71"/>
    <w:rsid w:val="00930CEF"/>
    <w:rsid w:val="0093120D"/>
    <w:rsid w:val="009337AC"/>
    <w:rsid w:val="00935727"/>
    <w:rsid w:val="00940194"/>
    <w:rsid w:val="0094024B"/>
    <w:rsid w:val="009408E2"/>
    <w:rsid w:val="00944E3C"/>
    <w:rsid w:val="0094617D"/>
    <w:rsid w:val="00947550"/>
    <w:rsid w:val="0095215A"/>
    <w:rsid w:val="00953C1A"/>
    <w:rsid w:val="009540C3"/>
    <w:rsid w:val="0095645B"/>
    <w:rsid w:val="00960474"/>
    <w:rsid w:val="00960C82"/>
    <w:rsid w:val="0096195C"/>
    <w:rsid w:val="00961974"/>
    <w:rsid w:val="009626AD"/>
    <w:rsid w:val="00963B0D"/>
    <w:rsid w:val="0096420A"/>
    <w:rsid w:val="009651F8"/>
    <w:rsid w:val="00965331"/>
    <w:rsid w:val="009656CE"/>
    <w:rsid w:val="00965A37"/>
    <w:rsid w:val="00966287"/>
    <w:rsid w:val="009662DA"/>
    <w:rsid w:val="009703DE"/>
    <w:rsid w:val="00970632"/>
    <w:rsid w:val="009709F8"/>
    <w:rsid w:val="009724D4"/>
    <w:rsid w:val="00973283"/>
    <w:rsid w:val="00974BBC"/>
    <w:rsid w:val="00974C2D"/>
    <w:rsid w:val="00976D04"/>
    <w:rsid w:val="00977099"/>
    <w:rsid w:val="00980C50"/>
    <w:rsid w:val="00981592"/>
    <w:rsid w:val="00982BB5"/>
    <w:rsid w:val="0098368B"/>
    <w:rsid w:val="0098525D"/>
    <w:rsid w:val="009852D0"/>
    <w:rsid w:val="00986443"/>
    <w:rsid w:val="00986946"/>
    <w:rsid w:val="00991051"/>
    <w:rsid w:val="0099117B"/>
    <w:rsid w:val="00993501"/>
    <w:rsid w:val="009944E4"/>
    <w:rsid w:val="009952E5"/>
    <w:rsid w:val="00996C70"/>
    <w:rsid w:val="009A0188"/>
    <w:rsid w:val="009A0A89"/>
    <w:rsid w:val="009A17CC"/>
    <w:rsid w:val="009A1CFF"/>
    <w:rsid w:val="009A437B"/>
    <w:rsid w:val="009A49BF"/>
    <w:rsid w:val="009A4E3A"/>
    <w:rsid w:val="009B0E86"/>
    <w:rsid w:val="009B1366"/>
    <w:rsid w:val="009B2197"/>
    <w:rsid w:val="009B4ED6"/>
    <w:rsid w:val="009C0566"/>
    <w:rsid w:val="009C2C68"/>
    <w:rsid w:val="009C4558"/>
    <w:rsid w:val="009C5A83"/>
    <w:rsid w:val="009D114F"/>
    <w:rsid w:val="009D2CFB"/>
    <w:rsid w:val="009D3EF5"/>
    <w:rsid w:val="009D4613"/>
    <w:rsid w:val="009D6959"/>
    <w:rsid w:val="009E3E80"/>
    <w:rsid w:val="009E3FC5"/>
    <w:rsid w:val="009E554E"/>
    <w:rsid w:val="009F15AE"/>
    <w:rsid w:val="009F1BE4"/>
    <w:rsid w:val="009F3811"/>
    <w:rsid w:val="009F38EF"/>
    <w:rsid w:val="009F5C7B"/>
    <w:rsid w:val="00A001F6"/>
    <w:rsid w:val="00A01AEE"/>
    <w:rsid w:val="00A02622"/>
    <w:rsid w:val="00A02D22"/>
    <w:rsid w:val="00A03D0C"/>
    <w:rsid w:val="00A04985"/>
    <w:rsid w:val="00A04A44"/>
    <w:rsid w:val="00A07296"/>
    <w:rsid w:val="00A1083F"/>
    <w:rsid w:val="00A10FB9"/>
    <w:rsid w:val="00A12843"/>
    <w:rsid w:val="00A14133"/>
    <w:rsid w:val="00A15142"/>
    <w:rsid w:val="00A162D1"/>
    <w:rsid w:val="00A172C5"/>
    <w:rsid w:val="00A17835"/>
    <w:rsid w:val="00A21767"/>
    <w:rsid w:val="00A21F2B"/>
    <w:rsid w:val="00A25B92"/>
    <w:rsid w:val="00A2732A"/>
    <w:rsid w:val="00A30ED1"/>
    <w:rsid w:val="00A32451"/>
    <w:rsid w:val="00A33071"/>
    <w:rsid w:val="00A33DA5"/>
    <w:rsid w:val="00A34E5D"/>
    <w:rsid w:val="00A3523A"/>
    <w:rsid w:val="00A35D79"/>
    <w:rsid w:val="00A36285"/>
    <w:rsid w:val="00A3675B"/>
    <w:rsid w:val="00A3765D"/>
    <w:rsid w:val="00A37D22"/>
    <w:rsid w:val="00A414B9"/>
    <w:rsid w:val="00A42666"/>
    <w:rsid w:val="00A441A3"/>
    <w:rsid w:val="00A45B35"/>
    <w:rsid w:val="00A45F14"/>
    <w:rsid w:val="00A4664E"/>
    <w:rsid w:val="00A47463"/>
    <w:rsid w:val="00A4769D"/>
    <w:rsid w:val="00A47D19"/>
    <w:rsid w:val="00A50CD9"/>
    <w:rsid w:val="00A52F23"/>
    <w:rsid w:val="00A52F75"/>
    <w:rsid w:val="00A55E52"/>
    <w:rsid w:val="00A566C1"/>
    <w:rsid w:val="00A569F4"/>
    <w:rsid w:val="00A56F73"/>
    <w:rsid w:val="00A6075A"/>
    <w:rsid w:val="00A6187F"/>
    <w:rsid w:val="00A6370E"/>
    <w:rsid w:val="00A66EFD"/>
    <w:rsid w:val="00A67AD3"/>
    <w:rsid w:val="00A701B2"/>
    <w:rsid w:val="00A712CB"/>
    <w:rsid w:val="00A72304"/>
    <w:rsid w:val="00A72891"/>
    <w:rsid w:val="00A72EB4"/>
    <w:rsid w:val="00A733E3"/>
    <w:rsid w:val="00A7358D"/>
    <w:rsid w:val="00A73777"/>
    <w:rsid w:val="00A73985"/>
    <w:rsid w:val="00A75B59"/>
    <w:rsid w:val="00A7641F"/>
    <w:rsid w:val="00A76DED"/>
    <w:rsid w:val="00A8085C"/>
    <w:rsid w:val="00A8093D"/>
    <w:rsid w:val="00A8123D"/>
    <w:rsid w:val="00A8168A"/>
    <w:rsid w:val="00A81FF6"/>
    <w:rsid w:val="00A8256A"/>
    <w:rsid w:val="00A82A9C"/>
    <w:rsid w:val="00A82B31"/>
    <w:rsid w:val="00A84189"/>
    <w:rsid w:val="00A90EB6"/>
    <w:rsid w:val="00A9199C"/>
    <w:rsid w:val="00A92D84"/>
    <w:rsid w:val="00A935EF"/>
    <w:rsid w:val="00A94FC5"/>
    <w:rsid w:val="00A9628D"/>
    <w:rsid w:val="00AA05B4"/>
    <w:rsid w:val="00AA1987"/>
    <w:rsid w:val="00AA281F"/>
    <w:rsid w:val="00AA4925"/>
    <w:rsid w:val="00AA598B"/>
    <w:rsid w:val="00AA711E"/>
    <w:rsid w:val="00AB023D"/>
    <w:rsid w:val="00AB0BE2"/>
    <w:rsid w:val="00AB1CC4"/>
    <w:rsid w:val="00AB2B79"/>
    <w:rsid w:val="00AB347F"/>
    <w:rsid w:val="00AB4141"/>
    <w:rsid w:val="00AB6A56"/>
    <w:rsid w:val="00AB6DF8"/>
    <w:rsid w:val="00AB779A"/>
    <w:rsid w:val="00AC0A63"/>
    <w:rsid w:val="00AC2A98"/>
    <w:rsid w:val="00AC5521"/>
    <w:rsid w:val="00AC6250"/>
    <w:rsid w:val="00AC6760"/>
    <w:rsid w:val="00AC6B12"/>
    <w:rsid w:val="00AD0F53"/>
    <w:rsid w:val="00AD201A"/>
    <w:rsid w:val="00AD561E"/>
    <w:rsid w:val="00AD5C99"/>
    <w:rsid w:val="00AD5E76"/>
    <w:rsid w:val="00AD61B7"/>
    <w:rsid w:val="00AD70A5"/>
    <w:rsid w:val="00AE02C3"/>
    <w:rsid w:val="00AE061D"/>
    <w:rsid w:val="00AE183E"/>
    <w:rsid w:val="00AE23AD"/>
    <w:rsid w:val="00AE2845"/>
    <w:rsid w:val="00AE2B2E"/>
    <w:rsid w:val="00AE32E1"/>
    <w:rsid w:val="00AE3CD2"/>
    <w:rsid w:val="00AE4EE0"/>
    <w:rsid w:val="00AE5C78"/>
    <w:rsid w:val="00AE6969"/>
    <w:rsid w:val="00AF05A6"/>
    <w:rsid w:val="00AF0761"/>
    <w:rsid w:val="00AF106A"/>
    <w:rsid w:val="00AF166C"/>
    <w:rsid w:val="00AF19C9"/>
    <w:rsid w:val="00AF1D9C"/>
    <w:rsid w:val="00AF2278"/>
    <w:rsid w:val="00AF2313"/>
    <w:rsid w:val="00AF3816"/>
    <w:rsid w:val="00AF3945"/>
    <w:rsid w:val="00AF4236"/>
    <w:rsid w:val="00AF4AAD"/>
    <w:rsid w:val="00AF535D"/>
    <w:rsid w:val="00AF57DA"/>
    <w:rsid w:val="00B018FF"/>
    <w:rsid w:val="00B02330"/>
    <w:rsid w:val="00B02F3B"/>
    <w:rsid w:val="00B10582"/>
    <w:rsid w:val="00B12B81"/>
    <w:rsid w:val="00B12F1A"/>
    <w:rsid w:val="00B14C49"/>
    <w:rsid w:val="00B152AF"/>
    <w:rsid w:val="00B15990"/>
    <w:rsid w:val="00B160C8"/>
    <w:rsid w:val="00B1735A"/>
    <w:rsid w:val="00B20CAD"/>
    <w:rsid w:val="00B22A09"/>
    <w:rsid w:val="00B22C4A"/>
    <w:rsid w:val="00B243AF"/>
    <w:rsid w:val="00B24674"/>
    <w:rsid w:val="00B25213"/>
    <w:rsid w:val="00B26DBA"/>
    <w:rsid w:val="00B3039A"/>
    <w:rsid w:val="00B33830"/>
    <w:rsid w:val="00B37334"/>
    <w:rsid w:val="00B42B6A"/>
    <w:rsid w:val="00B43EBD"/>
    <w:rsid w:val="00B44488"/>
    <w:rsid w:val="00B44F09"/>
    <w:rsid w:val="00B46D6A"/>
    <w:rsid w:val="00B5018A"/>
    <w:rsid w:val="00B50BD8"/>
    <w:rsid w:val="00B55018"/>
    <w:rsid w:val="00B56C34"/>
    <w:rsid w:val="00B6167E"/>
    <w:rsid w:val="00B64D80"/>
    <w:rsid w:val="00B6554D"/>
    <w:rsid w:val="00B713AE"/>
    <w:rsid w:val="00B71653"/>
    <w:rsid w:val="00B733DB"/>
    <w:rsid w:val="00B73432"/>
    <w:rsid w:val="00B741AE"/>
    <w:rsid w:val="00B74439"/>
    <w:rsid w:val="00B7742F"/>
    <w:rsid w:val="00B776F2"/>
    <w:rsid w:val="00B80E70"/>
    <w:rsid w:val="00B82655"/>
    <w:rsid w:val="00B83B9D"/>
    <w:rsid w:val="00B848AE"/>
    <w:rsid w:val="00B849BE"/>
    <w:rsid w:val="00B85256"/>
    <w:rsid w:val="00B87640"/>
    <w:rsid w:val="00B936F6"/>
    <w:rsid w:val="00B93B12"/>
    <w:rsid w:val="00B9431F"/>
    <w:rsid w:val="00B9561F"/>
    <w:rsid w:val="00BA2B18"/>
    <w:rsid w:val="00BA2B27"/>
    <w:rsid w:val="00BA3A3C"/>
    <w:rsid w:val="00BA5039"/>
    <w:rsid w:val="00BA529D"/>
    <w:rsid w:val="00BA5856"/>
    <w:rsid w:val="00BA62B0"/>
    <w:rsid w:val="00BB21D7"/>
    <w:rsid w:val="00BB255C"/>
    <w:rsid w:val="00BB7752"/>
    <w:rsid w:val="00BC1198"/>
    <w:rsid w:val="00BC1456"/>
    <w:rsid w:val="00BC26F8"/>
    <w:rsid w:val="00BC2C2F"/>
    <w:rsid w:val="00BC33F7"/>
    <w:rsid w:val="00BC3D48"/>
    <w:rsid w:val="00BC6F23"/>
    <w:rsid w:val="00BD0237"/>
    <w:rsid w:val="00BD60D0"/>
    <w:rsid w:val="00BD68F6"/>
    <w:rsid w:val="00BD7C52"/>
    <w:rsid w:val="00BE1525"/>
    <w:rsid w:val="00BE5E4F"/>
    <w:rsid w:val="00BE625C"/>
    <w:rsid w:val="00BE6753"/>
    <w:rsid w:val="00BE67C9"/>
    <w:rsid w:val="00BE73FD"/>
    <w:rsid w:val="00BE7A76"/>
    <w:rsid w:val="00BF0E13"/>
    <w:rsid w:val="00BF31E1"/>
    <w:rsid w:val="00BF51EB"/>
    <w:rsid w:val="00BF6F6E"/>
    <w:rsid w:val="00BF7E85"/>
    <w:rsid w:val="00C03C4D"/>
    <w:rsid w:val="00C052A1"/>
    <w:rsid w:val="00C06B42"/>
    <w:rsid w:val="00C06D3A"/>
    <w:rsid w:val="00C072DF"/>
    <w:rsid w:val="00C07D22"/>
    <w:rsid w:val="00C10E91"/>
    <w:rsid w:val="00C11807"/>
    <w:rsid w:val="00C12C5C"/>
    <w:rsid w:val="00C13937"/>
    <w:rsid w:val="00C13C1D"/>
    <w:rsid w:val="00C160C6"/>
    <w:rsid w:val="00C20068"/>
    <w:rsid w:val="00C20BEB"/>
    <w:rsid w:val="00C22B27"/>
    <w:rsid w:val="00C22CCE"/>
    <w:rsid w:val="00C240FC"/>
    <w:rsid w:val="00C268F9"/>
    <w:rsid w:val="00C27DCE"/>
    <w:rsid w:val="00C306EA"/>
    <w:rsid w:val="00C315D4"/>
    <w:rsid w:val="00C3341B"/>
    <w:rsid w:val="00C33607"/>
    <w:rsid w:val="00C33C0E"/>
    <w:rsid w:val="00C348A2"/>
    <w:rsid w:val="00C34EBC"/>
    <w:rsid w:val="00C40B8D"/>
    <w:rsid w:val="00C40D57"/>
    <w:rsid w:val="00C42401"/>
    <w:rsid w:val="00C43391"/>
    <w:rsid w:val="00C446B9"/>
    <w:rsid w:val="00C45FC6"/>
    <w:rsid w:val="00C46181"/>
    <w:rsid w:val="00C46816"/>
    <w:rsid w:val="00C476C4"/>
    <w:rsid w:val="00C47757"/>
    <w:rsid w:val="00C5470E"/>
    <w:rsid w:val="00C55468"/>
    <w:rsid w:val="00C612A8"/>
    <w:rsid w:val="00C6249E"/>
    <w:rsid w:val="00C67232"/>
    <w:rsid w:val="00C6765E"/>
    <w:rsid w:val="00C67E80"/>
    <w:rsid w:val="00C70BF8"/>
    <w:rsid w:val="00C7459F"/>
    <w:rsid w:val="00C75D56"/>
    <w:rsid w:val="00C77B33"/>
    <w:rsid w:val="00C822FF"/>
    <w:rsid w:val="00C864E6"/>
    <w:rsid w:val="00C87025"/>
    <w:rsid w:val="00C87665"/>
    <w:rsid w:val="00C90752"/>
    <w:rsid w:val="00C93E68"/>
    <w:rsid w:val="00C94EB1"/>
    <w:rsid w:val="00C967F9"/>
    <w:rsid w:val="00C978AF"/>
    <w:rsid w:val="00CA1458"/>
    <w:rsid w:val="00CA1D21"/>
    <w:rsid w:val="00CA3F90"/>
    <w:rsid w:val="00CA7C23"/>
    <w:rsid w:val="00CB0336"/>
    <w:rsid w:val="00CB0F3C"/>
    <w:rsid w:val="00CB10A0"/>
    <w:rsid w:val="00CB2B91"/>
    <w:rsid w:val="00CB2D11"/>
    <w:rsid w:val="00CB44A1"/>
    <w:rsid w:val="00CB5B62"/>
    <w:rsid w:val="00CB7E95"/>
    <w:rsid w:val="00CC09ED"/>
    <w:rsid w:val="00CC0EB0"/>
    <w:rsid w:val="00CC1764"/>
    <w:rsid w:val="00CC1BA2"/>
    <w:rsid w:val="00CC2573"/>
    <w:rsid w:val="00CC2B68"/>
    <w:rsid w:val="00CC2FBA"/>
    <w:rsid w:val="00CC366F"/>
    <w:rsid w:val="00CC459B"/>
    <w:rsid w:val="00CC47FA"/>
    <w:rsid w:val="00CC5ECE"/>
    <w:rsid w:val="00CC7316"/>
    <w:rsid w:val="00CC76CB"/>
    <w:rsid w:val="00CC7E31"/>
    <w:rsid w:val="00CD41DD"/>
    <w:rsid w:val="00CD4F5B"/>
    <w:rsid w:val="00CD5264"/>
    <w:rsid w:val="00CD5654"/>
    <w:rsid w:val="00CD5719"/>
    <w:rsid w:val="00CD6107"/>
    <w:rsid w:val="00CD7AF3"/>
    <w:rsid w:val="00CE0071"/>
    <w:rsid w:val="00CE0B72"/>
    <w:rsid w:val="00CE2A2F"/>
    <w:rsid w:val="00CE2C51"/>
    <w:rsid w:val="00CE3E54"/>
    <w:rsid w:val="00CE4270"/>
    <w:rsid w:val="00CE5BC3"/>
    <w:rsid w:val="00CE620A"/>
    <w:rsid w:val="00CE69BC"/>
    <w:rsid w:val="00CE69EC"/>
    <w:rsid w:val="00CE760A"/>
    <w:rsid w:val="00CE7DA6"/>
    <w:rsid w:val="00CF10B9"/>
    <w:rsid w:val="00CF2B7D"/>
    <w:rsid w:val="00CF3E33"/>
    <w:rsid w:val="00CF6B55"/>
    <w:rsid w:val="00CF6BFD"/>
    <w:rsid w:val="00D018D7"/>
    <w:rsid w:val="00D02DE3"/>
    <w:rsid w:val="00D03678"/>
    <w:rsid w:val="00D04438"/>
    <w:rsid w:val="00D0467F"/>
    <w:rsid w:val="00D061AD"/>
    <w:rsid w:val="00D06838"/>
    <w:rsid w:val="00D0723B"/>
    <w:rsid w:val="00D110AE"/>
    <w:rsid w:val="00D12037"/>
    <w:rsid w:val="00D12188"/>
    <w:rsid w:val="00D14357"/>
    <w:rsid w:val="00D14951"/>
    <w:rsid w:val="00D14C48"/>
    <w:rsid w:val="00D155B6"/>
    <w:rsid w:val="00D17F2A"/>
    <w:rsid w:val="00D200ED"/>
    <w:rsid w:val="00D23B4F"/>
    <w:rsid w:val="00D24463"/>
    <w:rsid w:val="00D25CC3"/>
    <w:rsid w:val="00D26C2A"/>
    <w:rsid w:val="00D26EE3"/>
    <w:rsid w:val="00D27344"/>
    <w:rsid w:val="00D27B9D"/>
    <w:rsid w:val="00D31CBF"/>
    <w:rsid w:val="00D320C4"/>
    <w:rsid w:val="00D3364E"/>
    <w:rsid w:val="00D342D9"/>
    <w:rsid w:val="00D3504F"/>
    <w:rsid w:val="00D35808"/>
    <w:rsid w:val="00D36AD5"/>
    <w:rsid w:val="00D43BF6"/>
    <w:rsid w:val="00D449E5"/>
    <w:rsid w:val="00D44C10"/>
    <w:rsid w:val="00D44F9A"/>
    <w:rsid w:val="00D46E93"/>
    <w:rsid w:val="00D46F3D"/>
    <w:rsid w:val="00D50BE5"/>
    <w:rsid w:val="00D5128B"/>
    <w:rsid w:val="00D5163C"/>
    <w:rsid w:val="00D52B79"/>
    <w:rsid w:val="00D54AB0"/>
    <w:rsid w:val="00D559F2"/>
    <w:rsid w:val="00D55A69"/>
    <w:rsid w:val="00D56BD7"/>
    <w:rsid w:val="00D56DCD"/>
    <w:rsid w:val="00D62EFD"/>
    <w:rsid w:val="00D63F4C"/>
    <w:rsid w:val="00D6448A"/>
    <w:rsid w:val="00D65BA7"/>
    <w:rsid w:val="00D70717"/>
    <w:rsid w:val="00D70AB9"/>
    <w:rsid w:val="00D722D3"/>
    <w:rsid w:val="00D7336E"/>
    <w:rsid w:val="00D74160"/>
    <w:rsid w:val="00D766B9"/>
    <w:rsid w:val="00D828DD"/>
    <w:rsid w:val="00D829A5"/>
    <w:rsid w:val="00D92F7A"/>
    <w:rsid w:val="00D94D57"/>
    <w:rsid w:val="00D95E04"/>
    <w:rsid w:val="00D97E80"/>
    <w:rsid w:val="00DA256C"/>
    <w:rsid w:val="00DA2C82"/>
    <w:rsid w:val="00DA307C"/>
    <w:rsid w:val="00DA4397"/>
    <w:rsid w:val="00DA4636"/>
    <w:rsid w:val="00DA6293"/>
    <w:rsid w:val="00DA6BD5"/>
    <w:rsid w:val="00DA6BFF"/>
    <w:rsid w:val="00DB01B7"/>
    <w:rsid w:val="00DB0D84"/>
    <w:rsid w:val="00DB1718"/>
    <w:rsid w:val="00DB1F80"/>
    <w:rsid w:val="00DB3C5C"/>
    <w:rsid w:val="00DC0227"/>
    <w:rsid w:val="00DC0F5A"/>
    <w:rsid w:val="00DC1106"/>
    <w:rsid w:val="00DC1610"/>
    <w:rsid w:val="00DC1D73"/>
    <w:rsid w:val="00DC2FD2"/>
    <w:rsid w:val="00DC3661"/>
    <w:rsid w:val="00DC4635"/>
    <w:rsid w:val="00DC58A0"/>
    <w:rsid w:val="00DC7FE8"/>
    <w:rsid w:val="00DD128F"/>
    <w:rsid w:val="00DD16E5"/>
    <w:rsid w:val="00DD31F9"/>
    <w:rsid w:val="00DD49CB"/>
    <w:rsid w:val="00DE02A3"/>
    <w:rsid w:val="00DE12F3"/>
    <w:rsid w:val="00DE2EB3"/>
    <w:rsid w:val="00DE3600"/>
    <w:rsid w:val="00DE39BF"/>
    <w:rsid w:val="00DE3EC3"/>
    <w:rsid w:val="00DE4004"/>
    <w:rsid w:val="00DE5D2B"/>
    <w:rsid w:val="00DE7452"/>
    <w:rsid w:val="00DE7DE2"/>
    <w:rsid w:val="00DF089C"/>
    <w:rsid w:val="00DF0A2C"/>
    <w:rsid w:val="00DF144C"/>
    <w:rsid w:val="00DF1873"/>
    <w:rsid w:val="00DF1936"/>
    <w:rsid w:val="00DF51A0"/>
    <w:rsid w:val="00DF54FD"/>
    <w:rsid w:val="00DF785C"/>
    <w:rsid w:val="00DF7A0E"/>
    <w:rsid w:val="00E01772"/>
    <w:rsid w:val="00E01945"/>
    <w:rsid w:val="00E04CAF"/>
    <w:rsid w:val="00E05CC0"/>
    <w:rsid w:val="00E06A93"/>
    <w:rsid w:val="00E07993"/>
    <w:rsid w:val="00E132C9"/>
    <w:rsid w:val="00E13DA7"/>
    <w:rsid w:val="00E14690"/>
    <w:rsid w:val="00E15AA5"/>
    <w:rsid w:val="00E17322"/>
    <w:rsid w:val="00E174DB"/>
    <w:rsid w:val="00E17B90"/>
    <w:rsid w:val="00E274B3"/>
    <w:rsid w:val="00E3015D"/>
    <w:rsid w:val="00E3038C"/>
    <w:rsid w:val="00E3366C"/>
    <w:rsid w:val="00E349E4"/>
    <w:rsid w:val="00E36138"/>
    <w:rsid w:val="00E36259"/>
    <w:rsid w:val="00E3736B"/>
    <w:rsid w:val="00E3768D"/>
    <w:rsid w:val="00E4050D"/>
    <w:rsid w:val="00E40B44"/>
    <w:rsid w:val="00E42067"/>
    <w:rsid w:val="00E44329"/>
    <w:rsid w:val="00E44DD2"/>
    <w:rsid w:val="00E456C1"/>
    <w:rsid w:val="00E4625A"/>
    <w:rsid w:val="00E47248"/>
    <w:rsid w:val="00E50532"/>
    <w:rsid w:val="00E51AC0"/>
    <w:rsid w:val="00E51F81"/>
    <w:rsid w:val="00E5312C"/>
    <w:rsid w:val="00E53754"/>
    <w:rsid w:val="00E543EE"/>
    <w:rsid w:val="00E55E84"/>
    <w:rsid w:val="00E56FEA"/>
    <w:rsid w:val="00E5799A"/>
    <w:rsid w:val="00E61C38"/>
    <w:rsid w:val="00E67454"/>
    <w:rsid w:val="00E71481"/>
    <w:rsid w:val="00E71BC8"/>
    <w:rsid w:val="00E71F78"/>
    <w:rsid w:val="00E76159"/>
    <w:rsid w:val="00E80F57"/>
    <w:rsid w:val="00E811EE"/>
    <w:rsid w:val="00E812FA"/>
    <w:rsid w:val="00E81D23"/>
    <w:rsid w:val="00E827AF"/>
    <w:rsid w:val="00E82F6C"/>
    <w:rsid w:val="00E833E1"/>
    <w:rsid w:val="00E8397F"/>
    <w:rsid w:val="00E844A4"/>
    <w:rsid w:val="00E850F5"/>
    <w:rsid w:val="00E861D9"/>
    <w:rsid w:val="00E86A9C"/>
    <w:rsid w:val="00E87BB3"/>
    <w:rsid w:val="00E93813"/>
    <w:rsid w:val="00E9568C"/>
    <w:rsid w:val="00E96CEE"/>
    <w:rsid w:val="00E971EE"/>
    <w:rsid w:val="00EA3514"/>
    <w:rsid w:val="00EA3CB0"/>
    <w:rsid w:val="00EA4450"/>
    <w:rsid w:val="00EA6980"/>
    <w:rsid w:val="00EA7CE4"/>
    <w:rsid w:val="00EA7D7D"/>
    <w:rsid w:val="00EB09C1"/>
    <w:rsid w:val="00EB1582"/>
    <w:rsid w:val="00EB256B"/>
    <w:rsid w:val="00EB2D84"/>
    <w:rsid w:val="00EB3305"/>
    <w:rsid w:val="00EB34BE"/>
    <w:rsid w:val="00EB43FC"/>
    <w:rsid w:val="00EB46DF"/>
    <w:rsid w:val="00EB48C8"/>
    <w:rsid w:val="00EB5BE8"/>
    <w:rsid w:val="00EB6332"/>
    <w:rsid w:val="00EC18F9"/>
    <w:rsid w:val="00EC1F31"/>
    <w:rsid w:val="00EC22D3"/>
    <w:rsid w:val="00EC2970"/>
    <w:rsid w:val="00EC3D13"/>
    <w:rsid w:val="00ED094D"/>
    <w:rsid w:val="00ED14F5"/>
    <w:rsid w:val="00ED195B"/>
    <w:rsid w:val="00ED1ACB"/>
    <w:rsid w:val="00ED25BF"/>
    <w:rsid w:val="00ED28C6"/>
    <w:rsid w:val="00ED3624"/>
    <w:rsid w:val="00ED50A1"/>
    <w:rsid w:val="00ED5CC7"/>
    <w:rsid w:val="00ED7E6D"/>
    <w:rsid w:val="00EE203C"/>
    <w:rsid w:val="00EE4E69"/>
    <w:rsid w:val="00EE71B7"/>
    <w:rsid w:val="00EE7442"/>
    <w:rsid w:val="00EE7912"/>
    <w:rsid w:val="00EF127C"/>
    <w:rsid w:val="00EF2256"/>
    <w:rsid w:val="00EF252B"/>
    <w:rsid w:val="00EF2AC9"/>
    <w:rsid w:val="00EF38CB"/>
    <w:rsid w:val="00EF49BD"/>
    <w:rsid w:val="00EF533B"/>
    <w:rsid w:val="00EF6535"/>
    <w:rsid w:val="00EF7E9E"/>
    <w:rsid w:val="00F001AD"/>
    <w:rsid w:val="00F03256"/>
    <w:rsid w:val="00F0430A"/>
    <w:rsid w:val="00F04851"/>
    <w:rsid w:val="00F04993"/>
    <w:rsid w:val="00F05733"/>
    <w:rsid w:val="00F060AD"/>
    <w:rsid w:val="00F070A3"/>
    <w:rsid w:val="00F07C9D"/>
    <w:rsid w:val="00F10230"/>
    <w:rsid w:val="00F114AB"/>
    <w:rsid w:val="00F11C4C"/>
    <w:rsid w:val="00F122A0"/>
    <w:rsid w:val="00F143B6"/>
    <w:rsid w:val="00F163D9"/>
    <w:rsid w:val="00F26E24"/>
    <w:rsid w:val="00F336FA"/>
    <w:rsid w:val="00F33736"/>
    <w:rsid w:val="00F3419B"/>
    <w:rsid w:val="00F359A9"/>
    <w:rsid w:val="00F3651C"/>
    <w:rsid w:val="00F37FB8"/>
    <w:rsid w:val="00F40200"/>
    <w:rsid w:val="00F403EF"/>
    <w:rsid w:val="00F42657"/>
    <w:rsid w:val="00F43564"/>
    <w:rsid w:val="00F435FB"/>
    <w:rsid w:val="00F4370C"/>
    <w:rsid w:val="00F44E60"/>
    <w:rsid w:val="00F4528A"/>
    <w:rsid w:val="00F4587E"/>
    <w:rsid w:val="00F47439"/>
    <w:rsid w:val="00F51650"/>
    <w:rsid w:val="00F5167B"/>
    <w:rsid w:val="00F52C7F"/>
    <w:rsid w:val="00F56BB2"/>
    <w:rsid w:val="00F56C1C"/>
    <w:rsid w:val="00F5720B"/>
    <w:rsid w:val="00F578C1"/>
    <w:rsid w:val="00F60EEE"/>
    <w:rsid w:val="00F61429"/>
    <w:rsid w:val="00F61E8D"/>
    <w:rsid w:val="00F6208F"/>
    <w:rsid w:val="00F629EC"/>
    <w:rsid w:val="00F62FC1"/>
    <w:rsid w:val="00F633A9"/>
    <w:rsid w:val="00F64BEC"/>
    <w:rsid w:val="00F64C60"/>
    <w:rsid w:val="00F661C1"/>
    <w:rsid w:val="00F67657"/>
    <w:rsid w:val="00F70DE5"/>
    <w:rsid w:val="00F72841"/>
    <w:rsid w:val="00F73040"/>
    <w:rsid w:val="00F730DB"/>
    <w:rsid w:val="00F73FD5"/>
    <w:rsid w:val="00F74B11"/>
    <w:rsid w:val="00F7511D"/>
    <w:rsid w:val="00F752E5"/>
    <w:rsid w:val="00F7709D"/>
    <w:rsid w:val="00F80F54"/>
    <w:rsid w:val="00F85769"/>
    <w:rsid w:val="00F91095"/>
    <w:rsid w:val="00F91A12"/>
    <w:rsid w:val="00F91DD0"/>
    <w:rsid w:val="00F92D39"/>
    <w:rsid w:val="00F92F16"/>
    <w:rsid w:val="00F93717"/>
    <w:rsid w:val="00F947CE"/>
    <w:rsid w:val="00F94902"/>
    <w:rsid w:val="00F95F6C"/>
    <w:rsid w:val="00F9635E"/>
    <w:rsid w:val="00F96899"/>
    <w:rsid w:val="00F96F81"/>
    <w:rsid w:val="00F9731D"/>
    <w:rsid w:val="00F97483"/>
    <w:rsid w:val="00F97939"/>
    <w:rsid w:val="00FA0507"/>
    <w:rsid w:val="00FA1D4D"/>
    <w:rsid w:val="00FA2354"/>
    <w:rsid w:val="00FA4461"/>
    <w:rsid w:val="00FA5740"/>
    <w:rsid w:val="00FA5D77"/>
    <w:rsid w:val="00FA6327"/>
    <w:rsid w:val="00FA6929"/>
    <w:rsid w:val="00FA6B5C"/>
    <w:rsid w:val="00FA76C3"/>
    <w:rsid w:val="00FB0107"/>
    <w:rsid w:val="00FB210E"/>
    <w:rsid w:val="00FB2178"/>
    <w:rsid w:val="00FB3510"/>
    <w:rsid w:val="00FC090B"/>
    <w:rsid w:val="00FC0DA5"/>
    <w:rsid w:val="00FC18CB"/>
    <w:rsid w:val="00FD1013"/>
    <w:rsid w:val="00FD274B"/>
    <w:rsid w:val="00FD32A5"/>
    <w:rsid w:val="00FD33B0"/>
    <w:rsid w:val="00FD7DE5"/>
    <w:rsid w:val="00FE4AC0"/>
    <w:rsid w:val="00FE50D0"/>
    <w:rsid w:val="00FE52D5"/>
    <w:rsid w:val="00FE664A"/>
    <w:rsid w:val="00FE6AC5"/>
    <w:rsid w:val="00FE6EF7"/>
    <w:rsid w:val="00FE7C83"/>
    <w:rsid w:val="00FF12F0"/>
    <w:rsid w:val="00FF1549"/>
    <w:rsid w:val="00FF1CFE"/>
    <w:rsid w:val="00FF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30"/>
        <o:r id="V:Rule2" type="connector" idref="#_x0000_s1027"/>
        <o:r id="V:Rule3" type="connector" idref="#_x0000_s1032"/>
        <o:r id="V:Rule4" type="connector" idref="#_x0000_s1028"/>
        <o:r id="V:Rule5" type="connector" idref="#_x0000_s1031"/>
      </o:rules>
    </o:shapelayout>
  </w:shapeDefaults>
  <w:decimalSymbol w:val=","/>
  <w:listSeparator w:val=";"/>
  <w15:chartTrackingRefBased/>
  <w15:docId w15:val="{BE8EE6EE-2393-495C-B781-AFAE74E4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08DD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2708DD"/>
    <w:p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2708DD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2708DD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2708DD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2708DD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2708DD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2708DD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2708DD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2708DD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unhideWhenUsed/>
    <w:rsid w:val="002708DD"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2708DD"/>
  </w:style>
  <w:style w:type="character" w:customStyle="1" w:styleId="Kop1Char">
    <w:name w:val="Kop 1 Char"/>
    <w:link w:val="Kop1"/>
    <w:rsid w:val="009D114F"/>
    <w:rPr>
      <w:rFonts w:ascii="Verdana" w:hAnsi="Verdana"/>
      <w:sz w:val="24"/>
    </w:rPr>
  </w:style>
  <w:style w:type="character" w:customStyle="1" w:styleId="Kop2Char">
    <w:name w:val="Kop 2 Char"/>
    <w:link w:val="Kop2"/>
    <w:rsid w:val="009D114F"/>
    <w:rPr>
      <w:rFonts w:ascii="Verdana" w:hAnsi="Verdana"/>
      <w:b/>
      <w:sz w:val="18"/>
    </w:rPr>
  </w:style>
  <w:style w:type="character" w:customStyle="1" w:styleId="Kop3Char">
    <w:name w:val="Kop 3 Char"/>
    <w:link w:val="Kop3"/>
    <w:rsid w:val="009D114F"/>
    <w:rPr>
      <w:rFonts w:ascii="Verdana" w:hAnsi="Verdana"/>
      <w:i/>
      <w:sz w:val="18"/>
    </w:rPr>
  </w:style>
  <w:style w:type="character" w:customStyle="1" w:styleId="Kop4Char">
    <w:name w:val="Kop 4 Char"/>
    <w:link w:val="Kop4"/>
    <w:rsid w:val="009D114F"/>
    <w:rPr>
      <w:rFonts w:ascii="Verdana" w:hAnsi="Verdana"/>
      <w:bCs/>
      <w:sz w:val="18"/>
      <w:szCs w:val="28"/>
    </w:rPr>
  </w:style>
  <w:style w:type="character" w:customStyle="1" w:styleId="Kop5Char">
    <w:name w:val="Kop 5 Char"/>
    <w:link w:val="Kop5"/>
    <w:rsid w:val="009D114F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link w:val="Kop6"/>
    <w:rsid w:val="009D114F"/>
    <w:rPr>
      <w:rFonts w:ascii="Verdana" w:hAnsi="Verdana"/>
      <w:bCs/>
      <w:sz w:val="18"/>
      <w:szCs w:val="22"/>
    </w:rPr>
  </w:style>
  <w:style w:type="character" w:customStyle="1" w:styleId="Kop7Char">
    <w:name w:val="Kop 7 Char"/>
    <w:link w:val="Kop7"/>
    <w:rsid w:val="009D114F"/>
    <w:rPr>
      <w:rFonts w:ascii="Verdana" w:hAnsi="Verdana"/>
      <w:sz w:val="18"/>
    </w:rPr>
  </w:style>
  <w:style w:type="character" w:customStyle="1" w:styleId="Kop8Char">
    <w:name w:val="Kop 8 Char"/>
    <w:link w:val="Kop8"/>
    <w:rsid w:val="009D114F"/>
    <w:rPr>
      <w:rFonts w:ascii="Verdana" w:hAnsi="Verdana"/>
      <w:iCs/>
      <w:sz w:val="18"/>
    </w:rPr>
  </w:style>
  <w:style w:type="character" w:customStyle="1" w:styleId="Kop9Char">
    <w:name w:val="Kop 9 Char"/>
    <w:link w:val="Kop9"/>
    <w:rsid w:val="009D114F"/>
    <w:rPr>
      <w:rFonts w:ascii="Verdana" w:hAnsi="Verdana" w:cs="Arial"/>
      <w:sz w:val="18"/>
      <w:szCs w:val="22"/>
    </w:rPr>
  </w:style>
  <w:style w:type="paragraph" w:styleId="Plattetekst2">
    <w:name w:val="Body Text 2"/>
    <w:basedOn w:val="Standaard"/>
    <w:link w:val="Plattetekst2Char"/>
    <w:rsid w:val="00030E89"/>
    <w:rPr>
      <w:color w:val="0000FF"/>
      <w:sz w:val="24"/>
      <w:szCs w:val="24"/>
    </w:rPr>
  </w:style>
  <w:style w:type="character" w:customStyle="1" w:styleId="Plattetekst2Char">
    <w:name w:val="Platte tekst 2 Char"/>
    <w:link w:val="Plattetekst2"/>
    <w:rsid w:val="00030E89"/>
    <w:rPr>
      <w:color w:val="0000FF"/>
      <w:sz w:val="24"/>
      <w:szCs w:val="24"/>
    </w:rPr>
  </w:style>
  <w:style w:type="paragraph" w:styleId="Voettekst">
    <w:name w:val="footer"/>
    <w:basedOn w:val="Standaard"/>
    <w:link w:val="VoettekstChar"/>
    <w:rsid w:val="002708D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030E89"/>
    <w:rPr>
      <w:rFonts w:ascii="Verdana" w:hAnsi="Verdana"/>
      <w:sz w:val="18"/>
    </w:rPr>
  </w:style>
  <w:style w:type="paragraph" w:styleId="Plattetekst">
    <w:name w:val="Body Text"/>
    <w:basedOn w:val="Standaard"/>
    <w:link w:val="PlattetekstChar"/>
    <w:uiPriority w:val="99"/>
    <w:unhideWhenUsed/>
    <w:rsid w:val="00030E89"/>
    <w:pPr>
      <w:spacing w:after="120"/>
    </w:pPr>
  </w:style>
  <w:style w:type="character" w:customStyle="1" w:styleId="PlattetekstChar">
    <w:name w:val="Platte tekst Char"/>
    <w:link w:val="Plattetekst"/>
    <w:uiPriority w:val="99"/>
    <w:rsid w:val="00030E89"/>
    <w:rPr>
      <w:sz w:val="22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122541"/>
    <w:pPr>
      <w:spacing w:after="120"/>
      <w:ind w:left="283"/>
    </w:pPr>
  </w:style>
  <w:style w:type="character" w:customStyle="1" w:styleId="PlattetekstinspringenChar">
    <w:name w:val="Platte tekst inspringen Char"/>
    <w:link w:val="Plattetekstinspringen"/>
    <w:uiPriority w:val="99"/>
    <w:semiHidden/>
    <w:rsid w:val="00122541"/>
    <w:rPr>
      <w:sz w:val="22"/>
    </w:rPr>
  </w:style>
  <w:style w:type="paragraph" w:customStyle="1" w:styleId="Default">
    <w:name w:val="Default"/>
    <w:rsid w:val="00676A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676A3F"/>
    <w:pPr>
      <w:ind w:left="708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A00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A0036"/>
    <w:rPr>
      <w:rFonts w:ascii="Tahoma" w:hAnsi="Tahoma" w:cs="Tahoma"/>
      <w:sz w:val="16"/>
      <w:szCs w:val="16"/>
    </w:rPr>
  </w:style>
  <w:style w:type="character" w:styleId="Verwijzingopmerking">
    <w:name w:val="annotation reference"/>
    <w:uiPriority w:val="99"/>
    <w:semiHidden/>
    <w:unhideWhenUsed/>
    <w:rsid w:val="00AF1D9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AF1D9C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F1D9C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F1D9C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AF1D9C"/>
    <w:rPr>
      <w:b/>
      <w:bCs/>
    </w:rPr>
  </w:style>
  <w:style w:type="paragraph" w:styleId="Koptekst">
    <w:name w:val="header"/>
    <w:basedOn w:val="Standaard"/>
    <w:link w:val="KoptekstChar"/>
    <w:rsid w:val="002708D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3E4884"/>
    <w:rPr>
      <w:rFonts w:ascii="Verdana" w:hAnsi="Verdana"/>
      <w:sz w:val="18"/>
    </w:rPr>
  </w:style>
  <w:style w:type="character" w:styleId="Hyperlink">
    <w:name w:val="Hyperlink"/>
    <w:uiPriority w:val="99"/>
    <w:unhideWhenUsed/>
    <w:rsid w:val="00844375"/>
    <w:rPr>
      <w:color w:val="0000FF"/>
      <w:u w:val="single"/>
    </w:rPr>
  </w:style>
  <w:style w:type="table" w:styleId="Tabelraster">
    <w:name w:val="Table Grid"/>
    <w:basedOn w:val="Standaardtabel"/>
    <w:rsid w:val="002708D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3B2A33"/>
    <w:rPr>
      <w:sz w:val="22"/>
    </w:rPr>
  </w:style>
  <w:style w:type="paragraph" w:styleId="Geenafstand">
    <w:name w:val="No Spacing"/>
    <w:uiPriority w:val="1"/>
    <w:qFormat/>
    <w:rsid w:val="00241DA1"/>
    <w:rPr>
      <w:sz w:val="22"/>
      <w:szCs w:val="22"/>
      <w:lang w:eastAsia="en-US"/>
    </w:rPr>
  </w:style>
  <w:style w:type="paragraph" w:customStyle="1" w:styleId="RAankruisvak-leeg">
    <w:name w:val="R_Aankruisvak-leeg"/>
    <w:basedOn w:val="Standaard"/>
    <w:rsid w:val="002708DD"/>
    <w:pPr>
      <w:numPr>
        <w:numId w:val="43"/>
      </w:numPr>
    </w:pPr>
  </w:style>
  <w:style w:type="paragraph" w:customStyle="1" w:styleId="RAankruisvak-vinkje">
    <w:name w:val="R_Aankruisvak-vinkje"/>
    <w:basedOn w:val="Standaard"/>
    <w:rsid w:val="002708DD"/>
    <w:pPr>
      <w:numPr>
        <w:numId w:val="44"/>
      </w:numPr>
    </w:pPr>
  </w:style>
  <w:style w:type="paragraph" w:customStyle="1" w:styleId="RAfzend-invulling">
    <w:name w:val="R_Afzend-invulling"/>
    <w:basedOn w:val="Standaard"/>
    <w:next w:val="Standaard"/>
    <w:rsid w:val="002708DD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2708DD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2708DD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2708DD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2708DD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2708DD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2708DD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2708DD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2708DD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2708DD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2708DD"/>
    <w:pPr>
      <w:numPr>
        <w:numId w:val="45"/>
      </w:numPr>
    </w:pPr>
  </w:style>
  <w:style w:type="paragraph" w:customStyle="1" w:styleId="ROpsomming-bolletjes-klein">
    <w:name w:val="R_Opsomming-bolletjes-klein"/>
    <w:basedOn w:val="Standaard"/>
    <w:rsid w:val="002708DD"/>
    <w:pPr>
      <w:numPr>
        <w:numId w:val="46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2708DD"/>
    <w:pPr>
      <w:numPr>
        <w:numId w:val="47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2708DD"/>
    <w:pPr>
      <w:numPr>
        <w:numId w:val="48"/>
      </w:numPr>
    </w:pPr>
  </w:style>
  <w:style w:type="paragraph" w:customStyle="1" w:styleId="ROpsomming-genummerd">
    <w:name w:val="R_Opsomming-genummerd"/>
    <w:basedOn w:val="Standaard"/>
    <w:rsid w:val="002708DD"/>
    <w:pPr>
      <w:numPr>
        <w:numId w:val="49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2708DD"/>
    <w:pPr>
      <w:numPr>
        <w:numId w:val="50"/>
      </w:numPr>
    </w:pPr>
  </w:style>
  <w:style w:type="paragraph" w:customStyle="1" w:styleId="RPaginanummer">
    <w:name w:val="R_Paginanummer"/>
    <w:basedOn w:val="RAfzend-invulling"/>
    <w:next w:val="Standaard"/>
    <w:rsid w:val="002708DD"/>
    <w:rPr>
      <w:szCs w:val="18"/>
    </w:rPr>
  </w:style>
  <w:style w:type="paragraph" w:customStyle="1" w:styleId="RReferenties">
    <w:name w:val="R_Referenties"/>
    <w:basedOn w:val="Standaard"/>
    <w:next w:val="Standaard"/>
    <w:rsid w:val="002708DD"/>
    <w:rPr>
      <w:szCs w:val="18"/>
    </w:rPr>
  </w:style>
  <w:style w:type="paragraph" w:customStyle="1" w:styleId="RRetouradres">
    <w:name w:val="R_Retouradres"/>
    <w:basedOn w:val="RAfzend-invulling"/>
    <w:next w:val="Standaard"/>
    <w:rsid w:val="002708DD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2708DD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2708DD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2708DD"/>
    <w:rPr>
      <w:b/>
      <w:sz w:val="14"/>
    </w:rPr>
  </w:style>
  <w:style w:type="paragraph" w:customStyle="1" w:styleId="RTabeltekst">
    <w:name w:val="R_Tabeltekst"/>
    <w:basedOn w:val="Standaard"/>
    <w:rsid w:val="002708DD"/>
    <w:rPr>
      <w:sz w:val="14"/>
    </w:rPr>
  </w:style>
  <w:style w:type="paragraph" w:customStyle="1" w:styleId="RTitel">
    <w:name w:val="R_Titel"/>
    <w:basedOn w:val="Standaard"/>
    <w:next w:val="Standaard"/>
    <w:rsid w:val="002708DD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2708DD"/>
    <w:rPr>
      <w:szCs w:val="18"/>
    </w:rPr>
  </w:style>
  <w:style w:type="character" w:customStyle="1" w:styleId="RVoetnootmarkering">
    <w:name w:val="R_Voetnootmarkering"/>
    <w:rsid w:val="002708DD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2708DD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2708D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2708DD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2708DD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2708DD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2708DD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2708DD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2708DD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2708DD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2708DD"/>
    <w:pPr>
      <w:keepLines/>
      <w:spacing w:line="90" w:lineRule="exact"/>
    </w:pPr>
    <w:rPr>
      <w:rFonts w:ascii="Verdana" w:hAnsi="Verdana"/>
      <w:sz w:val="9"/>
      <w:szCs w:val="9"/>
    </w:rPr>
  </w:style>
  <w:style w:type="character" w:styleId="Voetnootmarkering">
    <w:name w:val="footnote reference"/>
    <w:semiHidden/>
    <w:rsid w:val="002708DD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semiHidden/>
    <w:rsid w:val="002708DD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semiHidden/>
    <w:rsid w:val="002708DD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2708D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2708D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2708DD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2708DD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2708DD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2708DD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2708DD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2708DD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2708DD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2708DD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3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http://www.coolairnederland.nl/coolair-afbeeldingen/referenties-coolair-umc_st_radboud.jpg" TargetMode="Externa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25C71-494A-4CB3-B9A8-E569AABB3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97C906-FDC3-4F95-AA1C-53B068FAFA3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488302D-8C64-4810-BF3A-C74E2EB942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A94A8C-5684-4304-ABCB-E7993A5A4E9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28DA651-7A2A-4A68-95BB-2C8BF0866EEB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fd2069cc-00ae-4f60-8ff8-57f81a5b98cd"/>
    <ds:schemaRef ds:uri="http://schemas.microsoft.com/sharepoint/v3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BFDA9BA8-8D34-406A-A7B2-7BDF8EB49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8</Pages>
  <Words>1511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maatschappelijke opvang, vrouwenopvang en zwerfjongerenopvang (ambulant - Turks)</vt:lpstr>
    </vt:vector>
  </TitlesOfParts>
  <Company>Nivel</Company>
  <LinksUpToDate>false</LinksUpToDate>
  <CharactersWithSpaces>9807</CharactersWithSpaces>
  <SharedDoc>false</SharedDoc>
  <HLinks>
    <vt:vector size="6" baseType="variant">
      <vt:variant>
        <vt:i4>327761</vt:i4>
      </vt:variant>
      <vt:variant>
        <vt:i4>-1</vt:i4>
      </vt:variant>
      <vt:variant>
        <vt:i4>1237</vt:i4>
      </vt:variant>
      <vt:variant>
        <vt:i4>1</vt:i4>
      </vt:variant>
      <vt:variant>
        <vt:lpwstr>http://www.coolairnederland.nl/coolair-afbeeldingen/referenties-coolair-umc_st_radboud.jpg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maatschappelijke opvang, vrouwenopvang en zwerfjongerenopvang (ambulant - Turks)</dc:title>
  <dc:subject/>
  <dc:creator>z065145</dc:creator>
  <cp:keywords/>
  <cp:lastModifiedBy>Rijk, mw. J. de</cp:lastModifiedBy>
  <cp:revision>2</cp:revision>
  <cp:lastPrinted>2009-03-09T01:29:00Z</cp:lastPrinted>
  <dcterms:created xsi:type="dcterms:W3CDTF">2019-03-22T15:23:00Z</dcterms:created>
  <dcterms:modified xsi:type="dcterms:W3CDTF">2019-03-22T15:23:00Z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